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AC3" w:rsidRPr="00E753BD" w:rsidRDefault="00DD2AC3" w:rsidP="00BB3B15">
      <w:pPr>
        <w:jc w:val="center"/>
        <w:rPr>
          <w:b/>
          <w:sz w:val="28"/>
          <w:szCs w:val="28"/>
        </w:rPr>
      </w:pPr>
      <w:r w:rsidRPr="00E753BD">
        <w:rPr>
          <w:b/>
          <w:sz w:val="28"/>
          <w:szCs w:val="28"/>
        </w:rPr>
        <w:t>PANNON EGYETEM</w:t>
      </w:r>
    </w:p>
    <w:p w:rsidR="00DD2AC3" w:rsidRPr="00E753BD" w:rsidRDefault="00DD2AC3" w:rsidP="00BB3B15">
      <w:pPr>
        <w:jc w:val="center"/>
        <w:rPr>
          <w:b/>
          <w:sz w:val="32"/>
          <w:szCs w:val="32"/>
        </w:rPr>
      </w:pPr>
      <w:r w:rsidRPr="00E753BD">
        <w:rPr>
          <w:b/>
          <w:sz w:val="32"/>
          <w:szCs w:val="32"/>
        </w:rPr>
        <w:t>GEORGIKON KAR</w:t>
      </w:r>
    </w:p>
    <w:p w:rsidR="00DD2AC3" w:rsidRPr="00E753BD" w:rsidRDefault="00DD2AC3" w:rsidP="00BB3B15">
      <w:pPr>
        <w:jc w:val="center"/>
      </w:pPr>
    </w:p>
    <w:p w:rsidR="00DD2AC3" w:rsidRPr="00E753BD" w:rsidRDefault="00DD2AC3" w:rsidP="00BB3B15">
      <w:pPr>
        <w:jc w:val="center"/>
      </w:pPr>
    </w:p>
    <w:p w:rsidR="00DD2AC3" w:rsidRPr="00E753BD" w:rsidRDefault="00DD2AC3" w:rsidP="00BB3B1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s1026" type="#_x0000_t75" alt="logo" style="position:absolute;margin-left:165pt;margin-top:-.6pt;width:123.75pt;height:117pt;z-index:251657728;visibility:visible" filled="t" fillcolor="#396">
            <v:fill opacity="61680f"/>
            <v:imagedata r:id="rId7" o:title=""/>
            <w10:wrap type="square" side="right"/>
          </v:shape>
        </w:pict>
      </w:r>
      <w:r w:rsidRPr="00E753BD">
        <w:br w:type="textWrapping" w:clear="all"/>
      </w:r>
    </w:p>
    <w:p w:rsidR="00DD2AC3" w:rsidRPr="00E753BD" w:rsidRDefault="00DD2AC3" w:rsidP="00BB3B15"/>
    <w:p w:rsidR="00DD2AC3" w:rsidRDefault="00DD2AC3" w:rsidP="00BB3B15">
      <w:pPr>
        <w:jc w:val="center"/>
      </w:pPr>
    </w:p>
    <w:p w:rsidR="00DD2AC3" w:rsidRPr="00E753BD" w:rsidRDefault="00DD2AC3" w:rsidP="00BB3B15">
      <w:pPr>
        <w:jc w:val="center"/>
        <w:rPr>
          <w:b/>
          <w:sz w:val="32"/>
          <w:szCs w:val="32"/>
        </w:rPr>
      </w:pPr>
      <w:r>
        <w:rPr>
          <w:b/>
          <w:sz w:val="32"/>
          <w:szCs w:val="32"/>
        </w:rPr>
        <w:t>KERTÉSZMÉRNÖK ALAP</w:t>
      </w:r>
      <w:r w:rsidRPr="00E753BD">
        <w:rPr>
          <w:b/>
          <w:sz w:val="32"/>
          <w:szCs w:val="32"/>
        </w:rPr>
        <w:t>SZAK</w:t>
      </w:r>
    </w:p>
    <w:p w:rsidR="00DD2AC3" w:rsidRPr="00E753BD" w:rsidRDefault="00DD2AC3" w:rsidP="00BB3B15">
      <w:pPr>
        <w:jc w:val="center"/>
        <w:rPr>
          <w:b/>
          <w:sz w:val="32"/>
          <w:szCs w:val="32"/>
        </w:rPr>
      </w:pPr>
      <w:r w:rsidRPr="00E753BD">
        <w:rPr>
          <w:b/>
          <w:sz w:val="32"/>
          <w:szCs w:val="32"/>
        </w:rPr>
        <w:t>TANTERVE</w:t>
      </w:r>
    </w:p>
    <w:p w:rsidR="00DD2AC3" w:rsidRPr="00E753BD" w:rsidRDefault="00DD2AC3" w:rsidP="00BB3B15"/>
    <w:p w:rsidR="00DD2AC3" w:rsidRPr="00E753BD" w:rsidRDefault="00DD2AC3" w:rsidP="00BB3B15"/>
    <w:p w:rsidR="00DD2AC3" w:rsidRDefault="00DD2AC3" w:rsidP="00BB3B15">
      <w:pPr>
        <w:jc w:val="center"/>
        <w:rPr>
          <w:b/>
        </w:rPr>
      </w:pPr>
      <w:r w:rsidRPr="00E753BD">
        <w:rPr>
          <w:b/>
        </w:rPr>
        <w:t>SZAKVEZETŐ:</w:t>
      </w:r>
    </w:p>
    <w:p w:rsidR="00DD2AC3" w:rsidRPr="00E753BD" w:rsidRDefault="00DD2AC3" w:rsidP="00BB3B15">
      <w:pPr>
        <w:jc w:val="center"/>
        <w:rPr>
          <w:b/>
        </w:rPr>
      </w:pPr>
      <w:r>
        <w:rPr>
          <w:b/>
        </w:rPr>
        <w:t>Kocsisné Dr. Molnár Gitta</w:t>
      </w:r>
    </w:p>
    <w:p w:rsidR="00DD2AC3" w:rsidRPr="00E753BD" w:rsidRDefault="00DD2AC3" w:rsidP="00BB3B15">
      <w:pPr>
        <w:jc w:val="center"/>
        <w:rPr>
          <w:b/>
        </w:rPr>
      </w:pPr>
      <w:r>
        <w:rPr>
          <w:b/>
        </w:rPr>
        <w:t>egyetemi docens</w:t>
      </w:r>
    </w:p>
    <w:p w:rsidR="00DD2AC3" w:rsidRPr="00E753BD" w:rsidRDefault="00DD2AC3" w:rsidP="00BB3B15">
      <w:pPr>
        <w:jc w:val="center"/>
        <w:rPr>
          <w:b/>
        </w:rPr>
      </w:pPr>
    </w:p>
    <w:p w:rsidR="00DD2AC3" w:rsidRPr="00E753BD" w:rsidRDefault="00DD2AC3" w:rsidP="00BB3B15">
      <w:pPr>
        <w:jc w:val="center"/>
        <w:rPr>
          <w:b/>
        </w:rPr>
      </w:pPr>
      <w:r>
        <w:rPr>
          <w:noProof/>
        </w:rPr>
      </w:r>
      <w:r w:rsidRPr="00A62E33">
        <w:rPr>
          <w:noProof/>
        </w:rPr>
        <w:pict>
          <v:shapetype id="_x0000_t202" coordsize="21600,21600" o:spt="202" path="m,l,21600r21600,l21600,xe">
            <v:stroke joinstyle="miter"/>
            <v:path gradientshapeok="t" o:connecttype="rect"/>
          </v:shapetype>
          <v:shape id="Szövegdoboz 2" o:spid="_x0000_s1027" type="#_x0000_t202" style="width:6in;height:113.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" fillcolor="#ff9">
            <v:textbox>
              <w:txbxContent>
                <w:p w:rsidR="00DD2AC3" w:rsidRDefault="00DD2AC3" w:rsidP="00BB3B15">
                  <w:r>
                    <w:t xml:space="preserve">Elfogadva: </w:t>
                  </w:r>
                </w:p>
                <w:p w:rsidR="00DD2AC3" w:rsidRPr="008B6026" w:rsidRDefault="00DD2AC3" w:rsidP="00BB3B15">
                  <w:r>
                    <w:t xml:space="preserve">Módosítva: </w:t>
                  </w:r>
                </w:p>
              </w:txbxContent>
            </v:textbox>
            <w10:anchorlock/>
          </v:shape>
        </w:pict>
      </w:r>
    </w:p>
    <w:p w:rsidR="00DD2AC3" w:rsidRPr="00E753BD" w:rsidRDefault="00DD2AC3" w:rsidP="00BB3B15"/>
    <w:p w:rsidR="00DD2AC3" w:rsidRPr="00E753BD" w:rsidRDefault="00DD2AC3" w:rsidP="00BB3B15"/>
    <w:p w:rsidR="00DD2AC3" w:rsidRPr="00E753BD" w:rsidRDefault="00DD2AC3" w:rsidP="00BB3B15">
      <w:r>
        <w:rPr>
          <w:noProof/>
        </w:rPr>
        <w:pict>
          <v:shape id="Szövegdoboz 1" o:spid="_x0000_s1028" type="#_x0000_t202" style="position:absolute;margin-left:12.45pt;margin-top:4.05pt;width:6in;height:85.0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">
            <v:textbox>
              <w:txbxContent>
                <w:p w:rsidR="00DD2AC3" w:rsidRDefault="00DD2AC3" w:rsidP="00BB3B15"/>
                <w:p w:rsidR="00DD2AC3" w:rsidRDefault="00DD2AC3" w:rsidP="00BB3B15"/>
                <w:p w:rsidR="00DD2AC3" w:rsidRDefault="00DD2AC3" w:rsidP="00BB3B15">
                  <w:pPr>
                    <w:tabs>
                      <w:tab w:val="left" w:pos="540"/>
                      <w:tab w:val="left" w:pos="5400"/>
                    </w:tabs>
                  </w:pPr>
                  <w:r>
                    <w:tab/>
                    <w:t>----------------------------</w:t>
                  </w:r>
                  <w:r>
                    <w:tab/>
                    <w:t>----------------------------</w:t>
                  </w:r>
                </w:p>
                <w:p w:rsidR="00DD2AC3" w:rsidRDefault="00DD2AC3" w:rsidP="00BB3B15">
                  <w:pPr>
                    <w:tabs>
                      <w:tab w:val="left" w:pos="540"/>
                      <w:tab w:val="left" w:pos="5580"/>
                    </w:tabs>
                  </w:pPr>
                  <w:r>
                    <w:tab/>
                    <w:t>Kocsisné Dr. Molnár Gitta</w:t>
                  </w:r>
                  <w:r>
                    <w:tab/>
                    <w:t>Dr. Polgár J. Péter</w:t>
                  </w:r>
                </w:p>
                <w:p w:rsidR="00DD2AC3" w:rsidRDefault="00DD2AC3" w:rsidP="00BB3B15">
                  <w:pPr>
                    <w:tabs>
                      <w:tab w:val="left" w:pos="900"/>
                      <w:tab w:val="left" w:pos="6300"/>
                    </w:tabs>
                  </w:pPr>
                  <w:r>
                    <w:tab/>
                    <w:t>szakvezető</w:t>
                  </w:r>
                  <w:r>
                    <w:tab/>
                    <w:t>dékán</w:t>
                  </w:r>
                </w:p>
              </w:txbxContent>
            </v:textbox>
          </v:shape>
        </w:pict>
      </w:r>
    </w:p>
    <w:p w:rsidR="00DD2AC3" w:rsidRPr="00E753BD" w:rsidRDefault="00DD2AC3" w:rsidP="00BB3B15"/>
    <w:p w:rsidR="00DD2AC3" w:rsidRPr="00E753BD" w:rsidRDefault="00DD2AC3" w:rsidP="00BB3B15"/>
    <w:p w:rsidR="00DD2AC3" w:rsidRPr="00E753BD" w:rsidRDefault="00DD2AC3" w:rsidP="00BB3B15"/>
    <w:p w:rsidR="00DD2AC3" w:rsidRPr="00E753BD" w:rsidRDefault="00DD2AC3" w:rsidP="00BB3B15"/>
    <w:p w:rsidR="00DD2AC3" w:rsidRPr="00E753BD" w:rsidRDefault="00DD2AC3" w:rsidP="00BB3B15"/>
    <w:p w:rsidR="00DD2AC3" w:rsidRPr="00E753BD" w:rsidRDefault="00DD2AC3" w:rsidP="00BB3B15"/>
    <w:p w:rsidR="00DD2AC3" w:rsidRPr="00E753BD" w:rsidRDefault="00DD2AC3" w:rsidP="00BB3B15"/>
    <w:p w:rsidR="00DD2AC3" w:rsidRPr="00E753BD" w:rsidRDefault="00DD2AC3" w:rsidP="00BB3B15"/>
    <w:p w:rsidR="00DD2AC3" w:rsidRPr="00E753BD" w:rsidRDefault="00DD2AC3" w:rsidP="00BB3B15"/>
    <w:p w:rsidR="00DD2AC3" w:rsidRPr="00E753BD" w:rsidRDefault="00DD2AC3" w:rsidP="00BB3B15"/>
    <w:p w:rsidR="00DD2AC3" w:rsidRPr="00E753BD" w:rsidRDefault="00DD2AC3" w:rsidP="00BB3B15"/>
    <w:p w:rsidR="00DD2AC3" w:rsidRPr="00E753BD" w:rsidRDefault="00DD2AC3" w:rsidP="00BB3B15">
      <w:pPr>
        <w:tabs>
          <w:tab w:val="left" w:pos="2610"/>
          <w:tab w:val="center" w:pos="4536"/>
        </w:tabs>
        <w:rPr>
          <w:b/>
          <w:sz w:val="28"/>
          <w:szCs w:val="28"/>
        </w:rPr>
      </w:pPr>
      <w:r w:rsidRPr="00E753BD">
        <w:rPr>
          <w:b/>
          <w:sz w:val="28"/>
          <w:szCs w:val="28"/>
        </w:rPr>
        <w:tab/>
      </w:r>
      <w:r w:rsidRPr="00E753BD">
        <w:rPr>
          <w:b/>
          <w:sz w:val="28"/>
          <w:szCs w:val="28"/>
        </w:rPr>
        <w:tab/>
        <w:t>201</w:t>
      </w:r>
      <w:r>
        <w:rPr>
          <w:b/>
          <w:sz w:val="28"/>
          <w:szCs w:val="28"/>
        </w:rPr>
        <w:t>4</w:t>
      </w:r>
      <w:r w:rsidRPr="00E753BD">
        <w:rPr>
          <w:b/>
          <w:sz w:val="28"/>
          <w:szCs w:val="28"/>
        </w:rPr>
        <w:t>.</w:t>
      </w:r>
    </w:p>
    <w:p w:rsidR="00DD2AC3" w:rsidRPr="00E753BD" w:rsidRDefault="00DD2AC3" w:rsidP="00BB3B15">
      <w:pPr>
        <w:jc w:val="center"/>
        <w:sectPr w:rsidR="00DD2AC3" w:rsidRPr="00E753BD" w:rsidSect="00443376">
          <w:footerReference w:type="default" r:id="rId8"/>
          <w:pgSz w:w="11906" w:h="16838"/>
          <w:pgMar w:top="1418" w:right="1418" w:bottom="567" w:left="1418" w:header="709" w:footer="709" w:gutter="0"/>
          <w:pgBorders w:display="firstPage" w:offsetFrom="page">
            <w:top w:val="single" w:sz="36" w:space="24" w:color="008000"/>
            <w:left w:val="single" w:sz="36" w:space="24" w:color="008000"/>
            <w:bottom w:val="single" w:sz="36" w:space="24" w:color="008000"/>
            <w:right w:val="single" w:sz="36" w:space="24" w:color="008000"/>
          </w:pgBorders>
          <w:pgNumType w:start="1"/>
          <w:cols w:space="708"/>
          <w:docGrid w:linePitch="360"/>
        </w:sectPr>
      </w:pPr>
    </w:p>
    <w:p w:rsidR="00DD2AC3" w:rsidRPr="00E753BD" w:rsidRDefault="00DD2AC3" w:rsidP="00BB3B15">
      <w:pPr>
        <w:jc w:val="center"/>
      </w:pPr>
    </w:p>
    <w:p w:rsidR="00DD2AC3" w:rsidRDefault="00DD2AC3" w:rsidP="00BB3B15">
      <w:pPr>
        <w:pStyle w:val="Pont1"/>
        <w:spacing w:before="0"/>
        <w:rPr>
          <w:szCs w:val="24"/>
        </w:rPr>
      </w:pPr>
      <w:r w:rsidRPr="00E753BD">
        <w:rPr>
          <w:szCs w:val="24"/>
        </w:rPr>
        <w:t>Változáskezelés</w:t>
      </w:r>
    </w:p>
    <w:p w:rsidR="00DD2AC3" w:rsidRDefault="00DD2AC3" w:rsidP="00BB3B15">
      <w:pPr>
        <w:pStyle w:val="Pont1"/>
        <w:spacing w:before="0"/>
        <w:rPr>
          <w:szCs w:val="24"/>
        </w:rPr>
      </w:pPr>
    </w:p>
    <w:p w:rsidR="00DD2AC3" w:rsidRPr="00E753BD" w:rsidRDefault="00DD2AC3" w:rsidP="00BB3B15">
      <w:pPr>
        <w:pStyle w:val="Pont1"/>
        <w:spacing w:before="0"/>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5"/>
        <w:gridCol w:w="2494"/>
        <w:gridCol w:w="1772"/>
        <w:gridCol w:w="474"/>
        <w:gridCol w:w="3568"/>
        <w:gridCol w:w="473"/>
      </w:tblGrid>
      <w:tr w:rsidR="00DD2AC3" w:rsidRPr="00E753BD" w:rsidTr="00864FB4">
        <w:trPr>
          <w:cantSplit/>
          <w:trHeight w:val="1134"/>
        </w:trPr>
        <w:tc>
          <w:tcPr>
            <w:tcW w:w="272" w:type="pct"/>
            <w:textDirection w:val="btLr"/>
            <w:vAlign w:val="center"/>
          </w:tcPr>
          <w:p w:rsidR="00DD2AC3" w:rsidRPr="00E753BD" w:rsidRDefault="00DD2AC3" w:rsidP="00443376">
            <w:pPr>
              <w:pStyle w:val="Pont1"/>
              <w:spacing w:before="0" w:after="0"/>
              <w:ind w:left="113" w:right="113"/>
              <w:jc w:val="center"/>
              <w:rPr>
                <w:sz w:val="20"/>
              </w:rPr>
            </w:pPr>
            <w:r w:rsidRPr="00E753BD">
              <w:rPr>
                <w:sz w:val="20"/>
              </w:rPr>
              <w:t>Módosítás sorszáma</w:t>
            </w:r>
          </w:p>
        </w:tc>
        <w:tc>
          <w:tcPr>
            <w:tcW w:w="1343" w:type="pct"/>
            <w:vAlign w:val="center"/>
          </w:tcPr>
          <w:p w:rsidR="00DD2AC3" w:rsidRPr="00E753BD" w:rsidRDefault="00DD2AC3" w:rsidP="00443376">
            <w:pPr>
              <w:pStyle w:val="Pont1"/>
              <w:spacing w:before="0" w:after="0"/>
              <w:jc w:val="center"/>
              <w:rPr>
                <w:sz w:val="20"/>
              </w:rPr>
            </w:pPr>
            <w:r w:rsidRPr="00E753BD">
              <w:rPr>
                <w:sz w:val="20"/>
              </w:rPr>
              <w:t>Határozatszám</w:t>
            </w:r>
          </w:p>
        </w:tc>
        <w:tc>
          <w:tcPr>
            <w:tcW w:w="954" w:type="pct"/>
            <w:vAlign w:val="center"/>
          </w:tcPr>
          <w:p w:rsidR="00DD2AC3" w:rsidRPr="00E753BD" w:rsidRDefault="00DD2AC3" w:rsidP="00443376">
            <w:pPr>
              <w:pStyle w:val="Pont1"/>
              <w:spacing w:before="0" w:after="0"/>
              <w:jc w:val="center"/>
              <w:rPr>
                <w:sz w:val="20"/>
              </w:rPr>
            </w:pPr>
            <w:r w:rsidRPr="00E753BD">
              <w:rPr>
                <w:sz w:val="20"/>
              </w:rPr>
              <w:t>Hatálya/Bevezetés módja</w:t>
            </w:r>
          </w:p>
        </w:tc>
        <w:tc>
          <w:tcPr>
            <w:tcW w:w="255" w:type="pct"/>
            <w:textDirection w:val="btLr"/>
            <w:vAlign w:val="center"/>
          </w:tcPr>
          <w:p w:rsidR="00DD2AC3" w:rsidRPr="00E753BD" w:rsidRDefault="00DD2AC3" w:rsidP="00443376">
            <w:pPr>
              <w:pStyle w:val="Pont1"/>
              <w:spacing w:before="0" w:after="0"/>
              <w:ind w:left="113" w:right="113"/>
              <w:jc w:val="center"/>
              <w:rPr>
                <w:sz w:val="20"/>
              </w:rPr>
            </w:pPr>
            <w:r w:rsidRPr="00E753BD">
              <w:rPr>
                <w:sz w:val="20"/>
              </w:rPr>
              <w:t>Bekezdés sorszáma</w:t>
            </w:r>
          </w:p>
        </w:tc>
        <w:tc>
          <w:tcPr>
            <w:tcW w:w="1921" w:type="pct"/>
            <w:vAlign w:val="center"/>
          </w:tcPr>
          <w:p w:rsidR="00DD2AC3" w:rsidRPr="00E753BD" w:rsidRDefault="00DD2AC3" w:rsidP="00443376">
            <w:pPr>
              <w:pStyle w:val="Pont1"/>
              <w:spacing w:before="0" w:after="0"/>
              <w:jc w:val="center"/>
              <w:rPr>
                <w:sz w:val="20"/>
              </w:rPr>
            </w:pPr>
            <w:r w:rsidRPr="00E753BD">
              <w:rPr>
                <w:sz w:val="20"/>
              </w:rPr>
              <w:t>Módosítás címe</w:t>
            </w:r>
          </w:p>
        </w:tc>
        <w:tc>
          <w:tcPr>
            <w:tcW w:w="254" w:type="pct"/>
            <w:textDirection w:val="btLr"/>
            <w:vAlign w:val="center"/>
          </w:tcPr>
          <w:p w:rsidR="00DD2AC3" w:rsidRPr="00E753BD" w:rsidRDefault="00DD2AC3" w:rsidP="00443376">
            <w:pPr>
              <w:pStyle w:val="Pont1"/>
              <w:spacing w:before="0" w:after="0"/>
              <w:ind w:left="113" w:right="113"/>
              <w:jc w:val="center"/>
              <w:rPr>
                <w:sz w:val="20"/>
              </w:rPr>
            </w:pPr>
            <w:r w:rsidRPr="00E753BD">
              <w:rPr>
                <w:sz w:val="20"/>
              </w:rPr>
              <w:t>Oldal</w:t>
            </w:r>
          </w:p>
        </w:tc>
      </w:tr>
      <w:tr w:rsidR="00DD2AC3" w:rsidRPr="00E753BD" w:rsidTr="00864FB4">
        <w:trPr>
          <w:trHeight w:val="567"/>
        </w:trPr>
        <w:tc>
          <w:tcPr>
            <w:tcW w:w="272" w:type="pct"/>
            <w:vAlign w:val="center"/>
          </w:tcPr>
          <w:p w:rsidR="00DD2AC3" w:rsidRPr="00E753BD" w:rsidRDefault="00DD2AC3" w:rsidP="00443376">
            <w:r>
              <w:t>1.</w:t>
            </w:r>
          </w:p>
        </w:tc>
        <w:tc>
          <w:tcPr>
            <w:tcW w:w="1343" w:type="pct"/>
            <w:vAlign w:val="center"/>
          </w:tcPr>
          <w:p w:rsidR="00DD2AC3" w:rsidRPr="00E753BD" w:rsidRDefault="00DD2AC3" w:rsidP="00443376">
            <w:r>
              <w:t>184/2008 (IX.17.) KT Határozat</w:t>
            </w:r>
          </w:p>
        </w:tc>
        <w:tc>
          <w:tcPr>
            <w:tcW w:w="954" w:type="pct"/>
            <w:vAlign w:val="center"/>
          </w:tcPr>
          <w:p w:rsidR="00DD2AC3" w:rsidRPr="00E753BD" w:rsidRDefault="00DD2AC3" w:rsidP="00443376">
            <w:r>
              <w:t>felmenő rendszerben</w:t>
            </w:r>
          </w:p>
        </w:tc>
        <w:tc>
          <w:tcPr>
            <w:tcW w:w="255" w:type="pct"/>
            <w:vAlign w:val="center"/>
          </w:tcPr>
          <w:p w:rsidR="00DD2AC3" w:rsidRPr="00E753BD" w:rsidRDefault="00DD2AC3" w:rsidP="00443376"/>
        </w:tc>
        <w:tc>
          <w:tcPr>
            <w:tcW w:w="1921" w:type="pct"/>
            <w:vAlign w:val="center"/>
          </w:tcPr>
          <w:p w:rsidR="00DD2AC3" w:rsidRPr="00E753BD" w:rsidRDefault="00DD2AC3" w:rsidP="00443376">
            <w:r>
              <w:t>levelező tagozat  modelltanterv módosítása</w:t>
            </w:r>
          </w:p>
        </w:tc>
        <w:tc>
          <w:tcPr>
            <w:tcW w:w="254" w:type="pct"/>
            <w:vAlign w:val="center"/>
          </w:tcPr>
          <w:p w:rsidR="00DD2AC3" w:rsidRPr="00E753BD" w:rsidRDefault="00DD2AC3" w:rsidP="00443376"/>
        </w:tc>
      </w:tr>
      <w:tr w:rsidR="00DD2AC3" w:rsidRPr="00E753BD" w:rsidTr="00864FB4">
        <w:trPr>
          <w:trHeight w:val="567"/>
        </w:trPr>
        <w:tc>
          <w:tcPr>
            <w:tcW w:w="272" w:type="pct"/>
            <w:vAlign w:val="center"/>
          </w:tcPr>
          <w:p w:rsidR="00DD2AC3" w:rsidRPr="00E753BD" w:rsidRDefault="00DD2AC3" w:rsidP="00443376">
            <w:r>
              <w:t>2.</w:t>
            </w:r>
          </w:p>
        </w:tc>
        <w:tc>
          <w:tcPr>
            <w:tcW w:w="1343" w:type="pct"/>
          </w:tcPr>
          <w:p w:rsidR="00DD2AC3" w:rsidRDefault="00DD2AC3" w:rsidP="00D21BE5">
            <w:r>
              <w:t>230</w:t>
            </w:r>
            <w:r w:rsidRPr="00EF3051">
              <w:t>/2008 (</w:t>
            </w:r>
            <w:r>
              <w:t>XII</w:t>
            </w:r>
            <w:r w:rsidRPr="00EF3051">
              <w:t>.1</w:t>
            </w:r>
            <w:r>
              <w:t>8.</w:t>
            </w:r>
            <w:r w:rsidRPr="00EF3051">
              <w:t>) KT Határozat</w:t>
            </w:r>
          </w:p>
        </w:tc>
        <w:tc>
          <w:tcPr>
            <w:tcW w:w="954" w:type="pct"/>
            <w:vAlign w:val="center"/>
          </w:tcPr>
          <w:p w:rsidR="00DD2AC3" w:rsidRPr="00E753BD" w:rsidRDefault="00DD2AC3" w:rsidP="004F3B71">
            <w:r>
              <w:t>felmenő rendszerben</w:t>
            </w:r>
          </w:p>
        </w:tc>
        <w:tc>
          <w:tcPr>
            <w:tcW w:w="255" w:type="pct"/>
            <w:vAlign w:val="center"/>
          </w:tcPr>
          <w:p w:rsidR="00DD2AC3" w:rsidRPr="00E753BD" w:rsidRDefault="00DD2AC3" w:rsidP="00443376"/>
        </w:tc>
        <w:tc>
          <w:tcPr>
            <w:tcW w:w="1921" w:type="pct"/>
          </w:tcPr>
          <w:p w:rsidR="00DD2AC3" w:rsidRDefault="00DD2AC3">
            <w:r>
              <w:t>nappali</w:t>
            </w:r>
            <w:r w:rsidRPr="00CF246D">
              <w:t xml:space="preserve"> tagozat  modelltanterv módosítása</w:t>
            </w:r>
          </w:p>
        </w:tc>
        <w:tc>
          <w:tcPr>
            <w:tcW w:w="254" w:type="pct"/>
            <w:vAlign w:val="center"/>
          </w:tcPr>
          <w:p w:rsidR="00DD2AC3" w:rsidRPr="00E753BD" w:rsidRDefault="00DD2AC3" w:rsidP="00443376"/>
        </w:tc>
      </w:tr>
      <w:tr w:rsidR="00DD2AC3" w:rsidRPr="00E753BD" w:rsidTr="00864FB4">
        <w:trPr>
          <w:trHeight w:val="567"/>
        </w:trPr>
        <w:tc>
          <w:tcPr>
            <w:tcW w:w="272" w:type="pct"/>
            <w:vAlign w:val="center"/>
          </w:tcPr>
          <w:p w:rsidR="00DD2AC3" w:rsidRPr="00E753BD" w:rsidRDefault="00DD2AC3" w:rsidP="00443376">
            <w:r>
              <w:t>3.</w:t>
            </w:r>
          </w:p>
        </w:tc>
        <w:tc>
          <w:tcPr>
            <w:tcW w:w="1343" w:type="pct"/>
          </w:tcPr>
          <w:p w:rsidR="00DD2AC3" w:rsidRDefault="00DD2AC3" w:rsidP="00D21BE5">
            <w:r>
              <w:t>92</w:t>
            </w:r>
            <w:r w:rsidRPr="00EF3051">
              <w:t>/200</w:t>
            </w:r>
            <w:r>
              <w:t>9</w:t>
            </w:r>
            <w:r w:rsidRPr="00EF3051">
              <w:t xml:space="preserve"> (</w:t>
            </w:r>
            <w:r>
              <w:t>V</w:t>
            </w:r>
            <w:r w:rsidRPr="00EF3051">
              <w:t>.</w:t>
            </w:r>
            <w:r>
              <w:t>6.</w:t>
            </w:r>
            <w:r w:rsidRPr="00EF3051">
              <w:t>) KT Határozat</w:t>
            </w:r>
          </w:p>
        </w:tc>
        <w:tc>
          <w:tcPr>
            <w:tcW w:w="954" w:type="pct"/>
            <w:vAlign w:val="center"/>
          </w:tcPr>
          <w:p w:rsidR="00DD2AC3" w:rsidRPr="00E753BD" w:rsidRDefault="00DD2AC3" w:rsidP="004F3B71">
            <w:r>
              <w:t>felmenő rendsz</w:t>
            </w:r>
            <w:bookmarkStart w:id="0" w:name="_GoBack"/>
            <w:bookmarkEnd w:id="0"/>
            <w:r>
              <w:t>erben</w:t>
            </w:r>
          </w:p>
        </w:tc>
        <w:tc>
          <w:tcPr>
            <w:tcW w:w="255" w:type="pct"/>
            <w:vAlign w:val="center"/>
          </w:tcPr>
          <w:p w:rsidR="00DD2AC3" w:rsidRPr="00E753BD" w:rsidRDefault="00DD2AC3" w:rsidP="00443376"/>
        </w:tc>
        <w:tc>
          <w:tcPr>
            <w:tcW w:w="1921" w:type="pct"/>
          </w:tcPr>
          <w:p w:rsidR="00DD2AC3" w:rsidRDefault="00DD2AC3">
            <w:r w:rsidRPr="00CF246D">
              <w:t>levelező tagozat  modelltanterv módosítása</w:t>
            </w:r>
          </w:p>
        </w:tc>
        <w:tc>
          <w:tcPr>
            <w:tcW w:w="254" w:type="pct"/>
            <w:vAlign w:val="center"/>
          </w:tcPr>
          <w:p w:rsidR="00DD2AC3" w:rsidRPr="00E753BD" w:rsidRDefault="00DD2AC3" w:rsidP="00443376"/>
        </w:tc>
      </w:tr>
      <w:tr w:rsidR="00DD2AC3" w:rsidRPr="00E753BD" w:rsidTr="00864FB4">
        <w:trPr>
          <w:trHeight w:val="567"/>
        </w:trPr>
        <w:tc>
          <w:tcPr>
            <w:tcW w:w="272" w:type="pct"/>
            <w:vAlign w:val="center"/>
          </w:tcPr>
          <w:p w:rsidR="00DD2AC3" w:rsidRPr="00E753BD" w:rsidRDefault="00DD2AC3" w:rsidP="00443376">
            <w:r>
              <w:t>4.</w:t>
            </w:r>
          </w:p>
        </w:tc>
        <w:tc>
          <w:tcPr>
            <w:tcW w:w="1343" w:type="pct"/>
          </w:tcPr>
          <w:p w:rsidR="00DD2AC3" w:rsidRDefault="00DD2AC3" w:rsidP="00D21BE5">
            <w:r>
              <w:t>25</w:t>
            </w:r>
            <w:r w:rsidRPr="00EF3051">
              <w:t>/20</w:t>
            </w:r>
            <w:r>
              <w:t>12</w:t>
            </w:r>
            <w:r w:rsidRPr="00EF3051">
              <w:t xml:space="preserve"> (</w:t>
            </w:r>
            <w:r>
              <w:t>III</w:t>
            </w:r>
            <w:r w:rsidRPr="00EF3051">
              <w:t>.1</w:t>
            </w:r>
            <w:r>
              <w:t>4.</w:t>
            </w:r>
            <w:r w:rsidRPr="00EF3051">
              <w:t>) KT Határozat</w:t>
            </w:r>
          </w:p>
        </w:tc>
        <w:tc>
          <w:tcPr>
            <w:tcW w:w="954" w:type="pct"/>
            <w:vAlign w:val="center"/>
          </w:tcPr>
          <w:p w:rsidR="00DD2AC3" w:rsidRPr="00E753BD" w:rsidRDefault="00DD2AC3" w:rsidP="004F3B71">
            <w:r>
              <w:t>felmenő rendszerben</w:t>
            </w:r>
          </w:p>
        </w:tc>
        <w:tc>
          <w:tcPr>
            <w:tcW w:w="255" w:type="pct"/>
            <w:vAlign w:val="center"/>
          </w:tcPr>
          <w:p w:rsidR="00DD2AC3" w:rsidRPr="00E753BD" w:rsidRDefault="00DD2AC3" w:rsidP="00443376"/>
        </w:tc>
        <w:tc>
          <w:tcPr>
            <w:tcW w:w="1921" w:type="pct"/>
          </w:tcPr>
          <w:p w:rsidR="00DD2AC3" w:rsidRDefault="00DD2AC3">
            <w:r>
              <w:t xml:space="preserve">nappali és </w:t>
            </w:r>
            <w:r w:rsidRPr="00CF246D">
              <w:t>levelező tagozat  modelltanterv módosítása</w:t>
            </w:r>
          </w:p>
        </w:tc>
        <w:tc>
          <w:tcPr>
            <w:tcW w:w="254" w:type="pct"/>
            <w:vAlign w:val="center"/>
          </w:tcPr>
          <w:p w:rsidR="00DD2AC3" w:rsidRPr="00E753BD" w:rsidRDefault="00DD2AC3" w:rsidP="00443376"/>
        </w:tc>
      </w:tr>
      <w:tr w:rsidR="00DD2AC3" w:rsidRPr="00E753BD" w:rsidTr="00864FB4">
        <w:trPr>
          <w:trHeight w:val="567"/>
        </w:trPr>
        <w:tc>
          <w:tcPr>
            <w:tcW w:w="272" w:type="pct"/>
            <w:vAlign w:val="center"/>
          </w:tcPr>
          <w:p w:rsidR="00DD2AC3" w:rsidRPr="00E753BD" w:rsidRDefault="00DD2AC3" w:rsidP="00443376">
            <w:r>
              <w:t>5.</w:t>
            </w:r>
          </w:p>
        </w:tc>
        <w:tc>
          <w:tcPr>
            <w:tcW w:w="1343" w:type="pct"/>
          </w:tcPr>
          <w:p w:rsidR="00DD2AC3" w:rsidRDefault="00DD2AC3" w:rsidP="00D21BE5">
            <w:r>
              <w:t>116</w:t>
            </w:r>
            <w:r w:rsidRPr="00EF3051">
              <w:t>/20</w:t>
            </w:r>
            <w:r>
              <w:t>12</w:t>
            </w:r>
            <w:r w:rsidRPr="00EF3051">
              <w:t xml:space="preserve"> (</w:t>
            </w:r>
            <w:r>
              <w:t>VI</w:t>
            </w:r>
            <w:r w:rsidRPr="00EF3051">
              <w:t>.</w:t>
            </w:r>
            <w:r>
              <w:t>25.</w:t>
            </w:r>
            <w:r w:rsidRPr="00EF3051">
              <w:t>) KT Határozat</w:t>
            </w:r>
          </w:p>
        </w:tc>
        <w:tc>
          <w:tcPr>
            <w:tcW w:w="954" w:type="pct"/>
            <w:vAlign w:val="center"/>
          </w:tcPr>
          <w:p w:rsidR="00DD2AC3" w:rsidRPr="00E753BD" w:rsidRDefault="00DD2AC3" w:rsidP="004F3B71">
            <w:r>
              <w:t>felmenő rendszerben</w:t>
            </w:r>
          </w:p>
        </w:tc>
        <w:tc>
          <w:tcPr>
            <w:tcW w:w="255" w:type="pct"/>
            <w:vAlign w:val="center"/>
          </w:tcPr>
          <w:p w:rsidR="00DD2AC3" w:rsidRPr="00E753BD" w:rsidRDefault="00DD2AC3" w:rsidP="00443376"/>
        </w:tc>
        <w:tc>
          <w:tcPr>
            <w:tcW w:w="1921" w:type="pct"/>
          </w:tcPr>
          <w:p w:rsidR="00DD2AC3" w:rsidRDefault="00DD2AC3">
            <w:r>
              <w:t xml:space="preserve">nappali és </w:t>
            </w:r>
            <w:r w:rsidRPr="00CF246D">
              <w:t>levelező tagozat  modelltanterv módosítása</w:t>
            </w:r>
          </w:p>
        </w:tc>
        <w:tc>
          <w:tcPr>
            <w:tcW w:w="254" w:type="pct"/>
            <w:vAlign w:val="center"/>
          </w:tcPr>
          <w:p w:rsidR="00DD2AC3" w:rsidRPr="00E753BD" w:rsidRDefault="00DD2AC3" w:rsidP="00443376"/>
        </w:tc>
      </w:tr>
      <w:tr w:rsidR="00DD2AC3" w:rsidRPr="00E753BD" w:rsidTr="00864FB4">
        <w:trPr>
          <w:trHeight w:val="567"/>
        </w:trPr>
        <w:tc>
          <w:tcPr>
            <w:tcW w:w="272" w:type="pct"/>
            <w:vAlign w:val="center"/>
          </w:tcPr>
          <w:p w:rsidR="00DD2AC3" w:rsidRPr="00E753BD" w:rsidRDefault="00DD2AC3" w:rsidP="00443376">
            <w:r>
              <w:t>6.</w:t>
            </w:r>
          </w:p>
        </w:tc>
        <w:tc>
          <w:tcPr>
            <w:tcW w:w="1343" w:type="pct"/>
          </w:tcPr>
          <w:p w:rsidR="00DD2AC3" w:rsidRDefault="00DD2AC3" w:rsidP="00D21BE5">
            <w:r>
              <w:t>11</w:t>
            </w:r>
            <w:r w:rsidRPr="00EF3051">
              <w:t>/20</w:t>
            </w:r>
            <w:r>
              <w:t>13</w:t>
            </w:r>
            <w:r w:rsidRPr="00EF3051">
              <w:t xml:space="preserve"> (</w:t>
            </w:r>
            <w:r>
              <w:t>III</w:t>
            </w:r>
            <w:r w:rsidRPr="00EF3051">
              <w:t>.</w:t>
            </w:r>
            <w:r>
              <w:t>6.</w:t>
            </w:r>
            <w:r w:rsidRPr="00EF3051">
              <w:t>) KT Határozat</w:t>
            </w:r>
          </w:p>
        </w:tc>
        <w:tc>
          <w:tcPr>
            <w:tcW w:w="954" w:type="pct"/>
            <w:vAlign w:val="center"/>
          </w:tcPr>
          <w:p w:rsidR="00DD2AC3" w:rsidRPr="00E753BD" w:rsidRDefault="00DD2AC3" w:rsidP="00443376">
            <w:r>
              <w:t>2012-2013 tanév                     2. félévétől</w:t>
            </w:r>
          </w:p>
        </w:tc>
        <w:tc>
          <w:tcPr>
            <w:tcW w:w="255" w:type="pct"/>
            <w:vAlign w:val="center"/>
          </w:tcPr>
          <w:p w:rsidR="00DD2AC3" w:rsidRPr="00E753BD" w:rsidRDefault="00DD2AC3" w:rsidP="00443376"/>
        </w:tc>
        <w:tc>
          <w:tcPr>
            <w:tcW w:w="1921" w:type="pct"/>
          </w:tcPr>
          <w:p w:rsidR="00DD2AC3" w:rsidRDefault="00DD2AC3">
            <w:r w:rsidRPr="001C32B9">
              <w:t>nappali és levelező tagozat  modelltanterv módosítása</w:t>
            </w:r>
          </w:p>
        </w:tc>
        <w:tc>
          <w:tcPr>
            <w:tcW w:w="254" w:type="pct"/>
            <w:vAlign w:val="center"/>
          </w:tcPr>
          <w:p w:rsidR="00DD2AC3" w:rsidRPr="00E753BD" w:rsidRDefault="00DD2AC3" w:rsidP="00443376"/>
        </w:tc>
      </w:tr>
      <w:tr w:rsidR="00DD2AC3" w:rsidRPr="00E753BD" w:rsidTr="00864FB4">
        <w:trPr>
          <w:trHeight w:val="567"/>
        </w:trPr>
        <w:tc>
          <w:tcPr>
            <w:tcW w:w="272" w:type="pct"/>
            <w:vAlign w:val="center"/>
          </w:tcPr>
          <w:p w:rsidR="00DD2AC3" w:rsidRPr="00E753BD" w:rsidRDefault="00DD2AC3" w:rsidP="00443376">
            <w:r>
              <w:t>7.</w:t>
            </w:r>
          </w:p>
        </w:tc>
        <w:tc>
          <w:tcPr>
            <w:tcW w:w="1343" w:type="pct"/>
          </w:tcPr>
          <w:p w:rsidR="00DD2AC3" w:rsidRDefault="00DD2AC3" w:rsidP="00D21BE5">
            <w:r w:rsidRPr="00EF3051">
              <w:t>1</w:t>
            </w:r>
            <w:r>
              <w:t>25</w:t>
            </w:r>
            <w:r w:rsidRPr="00EF3051">
              <w:t>/20</w:t>
            </w:r>
            <w:r>
              <w:t>13 (</w:t>
            </w:r>
            <w:r w:rsidRPr="00EF3051">
              <w:t>X.1</w:t>
            </w:r>
            <w:r>
              <w:t>6.</w:t>
            </w:r>
            <w:r w:rsidRPr="00EF3051">
              <w:t>) KT Határozat</w:t>
            </w:r>
          </w:p>
        </w:tc>
        <w:tc>
          <w:tcPr>
            <w:tcW w:w="954" w:type="pct"/>
            <w:vAlign w:val="center"/>
          </w:tcPr>
          <w:p w:rsidR="00DD2AC3" w:rsidRPr="00E753BD" w:rsidRDefault="00DD2AC3" w:rsidP="00443376">
            <w:r>
              <w:t>2013- 2014 tanév                 1. félévétől</w:t>
            </w:r>
          </w:p>
        </w:tc>
        <w:tc>
          <w:tcPr>
            <w:tcW w:w="255" w:type="pct"/>
            <w:vAlign w:val="center"/>
          </w:tcPr>
          <w:p w:rsidR="00DD2AC3" w:rsidRPr="00E753BD" w:rsidRDefault="00DD2AC3" w:rsidP="00443376"/>
        </w:tc>
        <w:tc>
          <w:tcPr>
            <w:tcW w:w="1921" w:type="pct"/>
          </w:tcPr>
          <w:p w:rsidR="00DD2AC3" w:rsidRDefault="00DD2AC3">
            <w:r w:rsidRPr="001C32B9">
              <w:t>nappali és levelező tagozat  modelltanterv módosítása</w:t>
            </w:r>
          </w:p>
        </w:tc>
        <w:tc>
          <w:tcPr>
            <w:tcW w:w="254" w:type="pct"/>
            <w:vAlign w:val="center"/>
          </w:tcPr>
          <w:p w:rsidR="00DD2AC3" w:rsidRPr="00E753BD" w:rsidRDefault="00DD2AC3" w:rsidP="00443376"/>
        </w:tc>
      </w:tr>
    </w:tbl>
    <w:p w:rsidR="00DD2AC3" w:rsidRPr="00E753BD" w:rsidRDefault="00DD2AC3" w:rsidP="00BB3B15">
      <w:pPr>
        <w:rPr>
          <w:b/>
        </w:rPr>
      </w:pPr>
    </w:p>
    <w:p w:rsidR="00DD2AC3" w:rsidRPr="00E753BD" w:rsidRDefault="00DD2AC3" w:rsidP="00BB3B15">
      <w:r w:rsidRPr="00E753BD">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DD2AC3" w:rsidRPr="00E753BD" w:rsidTr="00443376">
        <w:tc>
          <w:tcPr>
            <w:tcW w:w="9286" w:type="dxa"/>
            <w:vAlign w:val="center"/>
          </w:tcPr>
          <w:p w:rsidR="00DD2AC3" w:rsidRPr="00E753BD" w:rsidRDefault="00DD2AC3" w:rsidP="00443376">
            <w:pPr>
              <w:pStyle w:val="Heading1"/>
              <w:rPr>
                <w:rFonts w:ascii="Times New Roman" w:hAnsi="Times New Roman"/>
                <w:sz w:val="28"/>
              </w:rPr>
            </w:pPr>
            <w:smartTag w:uri="urn:schemas-microsoft-com:office:smarttags" w:element="metricconverter">
              <w:smartTagPr>
                <w:attr w:name="ProductID" w:val="1. A"/>
              </w:smartTagPr>
              <w:r w:rsidRPr="00E753BD">
                <w:rPr>
                  <w:rFonts w:ascii="Times New Roman" w:hAnsi="Times New Roman"/>
                  <w:sz w:val="28"/>
                </w:rPr>
                <w:t>1. A</w:t>
              </w:r>
            </w:smartTag>
            <w:r w:rsidRPr="00E753BD">
              <w:rPr>
                <w:rFonts w:ascii="Times New Roman" w:hAnsi="Times New Roman"/>
                <w:sz w:val="28"/>
              </w:rPr>
              <w:t xml:space="preserve"> SZAK ENGEDÉLYEZÉSE ÉS AKKREDITÁCIÓJA</w:t>
            </w:r>
          </w:p>
        </w:tc>
      </w:tr>
      <w:tr w:rsidR="00DD2AC3" w:rsidRPr="00E753BD" w:rsidTr="00443376">
        <w:tc>
          <w:tcPr>
            <w:tcW w:w="9286" w:type="dxa"/>
          </w:tcPr>
          <w:p w:rsidR="00DD2AC3" w:rsidRPr="00E753BD" w:rsidRDefault="00DD2AC3" w:rsidP="00443376">
            <w:pPr>
              <w:jc w:val="both"/>
            </w:pPr>
            <w:r w:rsidRPr="00E753BD">
              <w:t>Szenátusi határozat száma:</w:t>
            </w:r>
          </w:p>
          <w:p w:rsidR="00DD2AC3" w:rsidRPr="00E753BD" w:rsidRDefault="00DD2AC3" w:rsidP="00443376">
            <w:pPr>
              <w:jc w:val="both"/>
            </w:pPr>
            <w:r w:rsidRPr="00E753BD">
              <w:t>MAB határozat száma:</w:t>
            </w:r>
          </w:p>
          <w:p w:rsidR="00DD2AC3" w:rsidRPr="00E753BD" w:rsidRDefault="00DD2AC3" w:rsidP="00443376">
            <w:pPr>
              <w:jc w:val="both"/>
            </w:pPr>
            <w:r w:rsidRPr="00E753BD">
              <w:t>OH regisztráció száma</w:t>
            </w:r>
          </w:p>
          <w:p w:rsidR="00DD2AC3" w:rsidRPr="00E753BD" w:rsidRDefault="00DD2AC3" w:rsidP="00443376"/>
        </w:tc>
      </w:tr>
    </w:tbl>
    <w:p w:rsidR="00DD2AC3" w:rsidRPr="00E753BD" w:rsidRDefault="00DD2AC3" w:rsidP="00BB3B1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DD2AC3" w:rsidRPr="00E753BD" w:rsidTr="00443376">
        <w:tc>
          <w:tcPr>
            <w:tcW w:w="5000" w:type="pct"/>
            <w:vAlign w:val="center"/>
          </w:tcPr>
          <w:p w:rsidR="00DD2AC3" w:rsidRPr="00E753BD" w:rsidRDefault="00DD2AC3" w:rsidP="00443376">
            <w:pPr>
              <w:pStyle w:val="Heading1"/>
              <w:rPr>
                <w:rFonts w:ascii="Times New Roman" w:hAnsi="Times New Roman"/>
                <w:sz w:val="28"/>
              </w:rPr>
            </w:pPr>
            <w:r w:rsidRPr="00E753BD">
              <w:rPr>
                <w:rFonts w:ascii="Times New Roman" w:hAnsi="Times New Roman"/>
                <w:sz w:val="28"/>
              </w:rPr>
              <w:t>2. KÉPZÉSI TERÜLET, SZAKMACSOPORT:</w:t>
            </w:r>
          </w:p>
        </w:tc>
      </w:tr>
      <w:tr w:rsidR="00DD2AC3" w:rsidRPr="00E753BD" w:rsidTr="00443376">
        <w:tc>
          <w:tcPr>
            <w:tcW w:w="5000" w:type="pct"/>
          </w:tcPr>
          <w:p w:rsidR="00DD2AC3" w:rsidRPr="00E753BD" w:rsidRDefault="00DD2AC3" w:rsidP="00443376">
            <w:pPr>
              <w:jc w:val="both"/>
            </w:pPr>
          </w:p>
          <w:p w:rsidR="00DD2AC3" w:rsidRPr="00E753BD" w:rsidRDefault="00DD2AC3" w:rsidP="00443376">
            <w:pPr>
              <w:jc w:val="both"/>
            </w:pPr>
            <w:r>
              <w:t>agrár</w:t>
            </w:r>
          </w:p>
        </w:tc>
      </w:tr>
    </w:tbl>
    <w:p w:rsidR="00DD2AC3" w:rsidRDefault="00DD2AC3" w:rsidP="00BB3B15"/>
    <w:p w:rsidR="00DD2AC3" w:rsidRPr="00E753BD" w:rsidRDefault="00DD2AC3" w:rsidP="00BB3B15"/>
    <w:p w:rsidR="00DD2AC3" w:rsidRPr="00E753BD" w:rsidRDefault="00DD2AC3" w:rsidP="00BB3B1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DD2AC3" w:rsidRPr="00E753BD" w:rsidTr="00443376">
        <w:tc>
          <w:tcPr>
            <w:tcW w:w="5000" w:type="pct"/>
            <w:vAlign w:val="center"/>
          </w:tcPr>
          <w:p w:rsidR="00DD2AC3" w:rsidRPr="00E753BD" w:rsidRDefault="00DD2AC3" w:rsidP="00443376">
            <w:pPr>
              <w:pStyle w:val="Heading1"/>
              <w:rPr>
                <w:rFonts w:ascii="Times New Roman" w:hAnsi="Times New Roman"/>
                <w:sz w:val="28"/>
              </w:rPr>
            </w:pPr>
            <w:smartTag w:uri="urn:schemas-microsoft-com:office:smarttags" w:element="metricconverter">
              <w:smartTagPr>
                <w:attr w:name="ProductID" w:val="3. A"/>
              </w:smartTagPr>
              <w:r w:rsidRPr="00E753BD">
                <w:rPr>
                  <w:rFonts w:ascii="Times New Roman" w:hAnsi="Times New Roman"/>
                  <w:sz w:val="28"/>
                </w:rPr>
                <w:t>3. A</w:t>
              </w:r>
            </w:smartTag>
            <w:r w:rsidRPr="00E753BD">
              <w:rPr>
                <w:rFonts w:ascii="Times New Roman" w:hAnsi="Times New Roman"/>
                <w:sz w:val="28"/>
              </w:rPr>
              <w:t xml:space="preserve"> KÉPZÉS CÉLJA:</w:t>
            </w:r>
          </w:p>
        </w:tc>
      </w:tr>
      <w:tr w:rsidR="00DD2AC3" w:rsidRPr="00E753BD" w:rsidTr="00443376">
        <w:tc>
          <w:tcPr>
            <w:tcW w:w="5000" w:type="pct"/>
          </w:tcPr>
          <w:p w:rsidR="00DD2AC3" w:rsidRPr="00E753BD" w:rsidRDefault="00DD2AC3" w:rsidP="00443376">
            <w:pPr>
              <w:jc w:val="both"/>
            </w:pPr>
            <w:r>
              <w:t>Olyan kertészmérnökök képzése, akik képesek üzemi méretű termelési folyamatok irányítására és szervezésére, az ágazat szakigazgatási alapfeladatainak és szaktanácsadói feladatainak elvégzésére. Alkalmasak önálló kertészeti magángazdaságok létrehozására és azok gazdaságos üzemeltetésére. A termékek forgalmazása, feldolgozása és a tárolás terén is ismeretekkel rendelkeznek, továbbá kellő mélységű elméleti ismeretekkel rendelkeznek  a képzés második ciklusban történő folytatásához.</w:t>
            </w:r>
          </w:p>
          <w:p w:rsidR="00DD2AC3" w:rsidRPr="00E753BD" w:rsidRDefault="00DD2AC3" w:rsidP="00443376">
            <w:pPr>
              <w:jc w:val="both"/>
            </w:pPr>
          </w:p>
        </w:tc>
      </w:tr>
      <w:tr w:rsidR="00DD2AC3" w:rsidRPr="00E753BD" w:rsidTr="00443376">
        <w:tc>
          <w:tcPr>
            <w:tcW w:w="5000" w:type="pct"/>
            <w:shd w:val="clear" w:color="auto" w:fill="E0E0E0"/>
          </w:tcPr>
          <w:p w:rsidR="00DD2AC3" w:rsidRPr="00E753BD" w:rsidRDefault="00DD2AC3" w:rsidP="00443376">
            <w:pPr>
              <w:jc w:val="both"/>
              <w:rPr>
                <w:highlight w:val="yellow"/>
              </w:rPr>
            </w:pPr>
            <w:r w:rsidRPr="00E753BD">
              <w:rPr>
                <w:rFonts w:ascii="Times New Roman félkövér" w:hAnsi="Times New Roman félkövér"/>
                <w:caps/>
                <w:lang w:val="en-GB"/>
              </w:rPr>
              <w:t>The Main Objectives of the beNG/meng Program</w:t>
            </w:r>
          </w:p>
        </w:tc>
      </w:tr>
      <w:tr w:rsidR="00DD2AC3" w:rsidRPr="00E753BD" w:rsidTr="00443376">
        <w:tc>
          <w:tcPr>
            <w:tcW w:w="5000" w:type="pct"/>
            <w:shd w:val="clear" w:color="auto" w:fill="E0E0E0"/>
          </w:tcPr>
          <w:p w:rsidR="00DD2AC3" w:rsidRPr="00A70784" w:rsidRDefault="00DD2AC3" w:rsidP="00443376">
            <w:pPr>
              <w:shd w:val="clear" w:color="auto" w:fill="F5F5F5"/>
              <w:textAlignment w:val="top"/>
              <w:rPr>
                <w:color w:val="888888"/>
                <w:sz w:val="20"/>
                <w:szCs w:val="20"/>
              </w:rPr>
            </w:pPr>
            <w:r w:rsidRPr="00A70784">
              <w:rPr>
                <w:rStyle w:val="hps"/>
                <w:color w:val="333333"/>
              </w:rPr>
              <w:t>A</w:t>
            </w:r>
            <w:r w:rsidRPr="00A70784">
              <w:rPr>
                <w:color w:val="333333"/>
              </w:rPr>
              <w:t xml:space="preserve"> horticultural </w:t>
            </w:r>
            <w:r w:rsidRPr="00A70784">
              <w:rPr>
                <w:rStyle w:val="hps"/>
                <w:color w:val="333333"/>
              </w:rPr>
              <w:t>engineers</w:t>
            </w:r>
            <w:r w:rsidRPr="00A70784">
              <w:rPr>
                <w:color w:val="333333"/>
              </w:rPr>
              <w:t xml:space="preserve"> </w:t>
            </w:r>
            <w:r w:rsidRPr="00A70784">
              <w:rPr>
                <w:rStyle w:val="hps"/>
                <w:color w:val="333333"/>
              </w:rPr>
              <w:t>who are capable of</w:t>
            </w:r>
            <w:r w:rsidRPr="00A70784">
              <w:rPr>
                <w:color w:val="333333"/>
              </w:rPr>
              <w:t xml:space="preserve"> </w:t>
            </w:r>
            <w:r w:rsidRPr="00A70784">
              <w:rPr>
                <w:rStyle w:val="hps"/>
                <w:color w:val="333333"/>
              </w:rPr>
              <w:t>operating</w:t>
            </w:r>
            <w:r w:rsidRPr="00A70784">
              <w:rPr>
                <w:color w:val="333333"/>
              </w:rPr>
              <w:t xml:space="preserve"> </w:t>
            </w:r>
            <w:r w:rsidRPr="00A70784">
              <w:rPr>
                <w:rStyle w:val="hps"/>
                <w:color w:val="333333"/>
              </w:rPr>
              <w:t>production</w:t>
            </w:r>
            <w:r w:rsidRPr="00A70784">
              <w:rPr>
                <w:color w:val="333333"/>
              </w:rPr>
              <w:t xml:space="preserve"> </w:t>
            </w:r>
            <w:r w:rsidRPr="00A70784">
              <w:rPr>
                <w:rStyle w:val="hps"/>
                <w:color w:val="333333"/>
              </w:rPr>
              <w:t>processes,</w:t>
            </w:r>
            <w:r w:rsidRPr="00A70784">
              <w:rPr>
                <w:color w:val="333333"/>
              </w:rPr>
              <w:t xml:space="preserve"> </w:t>
            </w:r>
            <w:r w:rsidRPr="00A70784">
              <w:rPr>
                <w:rStyle w:val="hps"/>
                <w:color w:val="333333"/>
              </w:rPr>
              <w:t>organization and management</w:t>
            </w:r>
            <w:r w:rsidRPr="00A70784">
              <w:rPr>
                <w:color w:val="333333"/>
              </w:rPr>
              <w:t xml:space="preserve"> </w:t>
            </w:r>
            <w:r w:rsidRPr="00A70784">
              <w:rPr>
                <w:rStyle w:val="hps"/>
                <w:color w:val="333333"/>
              </w:rPr>
              <w:t>of the sector</w:t>
            </w:r>
            <w:r w:rsidRPr="00A70784">
              <w:rPr>
                <w:color w:val="333333"/>
              </w:rPr>
              <w:t xml:space="preserve"> </w:t>
            </w:r>
            <w:r w:rsidRPr="00A70784">
              <w:rPr>
                <w:rStyle w:val="hps"/>
                <w:color w:val="333333"/>
              </w:rPr>
              <w:t>specialist</w:t>
            </w:r>
            <w:r w:rsidRPr="00A70784">
              <w:rPr>
                <w:color w:val="333333"/>
              </w:rPr>
              <w:t xml:space="preserve"> basic</w:t>
            </w:r>
            <w:r w:rsidRPr="00A70784">
              <w:rPr>
                <w:rStyle w:val="hps"/>
                <w:color w:val="333333"/>
              </w:rPr>
              <w:t xml:space="preserve"> tasks of</w:t>
            </w:r>
            <w:r w:rsidRPr="00A70784">
              <w:rPr>
                <w:color w:val="333333"/>
              </w:rPr>
              <w:t xml:space="preserve"> </w:t>
            </w:r>
            <w:r w:rsidRPr="00A70784">
              <w:rPr>
                <w:rStyle w:val="hps"/>
                <w:color w:val="333333"/>
              </w:rPr>
              <w:t>management.</w:t>
            </w:r>
            <w:r w:rsidRPr="00A70784">
              <w:rPr>
                <w:color w:val="333333"/>
              </w:rPr>
              <w:t xml:space="preserve">  They are able to establish a</w:t>
            </w:r>
            <w:r w:rsidRPr="00A70784">
              <w:rPr>
                <w:rStyle w:val="hps"/>
                <w:color w:val="333333"/>
              </w:rPr>
              <w:t xml:space="preserve"> private company. </w:t>
            </w:r>
            <w:r w:rsidRPr="00A70784">
              <w:rPr>
                <w:color w:val="333333"/>
              </w:rPr>
              <w:t xml:space="preserve"> </w:t>
            </w:r>
            <w:r w:rsidRPr="00A70784">
              <w:rPr>
                <w:rStyle w:val="hps"/>
                <w:color w:val="333333"/>
              </w:rPr>
              <w:t>Marketing of products</w:t>
            </w:r>
            <w:r w:rsidRPr="00A70784">
              <w:rPr>
                <w:color w:val="333333"/>
              </w:rPr>
              <w:t xml:space="preserve">, processing </w:t>
            </w:r>
            <w:r w:rsidRPr="00A70784">
              <w:rPr>
                <w:rStyle w:val="hps"/>
                <w:color w:val="333333"/>
              </w:rPr>
              <w:t>and storage</w:t>
            </w:r>
            <w:r w:rsidRPr="00A70784">
              <w:rPr>
                <w:color w:val="333333"/>
              </w:rPr>
              <w:t xml:space="preserve"> </w:t>
            </w:r>
            <w:r w:rsidRPr="00A70784">
              <w:rPr>
                <w:rStyle w:val="hps"/>
                <w:color w:val="333333"/>
              </w:rPr>
              <w:t>of</w:t>
            </w:r>
            <w:r w:rsidRPr="00A70784">
              <w:rPr>
                <w:color w:val="333333"/>
              </w:rPr>
              <w:t xml:space="preserve"> </w:t>
            </w:r>
            <w:r w:rsidRPr="00A70784">
              <w:rPr>
                <w:rStyle w:val="hps"/>
                <w:color w:val="333333"/>
              </w:rPr>
              <w:t>knowledge</w:t>
            </w:r>
            <w:r w:rsidRPr="00A70784">
              <w:rPr>
                <w:color w:val="333333"/>
              </w:rPr>
              <w:t xml:space="preserve"> </w:t>
            </w:r>
            <w:r w:rsidRPr="00A70784">
              <w:rPr>
                <w:rStyle w:val="hps"/>
                <w:color w:val="333333"/>
              </w:rPr>
              <w:t>is</w:t>
            </w:r>
            <w:r w:rsidRPr="00A70784">
              <w:rPr>
                <w:color w:val="333333"/>
              </w:rPr>
              <w:t xml:space="preserve">, and </w:t>
            </w:r>
            <w:r w:rsidRPr="00A70784">
              <w:rPr>
                <w:rStyle w:val="hps"/>
                <w:color w:val="333333"/>
              </w:rPr>
              <w:t>adequate</w:t>
            </w:r>
            <w:r w:rsidRPr="00A70784">
              <w:rPr>
                <w:color w:val="333333"/>
              </w:rPr>
              <w:t xml:space="preserve"> </w:t>
            </w:r>
            <w:r w:rsidRPr="00A70784">
              <w:rPr>
                <w:rStyle w:val="hps"/>
                <w:color w:val="333333"/>
              </w:rPr>
              <w:t>theoretical</w:t>
            </w:r>
            <w:r w:rsidRPr="00A70784">
              <w:rPr>
                <w:color w:val="333333"/>
              </w:rPr>
              <w:t xml:space="preserve"> </w:t>
            </w:r>
            <w:r w:rsidRPr="00A70784">
              <w:rPr>
                <w:rStyle w:val="hps"/>
                <w:color w:val="333333"/>
              </w:rPr>
              <w:t>knowledge of the</w:t>
            </w:r>
            <w:r w:rsidRPr="00A70784">
              <w:rPr>
                <w:color w:val="333333"/>
              </w:rPr>
              <w:t xml:space="preserve"> </w:t>
            </w:r>
            <w:r w:rsidRPr="00A70784">
              <w:rPr>
                <w:rStyle w:val="hps"/>
                <w:color w:val="333333"/>
              </w:rPr>
              <w:t>second</w:t>
            </w:r>
            <w:r w:rsidRPr="00A70784">
              <w:rPr>
                <w:color w:val="333333"/>
              </w:rPr>
              <w:t xml:space="preserve"> </w:t>
            </w:r>
            <w:r w:rsidRPr="00A70784">
              <w:rPr>
                <w:rStyle w:val="hps"/>
                <w:color w:val="333333"/>
              </w:rPr>
              <w:t>cycle of</w:t>
            </w:r>
            <w:r w:rsidRPr="00A70784">
              <w:rPr>
                <w:color w:val="333333"/>
              </w:rPr>
              <w:t xml:space="preserve"> </w:t>
            </w:r>
            <w:r w:rsidRPr="00A70784">
              <w:rPr>
                <w:rStyle w:val="hps"/>
                <w:color w:val="333333"/>
              </w:rPr>
              <w:t>training</w:t>
            </w:r>
            <w:r w:rsidRPr="00A70784">
              <w:rPr>
                <w:color w:val="333333"/>
              </w:rPr>
              <w:t>.</w:t>
            </w:r>
          </w:p>
          <w:p w:rsidR="00DD2AC3" w:rsidRPr="00A70784" w:rsidRDefault="00DD2AC3" w:rsidP="00443376">
            <w:pPr>
              <w:jc w:val="both"/>
            </w:pPr>
          </w:p>
          <w:p w:rsidR="00DD2AC3" w:rsidRPr="00E753BD" w:rsidRDefault="00DD2AC3" w:rsidP="00443376">
            <w:pPr>
              <w:jc w:val="both"/>
            </w:pPr>
          </w:p>
        </w:tc>
      </w:tr>
    </w:tbl>
    <w:p w:rsidR="00DD2AC3" w:rsidRPr="00E753BD" w:rsidRDefault="00DD2AC3" w:rsidP="00BB3B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8"/>
        <w:gridCol w:w="2802"/>
      </w:tblGrid>
      <w:tr w:rsidR="00DD2AC3" w:rsidRPr="00E753BD" w:rsidTr="00443376">
        <w:tc>
          <w:tcPr>
            <w:tcW w:w="6408" w:type="dxa"/>
            <w:vAlign w:val="center"/>
          </w:tcPr>
          <w:p w:rsidR="00DD2AC3" w:rsidRPr="00E753BD" w:rsidRDefault="00DD2AC3" w:rsidP="00443376">
            <w:pPr>
              <w:pStyle w:val="Heading1"/>
              <w:rPr>
                <w:rFonts w:ascii="Times New Roman" w:hAnsi="Times New Roman"/>
                <w:sz w:val="28"/>
              </w:rPr>
            </w:pPr>
            <w:r w:rsidRPr="00E753BD">
              <w:rPr>
                <w:rFonts w:ascii="Times New Roman" w:hAnsi="Times New Roman"/>
                <w:sz w:val="28"/>
              </w:rPr>
              <w:br w:type="page"/>
            </w:r>
            <w:r w:rsidRPr="00E753BD">
              <w:rPr>
                <w:rFonts w:ascii="Times New Roman" w:hAnsi="Times New Roman"/>
                <w:sz w:val="28"/>
              </w:rPr>
              <w:br w:type="page"/>
              <w:t>4. KÉPZÉSI IDŐ FÉLÉVEKBEN:</w:t>
            </w:r>
          </w:p>
        </w:tc>
        <w:tc>
          <w:tcPr>
            <w:tcW w:w="2802" w:type="dxa"/>
            <w:vMerge w:val="restart"/>
            <w:vAlign w:val="center"/>
          </w:tcPr>
          <w:p w:rsidR="00DD2AC3" w:rsidRPr="00E753BD" w:rsidRDefault="00DD2AC3" w:rsidP="00443376">
            <w:pPr>
              <w:jc w:val="center"/>
            </w:pPr>
            <w:r>
              <w:t>7</w:t>
            </w:r>
          </w:p>
        </w:tc>
      </w:tr>
      <w:tr w:rsidR="00DD2AC3" w:rsidRPr="00E753BD" w:rsidTr="00443376">
        <w:tc>
          <w:tcPr>
            <w:tcW w:w="6408" w:type="dxa"/>
            <w:vAlign w:val="center"/>
          </w:tcPr>
          <w:p w:rsidR="00DD2AC3" w:rsidRPr="00E753BD" w:rsidRDefault="00DD2AC3" w:rsidP="00443376">
            <w:pPr>
              <w:jc w:val="both"/>
              <w:rPr>
                <w:rFonts w:ascii="Times New Roman félkövér" w:hAnsi="Times New Roman félkövér"/>
                <w:b/>
                <w:caps/>
                <w:lang w:val="en-GB"/>
              </w:rPr>
            </w:pPr>
            <w:r w:rsidRPr="00E753BD">
              <w:rPr>
                <w:b/>
                <w:caps/>
                <w:lang w:val="en-US"/>
              </w:rPr>
              <w:t>Number of Semesters:</w:t>
            </w:r>
          </w:p>
        </w:tc>
        <w:tc>
          <w:tcPr>
            <w:tcW w:w="2802" w:type="dxa"/>
            <w:vMerge/>
            <w:vAlign w:val="center"/>
          </w:tcPr>
          <w:p w:rsidR="00DD2AC3" w:rsidRPr="00E753BD" w:rsidRDefault="00DD2AC3" w:rsidP="00443376">
            <w:pPr>
              <w:jc w:val="both"/>
              <w:rPr>
                <w:rFonts w:ascii="Times New Roman félkövér" w:hAnsi="Times New Roman félkövér"/>
                <w:caps/>
                <w:lang w:val="en-GB"/>
              </w:rPr>
            </w:pPr>
          </w:p>
        </w:tc>
      </w:tr>
    </w:tbl>
    <w:p w:rsidR="00DD2AC3" w:rsidRPr="00E753BD" w:rsidRDefault="00DD2AC3" w:rsidP="00BB3B15"/>
    <w:tbl>
      <w:tblPr>
        <w:tblW w:w="9307" w:type="dxa"/>
        <w:jc w:val="center"/>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9"/>
        <w:gridCol w:w="2888"/>
      </w:tblGrid>
      <w:tr w:rsidR="00DD2AC3" w:rsidRPr="00E753BD" w:rsidTr="00443376">
        <w:trPr>
          <w:jc w:val="center"/>
        </w:trPr>
        <w:tc>
          <w:tcPr>
            <w:tcW w:w="6419" w:type="dxa"/>
          </w:tcPr>
          <w:p w:rsidR="00DD2AC3" w:rsidRPr="00E753BD" w:rsidRDefault="00DD2AC3" w:rsidP="00443376">
            <w:pPr>
              <w:pStyle w:val="Heading1"/>
              <w:ind w:left="-58"/>
              <w:rPr>
                <w:rFonts w:ascii="Times New Roman" w:hAnsi="Times New Roman" w:cs="Times New Roman"/>
                <w:caps/>
              </w:rPr>
            </w:pPr>
            <w:smartTag w:uri="urn:schemas-microsoft-com:office:smarttags" w:element="metricconverter">
              <w:smartTagPr>
                <w:attr w:name="ProductID" w:val="5. A"/>
              </w:smartTagPr>
              <w:r w:rsidRPr="00E753BD">
                <w:rPr>
                  <w:rFonts w:ascii="Times New Roman" w:hAnsi="Times New Roman" w:cs="Times New Roman"/>
                  <w:caps/>
                </w:rPr>
                <w:t>5. A</w:t>
              </w:r>
            </w:smartTag>
            <w:r w:rsidRPr="00E753BD">
              <w:rPr>
                <w:rFonts w:ascii="Times New Roman" w:hAnsi="Times New Roman" w:cs="Times New Roman"/>
                <w:caps/>
              </w:rPr>
              <w:t xml:space="preserve"> megszerzendő kreditek száma:</w:t>
            </w:r>
          </w:p>
        </w:tc>
        <w:tc>
          <w:tcPr>
            <w:tcW w:w="2888" w:type="dxa"/>
            <w:vMerge w:val="restart"/>
            <w:vAlign w:val="center"/>
          </w:tcPr>
          <w:p w:rsidR="00DD2AC3" w:rsidRPr="00E753BD" w:rsidRDefault="00DD2AC3" w:rsidP="00443376">
            <w:pPr>
              <w:ind w:left="254" w:hanging="2"/>
            </w:pPr>
            <w:r>
              <w:t xml:space="preserve">              180+30</w:t>
            </w:r>
          </w:p>
        </w:tc>
      </w:tr>
      <w:tr w:rsidR="00DD2AC3" w:rsidRPr="00E753BD" w:rsidTr="00443376">
        <w:trPr>
          <w:jc w:val="center"/>
        </w:trPr>
        <w:tc>
          <w:tcPr>
            <w:tcW w:w="6419" w:type="dxa"/>
            <w:shd w:val="clear" w:color="auto" w:fill="D9D9D9"/>
          </w:tcPr>
          <w:p w:rsidR="00DD2AC3" w:rsidRPr="00E753BD" w:rsidRDefault="00DD2AC3" w:rsidP="00443376">
            <w:pPr>
              <w:pStyle w:val="Heading1"/>
              <w:ind w:left="-58"/>
              <w:rPr>
                <w:rFonts w:ascii="Times New Roman" w:hAnsi="Times New Roman" w:cs="Times New Roman"/>
                <w:caps/>
                <w:lang w:val="en-US"/>
              </w:rPr>
            </w:pPr>
            <w:r w:rsidRPr="00E753BD">
              <w:rPr>
                <w:rFonts w:ascii="Times New Roman" w:hAnsi="Times New Roman" w:cs="Times New Roman"/>
                <w:caps/>
                <w:lang w:val="en-US"/>
              </w:rPr>
              <w:t>Number of Credits:</w:t>
            </w:r>
          </w:p>
        </w:tc>
        <w:tc>
          <w:tcPr>
            <w:tcW w:w="2888" w:type="dxa"/>
            <w:vMerge/>
            <w:shd w:val="clear" w:color="auto" w:fill="D9D9D9"/>
            <w:vAlign w:val="center"/>
          </w:tcPr>
          <w:p w:rsidR="00DD2AC3" w:rsidRPr="00E753BD" w:rsidRDefault="00DD2AC3" w:rsidP="00443376">
            <w:pPr>
              <w:ind w:left="254" w:hanging="2"/>
              <w:rPr>
                <w:lang w:val="en-US"/>
              </w:rPr>
            </w:pPr>
          </w:p>
        </w:tc>
      </w:tr>
    </w:tbl>
    <w:p w:rsidR="00DD2AC3" w:rsidRPr="00E753BD" w:rsidRDefault="00DD2AC3" w:rsidP="00BB3B15">
      <w:pPr>
        <w:rPr>
          <w:sz w:val="28"/>
          <w:szCs w:val="28"/>
        </w:rPr>
      </w:pPr>
    </w:p>
    <w:tbl>
      <w:tblPr>
        <w:tblW w:w="9420"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1"/>
        <w:gridCol w:w="3059"/>
      </w:tblGrid>
      <w:tr w:rsidR="00DD2AC3" w:rsidRPr="00E753BD" w:rsidTr="00443376">
        <w:trPr>
          <w:jc w:val="center"/>
        </w:trPr>
        <w:tc>
          <w:tcPr>
            <w:tcW w:w="6361" w:type="dxa"/>
          </w:tcPr>
          <w:p w:rsidR="00DD2AC3" w:rsidRPr="00E753BD" w:rsidRDefault="00DD2AC3" w:rsidP="00443376">
            <w:pPr>
              <w:pStyle w:val="Heading1"/>
              <w:ind w:left="-58"/>
              <w:rPr>
                <w:rFonts w:ascii="Times New Roman" w:hAnsi="Times New Roman" w:cs="Times New Roman"/>
                <w:caps/>
              </w:rPr>
            </w:pPr>
            <w:smartTag w:uri="urn:schemas-microsoft-com:office:smarttags" w:element="metricconverter">
              <w:smartTagPr>
                <w:attr w:name="ProductID" w:val="6. A"/>
              </w:smartTagPr>
              <w:r w:rsidRPr="00E753BD">
                <w:rPr>
                  <w:rFonts w:ascii="Times New Roman" w:hAnsi="Times New Roman" w:cs="Times New Roman"/>
                  <w:caps/>
                </w:rPr>
                <w:t>6. A</w:t>
              </w:r>
            </w:smartTag>
            <w:r w:rsidRPr="00E753BD">
              <w:rPr>
                <w:rFonts w:ascii="Times New Roman" w:hAnsi="Times New Roman" w:cs="Times New Roman"/>
                <w:caps/>
              </w:rPr>
              <w:t xml:space="preserve"> képzés helye:</w:t>
            </w:r>
          </w:p>
        </w:tc>
        <w:tc>
          <w:tcPr>
            <w:tcW w:w="3059" w:type="dxa"/>
            <w:vAlign w:val="center"/>
          </w:tcPr>
          <w:p w:rsidR="00DD2AC3" w:rsidRPr="00E753BD" w:rsidRDefault="00DD2AC3" w:rsidP="00443376">
            <w:pPr>
              <w:jc w:val="center"/>
            </w:pPr>
            <w:r>
              <w:t>Pannon Egyetem, Georgikon Kar</w:t>
            </w:r>
          </w:p>
        </w:tc>
      </w:tr>
      <w:tr w:rsidR="00DD2AC3" w:rsidRPr="00E753BD" w:rsidTr="00443376">
        <w:trPr>
          <w:jc w:val="center"/>
        </w:trPr>
        <w:tc>
          <w:tcPr>
            <w:tcW w:w="6361" w:type="dxa"/>
            <w:shd w:val="clear" w:color="auto" w:fill="D9D9D9"/>
          </w:tcPr>
          <w:p w:rsidR="00DD2AC3" w:rsidRPr="00E753BD" w:rsidRDefault="00DD2AC3" w:rsidP="00443376">
            <w:pPr>
              <w:pStyle w:val="Heading1"/>
              <w:ind w:left="-49"/>
              <w:rPr>
                <w:rFonts w:ascii="Times New Roman" w:hAnsi="Times New Roman" w:cs="Times New Roman"/>
                <w:caps/>
                <w:lang w:val="en-US"/>
              </w:rPr>
            </w:pPr>
            <w:r w:rsidRPr="00E753BD">
              <w:rPr>
                <w:rFonts w:ascii="Times New Roman félkövér" w:hAnsi="Times New Roman félkövér"/>
                <w:caps/>
              </w:rPr>
              <w:t>LOCATION of the training</w:t>
            </w:r>
            <w:r w:rsidRPr="00E753BD">
              <w:rPr>
                <w:rFonts w:ascii="Times New Roman" w:hAnsi="Times New Roman" w:cs="Times New Roman"/>
                <w:caps/>
                <w:lang w:val="en-US"/>
              </w:rPr>
              <w:t>:</w:t>
            </w:r>
          </w:p>
        </w:tc>
        <w:tc>
          <w:tcPr>
            <w:tcW w:w="3059" w:type="dxa"/>
            <w:shd w:val="clear" w:color="auto" w:fill="D9D9D9"/>
            <w:vAlign w:val="center"/>
          </w:tcPr>
          <w:p w:rsidR="00DD2AC3" w:rsidRPr="00E753BD" w:rsidRDefault="00DD2AC3" w:rsidP="00443376">
            <w:pPr>
              <w:jc w:val="center"/>
            </w:pPr>
            <w:r>
              <w:t>University of Pannonia, Georgikon Faculty</w:t>
            </w:r>
          </w:p>
        </w:tc>
      </w:tr>
    </w:tbl>
    <w:p w:rsidR="00DD2AC3" w:rsidRPr="00E753BD" w:rsidRDefault="00DD2AC3" w:rsidP="00BB3B15">
      <w:pPr>
        <w:rPr>
          <w:sz w:val="28"/>
          <w:szCs w:val="28"/>
        </w:rPr>
      </w:pPr>
    </w:p>
    <w:tbl>
      <w:tblPr>
        <w:tblW w:w="9420"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1"/>
        <w:gridCol w:w="3059"/>
      </w:tblGrid>
      <w:tr w:rsidR="00DD2AC3" w:rsidRPr="00E753BD" w:rsidTr="00443376">
        <w:trPr>
          <w:jc w:val="center"/>
        </w:trPr>
        <w:tc>
          <w:tcPr>
            <w:tcW w:w="6361" w:type="dxa"/>
          </w:tcPr>
          <w:p w:rsidR="00DD2AC3" w:rsidRPr="00E753BD" w:rsidRDefault="00DD2AC3" w:rsidP="00443376">
            <w:pPr>
              <w:pStyle w:val="Heading1"/>
              <w:ind w:left="-58"/>
              <w:rPr>
                <w:rFonts w:ascii="Times New Roman" w:hAnsi="Times New Roman" w:cs="Times New Roman"/>
                <w:caps/>
              </w:rPr>
            </w:pPr>
            <w:r w:rsidRPr="00E753BD">
              <w:rPr>
                <w:rFonts w:ascii="Times New Roman" w:hAnsi="Times New Roman" w:cs="Times New Roman"/>
                <w:caps/>
              </w:rPr>
              <w:t>7.  A képzés formája:</w:t>
            </w:r>
          </w:p>
        </w:tc>
        <w:tc>
          <w:tcPr>
            <w:tcW w:w="3059" w:type="dxa"/>
            <w:vAlign w:val="center"/>
          </w:tcPr>
          <w:p w:rsidR="00DD2AC3" w:rsidRPr="00E753BD" w:rsidRDefault="00DD2AC3" w:rsidP="00443376">
            <w:pPr>
              <w:jc w:val="center"/>
            </w:pPr>
            <w:r w:rsidRPr="00E753BD">
              <w:t xml:space="preserve">nappali, levelező </w:t>
            </w:r>
          </w:p>
        </w:tc>
      </w:tr>
      <w:tr w:rsidR="00DD2AC3" w:rsidRPr="00E753BD" w:rsidTr="00443376">
        <w:trPr>
          <w:jc w:val="center"/>
        </w:trPr>
        <w:tc>
          <w:tcPr>
            <w:tcW w:w="6361" w:type="dxa"/>
            <w:shd w:val="clear" w:color="auto" w:fill="D9D9D9"/>
          </w:tcPr>
          <w:p w:rsidR="00DD2AC3" w:rsidRPr="00E753BD" w:rsidRDefault="00DD2AC3" w:rsidP="00443376">
            <w:pPr>
              <w:pStyle w:val="Heading1"/>
              <w:ind w:left="-49"/>
              <w:rPr>
                <w:rFonts w:ascii="Times New Roman" w:hAnsi="Times New Roman" w:cs="Times New Roman"/>
                <w:caps/>
                <w:lang w:val="en-US"/>
              </w:rPr>
            </w:pPr>
            <w:r w:rsidRPr="00E753BD">
              <w:rPr>
                <w:rFonts w:ascii="Times New Roman félkövér" w:hAnsi="Times New Roman félkövér"/>
                <w:caps/>
              </w:rPr>
              <w:t>Form of the training</w:t>
            </w:r>
            <w:r w:rsidRPr="00E753BD">
              <w:rPr>
                <w:rFonts w:ascii="Times New Roman" w:hAnsi="Times New Roman" w:cs="Times New Roman"/>
                <w:caps/>
                <w:lang w:val="en-US"/>
              </w:rPr>
              <w:t>:</w:t>
            </w:r>
          </w:p>
        </w:tc>
        <w:tc>
          <w:tcPr>
            <w:tcW w:w="3059" w:type="dxa"/>
            <w:shd w:val="clear" w:color="auto" w:fill="D9D9D9"/>
            <w:vAlign w:val="center"/>
          </w:tcPr>
          <w:p w:rsidR="00DD2AC3" w:rsidRPr="00E753BD" w:rsidRDefault="00DD2AC3" w:rsidP="00443376">
            <w:pPr>
              <w:jc w:val="center"/>
            </w:pPr>
            <w:r w:rsidRPr="00E753BD">
              <w:rPr>
                <w:lang w:val="en-US"/>
              </w:rPr>
              <w:t xml:space="preserve">Full-time, </w:t>
            </w:r>
            <w:r w:rsidRPr="00E753BD">
              <w:rPr>
                <w:lang w:val="en-GB"/>
              </w:rPr>
              <w:t>Part-time</w:t>
            </w:r>
          </w:p>
        </w:tc>
      </w:tr>
    </w:tbl>
    <w:p w:rsidR="00DD2AC3" w:rsidRPr="00E753BD" w:rsidRDefault="00DD2AC3" w:rsidP="00BB3B15">
      <w:pPr>
        <w:rPr>
          <w:sz w:val="28"/>
          <w:szCs w:val="28"/>
        </w:rPr>
      </w:pPr>
    </w:p>
    <w:tbl>
      <w:tblPr>
        <w:tblW w:w="9475"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2"/>
        <w:gridCol w:w="4333"/>
      </w:tblGrid>
      <w:tr w:rsidR="00DD2AC3" w:rsidRPr="00E753BD" w:rsidTr="00443376">
        <w:trPr>
          <w:jc w:val="center"/>
        </w:trPr>
        <w:tc>
          <w:tcPr>
            <w:tcW w:w="5142" w:type="dxa"/>
          </w:tcPr>
          <w:p w:rsidR="00DD2AC3" w:rsidRPr="00E753BD" w:rsidRDefault="00DD2AC3" w:rsidP="00443376">
            <w:pPr>
              <w:pStyle w:val="Heading1"/>
              <w:ind w:left="-58"/>
              <w:rPr>
                <w:rFonts w:ascii="Times New Roman" w:hAnsi="Times New Roman" w:cs="Times New Roman"/>
                <w:caps/>
              </w:rPr>
            </w:pPr>
            <w:smartTag w:uri="urn:schemas-microsoft-com:office:smarttags" w:element="metricconverter">
              <w:smartTagPr>
                <w:attr w:name="ProductID" w:val="8. A"/>
              </w:smartTagPr>
              <w:r w:rsidRPr="00E753BD">
                <w:rPr>
                  <w:rFonts w:ascii="Times New Roman" w:hAnsi="Times New Roman" w:cs="Times New Roman"/>
                  <w:caps/>
                </w:rPr>
                <w:t>8. A</w:t>
              </w:r>
            </w:smartTag>
            <w:r w:rsidRPr="00E753BD">
              <w:rPr>
                <w:rFonts w:ascii="Times New Roman" w:hAnsi="Times New Roman" w:cs="Times New Roman"/>
                <w:caps/>
              </w:rPr>
              <w:t xml:space="preserve"> Végzettségi szint: </w:t>
            </w:r>
          </w:p>
        </w:tc>
        <w:tc>
          <w:tcPr>
            <w:tcW w:w="4333" w:type="dxa"/>
            <w:vAlign w:val="center"/>
          </w:tcPr>
          <w:p w:rsidR="00DD2AC3" w:rsidRPr="00E753BD" w:rsidRDefault="00DD2AC3" w:rsidP="00443376">
            <w:pPr>
              <w:ind w:left="254" w:hanging="2"/>
            </w:pPr>
            <w:r w:rsidRPr="00E753BD">
              <w:t xml:space="preserve">Alapfokozat  </w:t>
            </w:r>
          </w:p>
        </w:tc>
      </w:tr>
      <w:tr w:rsidR="00DD2AC3" w:rsidRPr="00E753BD" w:rsidTr="00443376">
        <w:trPr>
          <w:jc w:val="center"/>
        </w:trPr>
        <w:tc>
          <w:tcPr>
            <w:tcW w:w="5142" w:type="dxa"/>
            <w:shd w:val="clear" w:color="auto" w:fill="D9D9D9"/>
          </w:tcPr>
          <w:p w:rsidR="00DD2AC3" w:rsidRPr="00E753BD" w:rsidRDefault="00DD2AC3" w:rsidP="00443376">
            <w:pPr>
              <w:pStyle w:val="Heading1"/>
              <w:ind w:left="-58"/>
              <w:rPr>
                <w:rFonts w:ascii="Times New Roman" w:hAnsi="Times New Roman" w:cs="Times New Roman"/>
                <w:caps/>
                <w:lang w:val="en-US"/>
              </w:rPr>
            </w:pPr>
            <w:r w:rsidRPr="00E753BD">
              <w:rPr>
                <w:rFonts w:ascii="Times New Roman félkövér" w:hAnsi="Times New Roman félkövér"/>
                <w:caps/>
              </w:rPr>
              <w:t>Qualification</w:t>
            </w:r>
            <w:r w:rsidRPr="00E753BD">
              <w:rPr>
                <w:rFonts w:ascii="Times New Roman" w:hAnsi="Times New Roman" w:cs="Times New Roman"/>
                <w:caps/>
                <w:lang w:val="en-US"/>
              </w:rPr>
              <w:t>:</w:t>
            </w:r>
          </w:p>
        </w:tc>
        <w:tc>
          <w:tcPr>
            <w:tcW w:w="4333" w:type="dxa"/>
            <w:shd w:val="clear" w:color="auto" w:fill="D9D9D9"/>
            <w:vAlign w:val="center"/>
          </w:tcPr>
          <w:p w:rsidR="00DD2AC3" w:rsidRPr="00E753BD" w:rsidRDefault="00DD2AC3" w:rsidP="00443376">
            <w:pPr>
              <w:ind w:left="254" w:hanging="2"/>
              <w:rPr>
                <w:lang w:val="en-US"/>
              </w:rPr>
            </w:pPr>
            <w:r w:rsidRPr="00E753BD">
              <w:rPr>
                <w:lang w:val="en-US"/>
              </w:rPr>
              <w:t>bachelor</w:t>
            </w:r>
          </w:p>
        </w:tc>
      </w:tr>
    </w:tbl>
    <w:p w:rsidR="00DD2AC3" w:rsidRPr="00E753BD" w:rsidRDefault="00DD2AC3" w:rsidP="00BB3B15">
      <w:pPr>
        <w:rPr>
          <w:sz w:val="28"/>
          <w:szCs w:val="28"/>
        </w:rPr>
      </w:pPr>
    </w:p>
    <w:tbl>
      <w:tblPr>
        <w:tblW w:w="9659"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2"/>
        <w:gridCol w:w="4517"/>
      </w:tblGrid>
      <w:tr w:rsidR="00DD2AC3" w:rsidRPr="00E753BD" w:rsidTr="00443376">
        <w:trPr>
          <w:jc w:val="center"/>
        </w:trPr>
        <w:tc>
          <w:tcPr>
            <w:tcW w:w="5142" w:type="dxa"/>
          </w:tcPr>
          <w:p w:rsidR="00DD2AC3" w:rsidRPr="00E753BD" w:rsidRDefault="00DD2AC3" w:rsidP="00443376">
            <w:pPr>
              <w:pStyle w:val="Heading1"/>
              <w:ind w:left="-58"/>
              <w:rPr>
                <w:rFonts w:ascii="Times New Roman" w:hAnsi="Times New Roman" w:cs="Times New Roman"/>
                <w:caps/>
              </w:rPr>
            </w:pPr>
            <w:r w:rsidRPr="00E753BD">
              <w:rPr>
                <w:rFonts w:ascii="Times New Roman" w:hAnsi="Times New Roman" w:cs="Times New Roman"/>
                <w:caps/>
              </w:rPr>
              <w:t xml:space="preserve">9. szakképzettség: </w:t>
            </w:r>
          </w:p>
        </w:tc>
        <w:tc>
          <w:tcPr>
            <w:tcW w:w="4517" w:type="dxa"/>
            <w:vAlign w:val="center"/>
          </w:tcPr>
          <w:p w:rsidR="00DD2AC3" w:rsidRPr="00E753BD" w:rsidRDefault="00DD2AC3" w:rsidP="00443376">
            <w:pPr>
              <w:ind w:left="254" w:hanging="2"/>
            </w:pPr>
            <w:r>
              <w:t>kertészmérnök</w:t>
            </w:r>
          </w:p>
        </w:tc>
      </w:tr>
      <w:tr w:rsidR="00DD2AC3" w:rsidRPr="00E753BD" w:rsidTr="00443376">
        <w:trPr>
          <w:jc w:val="center"/>
        </w:trPr>
        <w:tc>
          <w:tcPr>
            <w:tcW w:w="5142" w:type="dxa"/>
            <w:shd w:val="clear" w:color="auto" w:fill="D9D9D9"/>
          </w:tcPr>
          <w:p w:rsidR="00DD2AC3" w:rsidRPr="00E753BD" w:rsidRDefault="00DD2AC3" w:rsidP="00443376">
            <w:pPr>
              <w:pStyle w:val="Heading1"/>
              <w:tabs>
                <w:tab w:val="left" w:pos="302"/>
              </w:tabs>
              <w:ind w:left="18"/>
              <w:rPr>
                <w:rFonts w:ascii="Times New Roman" w:hAnsi="Times New Roman" w:cs="Times New Roman"/>
                <w:caps/>
                <w:lang w:val="en-US"/>
              </w:rPr>
            </w:pPr>
            <w:r w:rsidRPr="00E753BD">
              <w:rPr>
                <w:rFonts w:ascii="Times New Roman félkövér" w:hAnsi="Times New Roman félkövér"/>
                <w:caps/>
              </w:rPr>
              <w:t>Qualification</w:t>
            </w:r>
            <w:r w:rsidRPr="00E753BD">
              <w:rPr>
                <w:rFonts w:ascii="Times New Roman" w:hAnsi="Times New Roman" w:cs="Times New Roman"/>
                <w:caps/>
                <w:lang w:val="en-US"/>
              </w:rPr>
              <w:t>:</w:t>
            </w:r>
          </w:p>
        </w:tc>
        <w:tc>
          <w:tcPr>
            <w:tcW w:w="4517" w:type="dxa"/>
            <w:shd w:val="clear" w:color="auto" w:fill="D9D9D9"/>
            <w:vAlign w:val="center"/>
          </w:tcPr>
          <w:p w:rsidR="00DD2AC3" w:rsidRPr="00E753BD" w:rsidRDefault="00DD2AC3" w:rsidP="00443376">
            <w:pPr>
              <w:ind w:left="254" w:hanging="2"/>
              <w:rPr>
                <w:lang w:val="en-US"/>
              </w:rPr>
            </w:pPr>
            <w:r>
              <w:rPr>
                <w:lang w:val="en-US"/>
              </w:rPr>
              <w:t>horticulture engineer</w:t>
            </w:r>
          </w:p>
        </w:tc>
      </w:tr>
    </w:tbl>
    <w:p w:rsidR="00DD2AC3" w:rsidRDefault="00DD2AC3" w:rsidP="00BB3B15"/>
    <w:p w:rsidR="00DD2AC3" w:rsidRPr="00E753BD" w:rsidRDefault="00DD2AC3" w:rsidP="00BB3B15"/>
    <w:p w:rsidR="00DD2AC3" w:rsidRPr="00E753BD" w:rsidRDefault="00DD2AC3" w:rsidP="00BB3B15"/>
    <w:tbl>
      <w:tblPr>
        <w:tblW w:w="9659" w:type="dxa"/>
        <w:jc w:val="center"/>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2"/>
        <w:gridCol w:w="4517"/>
      </w:tblGrid>
      <w:tr w:rsidR="00DD2AC3" w:rsidRPr="00E753BD" w:rsidTr="00443376">
        <w:trPr>
          <w:jc w:val="center"/>
        </w:trPr>
        <w:tc>
          <w:tcPr>
            <w:tcW w:w="5142" w:type="dxa"/>
          </w:tcPr>
          <w:p w:rsidR="00DD2AC3" w:rsidRPr="00E753BD" w:rsidRDefault="00DD2AC3" w:rsidP="00443376">
            <w:pPr>
              <w:pStyle w:val="Heading1"/>
              <w:ind w:left="-58"/>
              <w:rPr>
                <w:rFonts w:ascii="Times New Roman" w:hAnsi="Times New Roman" w:cs="Times New Roman"/>
                <w:caps/>
              </w:rPr>
            </w:pPr>
            <w:smartTag w:uri="urn:schemas-microsoft-com:office:smarttags" w:element="metricconverter">
              <w:smartTagPr>
                <w:attr w:name="ProductID" w:val="10. A"/>
              </w:smartTagPr>
              <w:r w:rsidRPr="00E753BD">
                <w:rPr>
                  <w:rFonts w:ascii="Times New Roman" w:hAnsi="Times New Roman" w:cs="Times New Roman"/>
                  <w:caps/>
                </w:rPr>
                <w:t>10. A</w:t>
              </w:r>
            </w:smartTag>
            <w:r w:rsidRPr="00E753BD">
              <w:rPr>
                <w:rFonts w:ascii="Times New Roman" w:hAnsi="Times New Roman" w:cs="Times New Roman"/>
                <w:caps/>
              </w:rPr>
              <w:t xml:space="preserve"> képzés szerkezete: </w:t>
            </w:r>
          </w:p>
        </w:tc>
        <w:tc>
          <w:tcPr>
            <w:tcW w:w="4517" w:type="dxa"/>
            <w:vAlign w:val="center"/>
          </w:tcPr>
          <w:p w:rsidR="00DD2AC3" w:rsidRPr="00E753BD" w:rsidRDefault="00DD2AC3" w:rsidP="00443376">
            <w:pPr>
              <w:ind w:left="254" w:hanging="2"/>
            </w:pPr>
          </w:p>
        </w:tc>
      </w:tr>
      <w:tr w:rsidR="00DD2AC3" w:rsidRPr="00E753BD" w:rsidTr="00443376">
        <w:trPr>
          <w:jc w:val="center"/>
        </w:trPr>
        <w:tc>
          <w:tcPr>
            <w:tcW w:w="9659" w:type="dxa"/>
            <w:gridSpan w:val="2"/>
          </w:tcPr>
          <w:p w:rsidR="00DD2AC3" w:rsidRPr="00E753BD" w:rsidRDefault="00DD2AC3" w:rsidP="00443376">
            <w:pPr>
              <w:ind w:left="254" w:hanging="2"/>
            </w:pPr>
            <w:r w:rsidRPr="00E753BD">
              <w:t>A képzés szerkezetét a képzési és kimeneti követelményekben meghatározott szerkezetben mutatjuk be.</w:t>
            </w:r>
          </w:p>
          <w:p w:rsidR="00DD2AC3" w:rsidRPr="00E753BD" w:rsidRDefault="00DD2AC3" w:rsidP="00443376">
            <w:pPr>
              <w:ind w:left="254" w:hanging="2"/>
            </w:pPr>
            <w:r w:rsidRPr="00E753BD">
              <w:t xml:space="preserve">1. Alapozó ismeretkörök: </w:t>
            </w:r>
            <w:r w:rsidRPr="00E753BD">
              <w:tab/>
            </w:r>
            <w:r w:rsidRPr="00E753BD">
              <w:tab/>
            </w:r>
            <w:r w:rsidRPr="00E753BD">
              <w:tab/>
            </w:r>
            <w:r w:rsidRPr="00E753BD">
              <w:tab/>
            </w:r>
            <w:r w:rsidRPr="00E753BD">
              <w:tab/>
            </w:r>
            <w:r w:rsidRPr="00E753BD">
              <w:tab/>
            </w:r>
            <w:r>
              <w:t>48 - 58</w:t>
            </w:r>
            <w:r w:rsidRPr="00E753BD">
              <w:tab/>
              <w:t>kredit</w:t>
            </w:r>
            <w:r>
              <w:t xml:space="preserve">, </w:t>
            </w:r>
            <w:r w:rsidRPr="00934D19">
              <w:rPr>
                <w:b/>
              </w:rPr>
              <w:t>61</w:t>
            </w:r>
            <w:r w:rsidRPr="00DF6B4A">
              <w:rPr>
                <w:b/>
              </w:rPr>
              <w:t xml:space="preserve"> kredit</w:t>
            </w:r>
          </w:p>
          <w:p w:rsidR="00DD2AC3" w:rsidRDefault="00DD2AC3" w:rsidP="00443376">
            <w:pPr>
              <w:ind w:left="254" w:hanging="2"/>
            </w:pPr>
            <w:r>
              <w:t>Statisztika, Informatika, Agrofizika, Kémia, Agrokémia és növénytáplálás alapjai, Növénytan, Növényrendszertan,  Növényélettan, Műszaki alapismeretek, Kertészeti géptan I., Közgazdaságtan, EU-agrárpolitikája, Munkavédelem, Agrometeorológia, Talajtan, Vízgazdálkodás, Növénynemesítés alapjai, Mezőgazdasági ismeretek, Földműveléstan</w:t>
            </w:r>
          </w:p>
          <w:p w:rsidR="00DD2AC3" w:rsidRPr="00E753BD" w:rsidRDefault="00DD2AC3" w:rsidP="00443376">
            <w:pPr>
              <w:ind w:left="254" w:hanging="2"/>
            </w:pPr>
          </w:p>
          <w:p w:rsidR="00DD2AC3" w:rsidRPr="00DF6B4A" w:rsidRDefault="00DD2AC3" w:rsidP="00443376">
            <w:pPr>
              <w:ind w:left="254" w:hanging="2"/>
              <w:rPr>
                <w:b/>
              </w:rPr>
            </w:pPr>
            <w:r w:rsidRPr="00E753BD">
              <w:t xml:space="preserve">2. Szakmai törzsanyag: </w:t>
            </w:r>
            <w:r w:rsidRPr="00E753BD">
              <w:tab/>
            </w:r>
            <w:r w:rsidRPr="00E753BD">
              <w:tab/>
            </w:r>
            <w:r w:rsidRPr="00E753BD">
              <w:tab/>
            </w:r>
            <w:r w:rsidRPr="00E753BD">
              <w:tab/>
            </w:r>
            <w:r>
              <w:t xml:space="preserve">                           68 – 80 </w:t>
            </w:r>
            <w:r w:rsidRPr="00E753BD">
              <w:t>kredit</w:t>
            </w:r>
            <w:r>
              <w:t xml:space="preserve">, </w:t>
            </w:r>
            <w:r w:rsidRPr="00DF6B4A">
              <w:rPr>
                <w:b/>
              </w:rPr>
              <w:t>6</w:t>
            </w:r>
            <w:r>
              <w:rPr>
                <w:b/>
              </w:rPr>
              <w:t>4</w:t>
            </w:r>
            <w:r w:rsidRPr="00DF6B4A">
              <w:rPr>
                <w:b/>
              </w:rPr>
              <w:t xml:space="preserve"> kredit</w:t>
            </w:r>
          </w:p>
          <w:p w:rsidR="00DD2AC3" w:rsidRPr="00E753BD" w:rsidRDefault="00DD2AC3" w:rsidP="00443376">
            <w:pPr>
              <w:ind w:left="254" w:hanging="2"/>
            </w:pPr>
            <w:r>
              <w:t>Dísznövénytermesztés I. , Dísznövénytermesztés II.., Gyümölcstermesztés I., Gyümölcstermesztés II., Szőlőtermesztés I:, Szőlőtermesztés II., Zöldségtermesztés I., Zöldségtermesztés II., Gyógy és aromanövények termesztése, Faiskolai termesztés, Kertészeti növényvédelem I., Kertészeti Növényvédelem II., Agrárgazdaságtan, Vállalati gazdaságtan I., Vállalati gazdaságtan II., Számvitel és pénzgazdálkodás, Marketing, Minőségbiztosítás, Növényvédelmi szakigazgatás,  Szociológia</w:t>
            </w:r>
          </w:p>
          <w:p w:rsidR="00DD2AC3" w:rsidRDefault="00DD2AC3" w:rsidP="00443376">
            <w:pPr>
              <w:ind w:left="254" w:hanging="2"/>
            </w:pPr>
          </w:p>
          <w:p w:rsidR="00DD2AC3" w:rsidRDefault="00DD2AC3" w:rsidP="00443376">
            <w:pPr>
              <w:ind w:left="254" w:hanging="2"/>
            </w:pPr>
          </w:p>
          <w:p w:rsidR="00DD2AC3" w:rsidRDefault="00DD2AC3" w:rsidP="00443376">
            <w:pPr>
              <w:ind w:left="254" w:hanging="2"/>
            </w:pPr>
          </w:p>
          <w:p w:rsidR="00DD2AC3" w:rsidRDefault="00DD2AC3" w:rsidP="00443376">
            <w:pPr>
              <w:ind w:left="254" w:hanging="2"/>
            </w:pPr>
          </w:p>
          <w:p w:rsidR="00DD2AC3" w:rsidRPr="00E753BD" w:rsidRDefault="00DD2AC3" w:rsidP="00443376">
            <w:pPr>
              <w:ind w:left="254" w:hanging="2"/>
            </w:pPr>
          </w:p>
          <w:p w:rsidR="00DD2AC3" w:rsidRPr="00E753BD" w:rsidRDefault="00DD2AC3" w:rsidP="00443376">
            <w:pPr>
              <w:ind w:left="254" w:hanging="2"/>
            </w:pPr>
            <w:r w:rsidRPr="00E753BD">
              <w:t xml:space="preserve">3. Differenciált szakmai ismeretek: </w:t>
            </w:r>
            <w:r w:rsidRPr="00E753BD">
              <w:tab/>
            </w:r>
            <w:r w:rsidRPr="00E753BD">
              <w:tab/>
            </w:r>
            <w:r w:rsidRPr="00E753BD">
              <w:tab/>
            </w:r>
            <w:r w:rsidRPr="00E753BD">
              <w:tab/>
            </w:r>
            <w:r w:rsidRPr="00E753BD">
              <w:tab/>
            </w:r>
            <w:r w:rsidRPr="00E753BD">
              <w:tab/>
            </w:r>
            <w:r>
              <w:t xml:space="preserve">26 – 30 </w:t>
            </w:r>
            <w:r w:rsidRPr="00E753BD">
              <w:t>kredit</w:t>
            </w:r>
          </w:p>
          <w:p w:rsidR="00DD2AC3" w:rsidRDefault="00DD2AC3" w:rsidP="00443376">
            <w:pPr>
              <w:ind w:left="254" w:hanging="2"/>
              <w:rPr>
                <w:b/>
              </w:rPr>
            </w:pPr>
            <w:r>
              <w:t xml:space="preserve">a.)  Gyümölcstermesztés szakirány                                                                      </w:t>
            </w:r>
            <w:r w:rsidRPr="00934D19">
              <w:rPr>
                <w:b/>
              </w:rPr>
              <w:t>30 kredit</w:t>
            </w:r>
          </w:p>
          <w:p w:rsidR="00DD2AC3" w:rsidRDefault="00DD2AC3" w:rsidP="00443376">
            <w:pPr>
              <w:ind w:left="254" w:hanging="2"/>
            </w:pPr>
            <w:r w:rsidRPr="00934D19">
              <w:t xml:space="preserve">Gyümölcstermesztés III., </w:t>
            </w:r>
            <w:r>
              <w:t>Gyümölcstermesztés IV., Pomológia, Kertészeti géptan II., Anyagmozgatás és csomagolás, Kertészeti szakgéptan, Vezetési ismeretek, Kertészeti ökonómia, Tárolás és termékfeldolgozás</w:t>
            </w:r>
          </w:p>
          <w:p w:rsidR="00DD2AC3" w:rsidRPr="00D876CF" w:rsidRDefault="00DD2AC3" w:rsidP="00443376">
            <w:pPr>
              <w:ind w:left="254" w:hanging="2"/>
              <w:rPr>
                <w:b/>
              </w:rPr>
            </w:pPr>
            <w:r>
              <w:t xml:space="preserve">b.)  Dísznövénytermesztési szakirány                                                               </w:t>
            </w:r>
            <w:r w:rsidRPr="00D876CF">
              <w:rPr>
                <w:b/>
              </w:rPr>
              <w:t>30 kredit</w:t>
            </w:r>
          </w:p>
          <w:p w:rsidR="00DD2AC3" w:rsidRDefault="00DD2AC3" w:rsidP="00443376">
            <w:pPr>
              <w:ind w:left="254" w:hanging="2"/>
            </w:pPr>
            <w:r>
              <w:t>Dísznövénytermesztés III., Dísznövénytermesztés IV., Kertészeti gyakorlati fogások, Kertészeti géptan II., Faj-és fajtaismeret I., Faj-és fajtaismeret II., Kertészeti ökonómia, Évelők termesztése, Díszfaiskola</w:t>
            </w:r>
          </w:p>
          <w:p w:rsidR="00DD2AC3" w:rsidRDefault="00DD2AC3" w:rsidP="00443376">
            <w:pPr>
              <w:ind w:left="254" w:hanging="2"/>
            </w:pPr>
          </w:p>
          <w:p w:rsidR="00DD2AC3" w:rsidRDefault="00DD2AC3" w:rsidP="00443376">
            <w:pPr>
              <w:ind w:left="254" w:hanging="2"/>
              <w:rPr>
                <w:b/>
              </w:rPr>
            </w:pPr>
            <w:r>
              <w:t xml:space="preserve">c.) Szőlőtermesztési szakirány                                                                          </w:t>
            </w:r>
            <w:r w:rsidRPr="00D876CF">
              <w:rPr>
                <w:b/>
              </w:rPr>
              <w:t>30 kredit</w:t>
            </w:r>
          </w:p>
          <w:p w:rsidR="00DD2AC3" w:rsidRDefault="00DD2AC3" w:rsidP="00443376">
            <w:pPr>
              <w:ind w:left="254" w:hanging="2"/>
            </w:pPr>
            <w:r w:rsidRPr="00D876CF">
              <w:t xml:space="preserve">Szőlőtermesztés III., </w:t>
            </w:r>
            <w:r>
              <w:t>Szőlőtermesztés IV., A szőlő ökológiai termesztése, Kertészeti géptan, Anyagmozgatás és csomagolás, Borászat, Mikrobiológia, Kertészeti ökonómia,  vezetési ismeretek</w:t>
            </w:r>
          </w:p>
          <w:p w:rsidR="00DD2AC3" w:rsidRDefault="00DD2AC3" w:rsidP="00443376">
            <w:pPr>
              <w:ind w:left="254" w:hanging="2"/>
            </w:pPr>
          </w:p>
          <w:p w:rsidR="00DD2AC3" w:rsidRDefault="00DD2AC3" w:rsidP="00443376">
            <w:pPr>
              <w:ind w:left="254" w:hanging="2"/>
              <w:rPr>
                <w:b/>
              </w:rPr>
            </w:pPr>
            <w:r>
              <w:t xml:space="preserve">d.)  Zöldségtermesztés szakirány                                                                    </w:t>
            </w:r>
            <w:r w:rsidRPr="00D876CF">
              <w:rPr>
                <w:b/>
              </w:rPr>
              <w:t>30 kredit</w:t>
            </w:r>
          </w:p>
          <w:p w:rsidR="00DD2AC3" w:rsidRPr="00D876CF" w:rsidRDefault="00DD2AC3" w:rsidP="00443376">
            <w:pPr>
              <w:ind w:left="254" w:hanging="2"/>
            </w:pPr>
            <w:r>
              <w:t>Zöldségtermesztés III., Zöldségtermesztés IV., Mikroszaporítás, Kertészeti géptan II., Építéstan, Kertészti szakgéptan, Gombatermesztés, Kertészeti ökonómia, Tárolás és termékfeldolgozás</w:t>
            </w:r>
          </w:p>
          <w:p w:rsidR="00DD2AC3" w:rsidRPr="00D876CF" w:rsidRDefault="00DD2AC3" w:rsidP="00443376">
            <w:pPr>
              <w:ind w:left="254" w:hanging="2"/>
            </w:pPr>
          </w:p>
          <w:p w:rsidR="00DD2AC3" w:rsidRPr="00E753BD" w:rsidRDefault="00DD2AC3" w:rsidP="00443376">
            <w:pPr>
              <w:ind w:left="254" w:hanging="2"/>
            </w:pPr>
          </w:p>
          <w:p w:rsidR="00DD2AC3" w:rsidRPr="00E753BD" w:rsidRDefault="00DD2AC3" w:rsidP="00443376">
            <w:pPr>
              <w:ind w:left="254" w:hanging="2"/>
            </w:pPr>
            <w:r w:rsidRPr="00E753BD">
              <w:t>4. Szakdolgozat/ diplomamunka</w:t>
            </w:r>
            <w:r w:rsidRPr="00E753BD">
              <w:tab/>
            </w:r>
            <w:r w:rsidRPr="00E753BD">
              <w:tab/>
            </w:r>
            <w:r w:rsidRPr="00E753BD">
              <w:tab/>
            </w:r>
            <w:r w:rsidRPr="00E753BD">
              <w:tab/>
            </w:r>
            <w:r w:rsidRPr="00E753BD">
              <w:tab/>
            </w:r>
            <w:r w:rsidRPr="00E753BD">
              <w:tab/>
            </w:r>
            <w:r>
              <w:t>15</w:t>
            </w:r>
            <w:r w:rsidRPr="00E753BD">
              <w:tab/>
              <w:t>kredit</w:t>
            </w:r>
          </w:p>
          <w:p w:rsidR="00DD2AC3" w:rsidRDefault="00DD2AC3" w:rsidP="00443376">
            <w:pPr>
              <w:ind w:left="254" w:hanging="2"/>
            </w:pPr>
            <w:r>
              <w:t xml:space="preserve">Szakdolgozat I. </w:t>
            </w:r>
          </w:p>
          <w:p w:rsidR="00DD2AC3" w:rsidRDefault="00DD2AC3" w:rsidP="00443376">
            <w:pPr>
              <w:ind w:left="254" w:hanging="2"/>
            </w:pPr>
            <w:r>
              <w:t>Szakdolgozat II.</w:t>
            </w:r>
          </w:p>
          <w:p w:rsidR="00DD2AC3" w:rsidRDefault="00DD2AC3" w:rsidP="00443376">
            <w:pPr>
              <w:ind w:left="254" w:hanging="2"/>
            </w:pPr>
            <w:r>
              <w:t>Szakdolgozat III.</w:t>
            </w:r>
          </w:p>
          <w:p w:rsidR="00DD2AC3" w:rsidRPr="00E753BD" w:rsidRDefault="00DD2AC3" w:rsidP="00443376">
            <w:pPr>
              <w:ind w:left="254" w:hanging="2"/>
            </w:pPr>
          </w:p>
          <w:p w:rsidR="00DD2AC3" w:rsidRPr="00E753BD" w:rsidRDefault="00DD2AC3" w:rsidP="00443376">
            <w:pPr>
              <w:ind w:left="254" w:hanging="2"/>
            </w:pPr>
            <w:r w:rsidRPr="00E753BD">
              <w:t xml:space="preserve">5. Szabadon választható ismeretek: </w:t>
            </w:r>
            <w:r w:rsidRPr="00E753BD">
              <w:tab/>
            </w:r>
            <w:r w:rsidRPr="00E753BD">
              <w:tab/>
            </w:r>
            <w:r w:rsidRPr="00E753BD">
              <w:tab/>
            </w:r>
            <w:r w:rsidRPr="00E753BD">
              <w:tab/>
              <w:t xml:space="preserve">  legalább     </w:t>
            </w:r>
            <w:r>
              <w:t>10</w:t>
            </w:r>
            <w:r w:rsidRPr="00E753BD">
              <w:t xml:space="preserve">    kredit</w:t>
            </w:r>
          </w:p>
          <w:p w:rsidR="00DD2AC3" w:rsidRPr="00E753BD" w:rsidRDefault="00DD2AC3" w:rsidP="00443376">
            <w:pPr>
              <w:ind w:left="254" w:hanging="2"/>
            </w:pPr>
          </w:p>
          <w:p w:rsidR="00DD2AC3" w:rsidRDefault="00DD2AC3" w:rsidP="00443376">
            <w:pPr>
              <w:ind w:left="254" w:hanging="2"/>
              <w:rPr>
                <w:b/>
              </w:rPr>
            </w:pPr>
            <w:r w:rsidRPr="00E753BD">
              <w:rPr>
                <w:b/>
              </w:rPr>
              <w:t xml:space="preserve">Összesen: </w:t>
            </w:r>
            <w:r w:rsidRPr="00E753BD">
              <w:rPr>
                <w:b/>
              </w:rPr>
              <w:tab/>
            </w:r>
            <w:r w:rsidRPr="00E753BD">
              <w:rPr>
                <w:b/>
              </w:rPr>
              <w:tab/>
            </w:r>
            <w:r w:rsidRPr="00E753BD">
              <w:rPr>
                <w:b/>
              </w:rPr>
              <w:tab/>
            </w:r>
            <w:r w:rsidRPr="00E753BD">
              <w:rPr>
                <w:b/>
              </w:rPr>
              <w:tab/>
            </w:r>
            <w:r w:rsidRPr="00E753BD">
              <w:rPr>
                <w:b/>
              </w:rPr>
              <w:tab/>
            </w:r>
            <w:r w:rsidRPr="00E753BD">
              <w:rPr>
                <w:b/>
              </w:rPr>
              <w:tab/>
            </w:r>
            <w:r w:rsidRPr="00E753BD">
              <w:rPr>
                <w:b/>
              </w:rPr>
              <w:tab/>
            </w:r>
            <w:r w:rsidRPr="00E753BD">
              <w:rPr>
                <w:b/>
              </w:rPr>
              <w:tab/>
            </w:r>
            <w:r w:rsidRPr="00E753BD">
              <w:rPr>
                <w:b/>
              </w:rPr>
              <w:tab/>
            </w:r>
            <w:r>
              <w:rPr>
                <w:b/>
              </w:rPr>
              <w:t>180</w:t>
            </w:r>
            <w:r w:rsidRPr="00E753BD">
              <w:rPr>
                <w:b/>
              </w:rPr>
              <w:tab/>
              <w:t>kredit</w:t>
            </w:r>
          </w:p>
          <w:p w:rsidR="00DD2AC3" w:rsidRPr="00E753BD" w:rsidRDefault="00DD2AC3" w:rsidP="00443376">
            <w:pPr>
              <w:ind w:left="254" w:hanging="2"/>
              <w:rPr>
                <w:b/>
              </w:rPr>
            </w:pPr>
          </w:p>
          <w:p w:rsidR="00DD2AC3" w:rsidRPr="00E753BD" w:rsidRDefault="00DD2AC3" w:rsidP="003202A4">
            <w:pPr>
              <w:spacing w:before="120" w:afterLines="60"/>
              <w:ind w:left="181" w:firstLine="357"/>
              <w:jc w:val="both"/>
            </w:pPr>
            <w:r w:rsidRPr="00E753BD">
              <w:t>A tantárgyak oktatásának formáit (előadás, szeminárium, laboratóriumi gyakorlat), féléves tagozódásait, kreditértékét, tárgyfelelősét, felvételének el</w:t>
            </w:r>
            <w:r>
              <w:t>ő</w:t>
            </w:r>
            <w:r w:rsidRPr="00E753BD">
              <w:t>követelményeit a tantárgyi tematikák tartalmazzák, ennek változása tanter</w:t>
            </w:r>
            <w:r>
              <w:t>v változtat</w:t>
            </w:r>
            <w:r w:rsidRPr="00E753BD">
              <w:t>ásnak minősül.</w:t>
            </w:r>
          </w:p>
          <w:p w:rsidR="00DD2AC3" w:rsidRDefault="00DD2AC3" w:rsidP="003202A4">
            <w:pPr>
              <w:spacing w:before="120" w:afterLines="60"/>
              <w:ind w:left="181" w:firstLine="357"/>
              <w:jc w:val="both"/>
            </w:pPr>
            <w:r w:rsidRPr="00E753BD">
              <w:t>A tantervet csak a Kari Tanács jóváhagyásával lehet változtatni.</w:t>
            </w:r>
          </w:p>
          <w:p w:rsidR="00DD2AC3" w:rsidRDefault="00DD2AC3" w:rsidP="003202A4">
            <w:pPr>
              <w:spacing w:before="120" w:afterLines="60"/>
              <w:ind w:left="180" w:firstLine="360"/>
              <w:jc w:val="both"/>
            </w:pPr>
            <w:r w:rsidRPr="00E753BD">
              <w:t>A tantárgyi tematikák tartalmazzák a tananyag tartalmát, vizsgakövetelményeit is. Ennek változtatása a Szakterületi Bizottság jóváhagyásával engedélyezett.</w:t>
            </w:r>
          </w:p>
          <w:p w:rsidR="00DD2AC3" w:rsidRDefault="00DD2AC3" w:rsidP="003202A4">
            <w:pPr>
              <w:spacing w:before="120" w:afterLines="60"/>
              <w:ind w:left="180" w:firstLine="360"/>
              <w:jc w:val="both"/>
            </w:pPr>
          </w:p>
          <w:p w:rsidR="00DD2AC3" w:rsidRDefault="00DD2AC3" w:rsidP="003202A4">
            <w:pPr>
              <w:spacing w:before="120" w:afterLines="60"/>
              <w:ind w:left="180" w:firstLine="360"/>
              <w:jc w:val="both"/>
            </w:pPr>
            <w:r w:rsidRPr="00E753BD">
              <w:t>Az adott tantárgy oktatásában résztvevő személyek meghatározása tanszéki hatáskör.</w:t>
            </w:r>
          </w:p>
          <w:p w:rsidR="00DD2AC3" w:rsidRDefault="00DD2AC3" w:rsidP="003202A4">
            <w:pPr>
              <w:spacing w:before="120" w:afterLines="60"/>
              <w:ind w:left="180" w:firstLine="360"/>
              <w:jc w:val="both"/>
            </w:pPr>
            <w:r w:rsidRPr="00E753BD">
              <w:t xml:space="preserve">Szabadon választható tárgyként a Karon meghirdetett bármely tantárgy felvehető. Más karon, intézményben teljesített krediteket a Tanulmányi- és Vizsgaszabályzatban megadottak szerint kell igazolni. </w:t>
            </w:r>
          </w:p>
          <w:p w:rsidR="00DD2AC3" w:rsidRDefault="00DD2AC3" w:rsidP="00443376">
            <w:pPr>
              <w:ind w:left="254" w:hanging="2"/>
            </w:pPr>
            <w:r w:rsidRPr="00E753BD">
              <w:t>Az egyes tantárgyak félévenkénti felosztását és el</w:t>
            </w:r>
            <w:r>
              <w:t>ő</w:t>
            </w:r>
            <w:r w:rsidRPr="00E753BD">
              <w:t>követelményeit is figyelembevevő modelltantervét a 14</w:t>
            </w:r>
            <w:r w:rsidRPr="00E753BD">
              <w:rPr>
                <w:bCs/>
              </w:rPr>
              <w:t>. fejezet</w:t>
            </w:r>
            <w:r w:rsidRPr="00E753BD">
              <w:t xml:space="preserve"> tartalmazza.</w:t>
            </w:r>
          </w:p>
          <w:p w:rsidR="00DD2AC3" w:rsidRPr="00E753BD" w:rsidRDefault="00DD2AC3" w:rsidP="00443376">
            <w:pPr>
              <w:ind w:left="254" w:hanging="2"/>
            </w:pPr>
          </w:p>
          <w:p w:rsidR="00DD2AC3" w:rsidRPr="00E753BD" w:rsidRDefault="00DD2AC3" w:rsidP="00443376">
            <w:pPr>
              <w:ind w:left="254" w:hanging="2"/>
            </w:pPr>
          </w:p>
          <w:tbl>
            <w:tblPr>
              <w:tblW w:w="0" w:type="auto"/>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3"/>
              <w:gridCol w:w="1091"/>
              <w:gridCol w:w="2615"/>
              <w:gridCol w:w="2110"/>
            </w:tblGrid>
            <w:tr w:rsidR="00DD2AC3" w:rsidRPr="00E753BD" w:rsidTr="003E79FC">
              <w:tc>
                <w:tcPr>
                  <w:tcW w:w="3363"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E753BD">
                    <w:t>Tárgynév</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E753BD">
                    <w:t>kredit</w:t>
                  </w:r>
                </w:p>
              </w:tc>
              <w:tc>
                <w:tcPr>
                  <w:tcW w:w="2615"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E753BD">
                    <w:t>Tárgyfelelős egység</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E753BD">
                    <w:t>Tárgyfelelős oktató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B44930" w:rsidRDefault="00DD2AC3" w:rsidP="00443376">
                  <w:pPr>
                    <w:rPr>
                      <w:b/>
                    </w:rPr>
                  </w:pPr>
                  <w:r w:rsidRPr="00B44930">
                    <w:rPr>
                      <w:b/>
                    </w:rPr>
                    <w:t>Alapozó ismeretek</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61</w:t>
                  </w:r>
                </w:p>
              </w:tc>
              <w:tc>
                <w:tcPr>
                  <w:tcW w:w="2615"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Statisztika</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Gazdaságmódszertani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Poór Judit</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Informatika</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Gazdaságmódszertani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Csák Máté</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Agrofizika</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7E518D">
                  <w:r>
                    <w:t>Dr. Pályi Béla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Kémia</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5</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1F1F88" w:rsidRDefault="00DD2AC3" w:rsidP="00443376">
                  <w:r w:rsidRPr="001F1F88">
                    <w:rPr>
                      <w:sz w:val="22"/>
                      <w:szCs w:val="22"/>
                    </w:rPr>
                    <w:t>Dr. Szomolányi Andrea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Agrokémia és a növénytáplálás alapjai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Növénytermesztéstani és Talajtani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Sárdi Katalin</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Növénytan</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5</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206AF8">
                  <w:r>
                    <w:t>Dr. Bódis Judit</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Növényrendszertan</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206AF8">
                  <w:r>
                    <w:t>Dr.Bódis Judit</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Növényélettan</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Allaga József</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Műszaki alapismeretek</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5</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Pályi Béla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géptan 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5</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Pályi Béla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Közgazdaságtan</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Gazdasági és Társadalomtudományi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Bacsi Zsuzsanna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 xml:space="preserve"> EU</w:t>
                  </w:r>
                  <w:r w:rsidRPr="00AC1AAD">
                    <w:rPr>
                      <w:strike/>
                    </w:rPr>
                    <w:t xml:space="preserve"> </w:t>
                  </w:r>
                  <w:r w:rsidRPr="00AC1AAD">
                    <w:t>agrárpolitikája</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Gazdasági és Társadalomtudományi Tanszék</w:t>
                  </w:r>
                </w:p>
              </w:tc>
              <w:tc>
                <w:tcPr>
                  <w:tcW w:w="2110" w:type="dxa"/>
                  <w:tcBorders>
                    <w:top w:val="single" w:sz="4" w:space="0" w:color="auto"/>
                    <w:left w:val="single" w:sz="4" w:space="0" w:color="auto"/>
                    <w:bottom w:val="single" w:sz="4" w:space="0" w:color="auto"/>
                    <w:right w:val="single" w:sz="4" w:space="0" w:color="auto"/>
                  </w:tcBorders>
                </w:tcPr>
                <w:p w:rsidR="00DD2AC3" w:rsidRPr="001F1F88" w:rsidRDefault="00DD2AC3" w:rsidP="00443376">
                  <w:r w:rsidRPr="001F1F88">
                    <w:rPr>
                      <w:sz w:val="22"/>
                      <w:szCs w:val="22"/>
                    </w:rPr>
                    <w:t>Dr. Bánhegyi Gabriella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Munkavédelem</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1</w:t>
                  </w:r>
                </w:p>
              </w:tc>
              <w:tc>
                <w:tcPr>
                  <w:tcW w:w="2615" w:type="dxa"/>
                  <w:tcBorders>
                    <w:top w:val="single" w:sz="4" w:space="0" w:color="auto"/>
                    <w:left w:val="single" w:sz="4" w:space="0" w:color="auto"/>
                    <w:bottom w:val="single" w:sz="4" w:space="0" w:color="auto"/>
                    <w:right w:val="single" w:sz="4" w:space="0" w:color="auto"/>
                  </w:tcBorders>
                </w:tcPr>
                <w:p w:rsidR="00DD2AC3" w:rsidRPr="001B4581" w:rsidRDefault="00DD2AC3" w:rsidP="00443376">
                  <w:r w:rsidRPr="001B4581">
                    <w:rPr>
                      <w:color w:val="000000"/>
                      <w:sz w:val="22"/>
                      <w:szCs w:val="22"/>
                    </w:rPr>
                    <w:t>Gazdasági és Társadalomtudományi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Fodor Lóránt</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Agrometeorológia</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Meteorológia és Vízgazdálkodás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Anda Angéla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Talajtan</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Növénytermesztéstani és Talajtani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Sisák István</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Vízgazdálkodás</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Meteorológia és Vízgazdálkodás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Burucs Zoltán</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Növénynemesítés alapjai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522FB7" w:rsidRDefault="00DD2AC3" w:rsidP="00443376">
                  <w:r w:rsidRPr="00522FB7">
                    <w:rPr>
                      <w:sz w:val="22"/>
                      <w:szCs w:val="22"/>
                    </w:rPr>
                    <w:t>Dr. Hoffmann Borbála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 xml:space="preserve">Mezőgazdasági ismeretek </w:t>
                  </w:r>
                  <w:r w:rsidRPr="00AC1AAD">
                    <w:rPr>
                      <w:strike/>
                    </w:rPr>
                    <w:t xml:space="preserve"> </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Növénytermesztéstani és Talajtani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Hoffmann Sándor</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Földműveléstan</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Növénytermesztéstani és Talajtani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Tóth Zoltán</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B44930" w:rsidRDefault="00DD2AC3" w:rsidP="00443376">
                  <w:pPr>
                    <w:rPr>
                      <w:b/>
                    </w:rPr>
                  </w:pPr>
                  <w:r w:rsidRPr="00B44930">
                    <w:rPr>
                      <w:b/>
                    </w:rPr>
                    <w:t>Szakmai törzsanyag</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64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7E518D">
                  <w:r w:rsidRPr="00AC1AAD">
                    <w:t xml:space="preserve">Dísznövénytermesztés </w:t>
                  </w:r>
                  <w:r>
                    <w:t>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tcPr>
                <w:p w:rsidR="00DD2AC3" w:rsidRPr="004F3B71" w:rsidRDefault="00DD2AC3" w:rsidP="00443376">
                  <w:r w:rsidRPr="004F3B71">
                    <w:t>Horváthné Dr. Baracsi Éva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7E518D">
                  <w:r w:rsidRPr="00AC1AAD">
                    <w:t xml:space="preserve">Dísznövénytermesztés </w:t>
                  </w:r>
                  <w:r>
                    <w:t>II.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tcPr>
                <w:p w:rsidR="00DD2AC3" w:rsidRPr="004F3B71" w:rsidRDefault="00DD2AC3" w:rsidP="00443376">
                  <w:r w:rsidRPr="004F3B71">
                    <w:t>Horváthné Dr. Baracsi Éva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Gyümölcstermesztés 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4F3B71" w:rsidRDefault="00DD2AC3" w:rsidP="00443376">
                  <w:r w:rsidRPr="004F3B71">
                    <w:t>Kocsisné Dr. Molnár Gitta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Gyümölcstermesztés II.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4F3B71" w:rsidRDefault="00DD2AC3" w:rsidP="00443376">
                  <w:r w:rsidRPr="004F3B71">
                    <w:t>Kocsisné Dr. Molnár Gitta</w:t>
                  </w:r>
                </w:p>
                <w:p w:rsidR="00DD2AC3" w:rsidRPr="004F3B71" w:rsidRDefault="00DD2AC3" w:rsidP="00443376"/>
              </w:tc>
            </w:tr>
            <w:tr w:rsidR="00DD2AC3" w:rsidRPr="00E753BD" w:rsidTr="004F3B71">
              <w:tc>
                <w:tcPr>
                  <w:tcW w:w="3363" w:type="dxa"/>
                  <w:tcBorders>
                    <w:top w:val="single" w:sz="4" w:space="0" w:color="auto"/>
                    <w:left w:val="single" w:sz="4" w:space="0" w:color="auto"/>
                    <w:bottom w:val="single" w:sz="4" w:space="0" w:color="auto"/>
                    <w:right w:val="single" w:sz="4" w:space="0" w:color="auto"/>
                  </w:tcBorders>
                </w:tcPr>
                <w:p w:rsidR="00DD2AC3" w:rsidRPr="00E753BD" w:rsidRDefault="00DD2AC3" w:rsidP="004F3B71">
                  <w:r w:rsidRPr="00E753BD">
                    <w:t>Tárgynév</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F3B71">
                  <w:r w:rsidRPr="00E753BD">
                    <w:t>kredit</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F3B71">
                  <w:r w:rsidRPr="00F717DE">
                    <w:rPr>
                      <w:sz w:val="22"/>
                      <w:szCs w:val="22"/>
                    </w:rPr>
                    <w:t>Tárgyfelelős egység</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F3B71">
                  <w:r w:rsidRPr="00E753BD">
                    <w:t>Tárgyfelelős oktató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Faiskolai termesztés</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522FB7">
                    <w:t>Kocsisné Dr. Molnár Gitta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Szőlőtermesztés 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Kocsis László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Szőlőtermesztés II.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Kocsis László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Zöldségtermesztés 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Kovács János</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Zöldségtermesztés II.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Kovács János</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Gyógy- és aromanövények termesztése</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522FB7">
                    <w:rPr>
                      <w:sz w:val="22"/>
                      <w:szCs w:val="22"/>
                    </w:rPr>
                    <w:t>Horváthné Dr. Baracsi Éva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növényvédelem 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Növényvédelmi Intézet</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Takács András</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növényvédelem II.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Növényvédelmi Intézet</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Takács András</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Agrárgazdaságtan</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Gazdasági és Társadalomtudományi Tanszék</w:t>
                  </w:r>
                </w:p>
              </w:tc>
              <w:tc>
                <w:tcPr>
                  <w:tcW w:w="2110" w:type="dxa"/>
                  <w:tcBorders>
                    <w:top w:val="single" w:sz="4" w:space="0" w:color="auto"/>
                    <w:left w:val="single" w:sz="4" w:space="0" w:color="auto"/>
                    <w:bottom w:val="single" w:sz="4" w:space="0" w:color="auto"/>
                    <w:right w:val="single" w:sz="4" w:space="0" w:color="auto"/>
                  </w:tcBorders>
                </w:tcPr>
                <w:p w:rsidR="00DD2AC3" w:rsidRPr="00522FB7" w:rsidRDefault="00DD2AC3" w:rsidP="00443376">
                  <w:r w:rsidRPr="00522FB7">
                    <w:rPr>
                      <w:sz w:val="22"/>
                      <w:szCs w:val="22"/>
                    </w:rPr>
                    <w:t>Dr. Bánhegyi Gabriella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Vállalati gazdaságtan 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Vállalatök. és Vidékfejl.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Pupos Tibor</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Vállalati gazdaságtan II.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Vállalatök. és Vidékfejl.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Pupos Tibor</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Marketing</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Gazdasági és Társadalomtudományi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Lőke Zsuzsanna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Számviteli és pénzügyi ismeretek</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Gazdaságmódszertani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Urfi Péter</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Minőségbiztosítás alapjai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Gazdasági és Társadalomtudományi Tanszék</w:t>
                  </w:r>
                </w:p>
              </w:tc>
              <w:tc>
                <w:tcPr>
                  <w:tcW w:w="2110" w:type="dxa"/>
                  <w:tcBorders>
                    <w:top w:val="single" w:sz="4" w:space="0" w:color="auto"/>
                    <w:left w:val="single" w:sz="4" w:space="0" w:color="auto"/>
                    <w:bottom w:val="single" w:sz="4" w:space="0" w:color="auto"/>
                    <w:right w:val="single" w:sz="4" w:space="0" w:color="auto"/>
                  </w:tcBorders>
                </w:tcPr>
                <w:p w:rsidR="00DD2AC3" w:rsidRPr="00522FB7" w:rsidRDefault="00DD2AC3" w:rsidP="00443376">
                  <w:r w:rsidRPr="00522FB7">
                    <w:rPr>
                      <w:sz w:val="22"/>
                      <w:szCs w:val="22"/>
                    </w:rPr>
                    <w:t>Dr. Szabó Imre László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Szociológia</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Gazdasági és Társadalomtudományi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Kovács Ernő</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rsidRPr="00AC1AAD">
                    <w:t>Növényvédelmi higiéne  és szakigazgatás</w:t>
                  </w:r>
                </w:p>
                <w:p w:rsidR="00DD2AC3" w:rsidRDefault="00DD2AC3" w:rsidP="00443376"/>
                <w:p w:rsidR="00DD2AC3" w:rsidRDefault="00DD2AC3" w:rsidP="00443376"/>
                <w:p w:rsidR="00DD2AC3" w:rsidRDefault="00DD2AC3" w:rsidP="00443376"/>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Növényvédelmi Intézet</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Nádasyné Dr. Ihárosi  Erzsébet</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FD3D23" w:rsidRDefault="00DD2AC3" w:rsidP="00443376">
                  <w:pPr>
                    <w:rPr>
                      <w:b/>
                    </w:rPr>
                  </w:pPr>
                  <w:r w:rsidRPr="00FD3D23">
                    <w:rPr>
                      <w:b/>
                    </w:rPr>
                    <w:t xml:space="preserve">Differenciált szakmai ismeretek: </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numPr>
                      <w:ilvl w:val="0"/>
                      <w:numId w:val="30"/>
                    </w:numPr>
                  </w:pPr>
                  <w:r w:rsidRPr="00522FB7">
                    <w:t xml:space="preserve">Gyümölcstermesztési </w:t>
                  </w:r>
                  <w:r>
                    <w:t>szakirány</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30</w:t>
                  </w:r>
                </w:p>
              </w:tc>
              <w:tc>
                <w:tcPr>
                  <w:tcW w:w="2615"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Gyümölcstermesztés III.</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522FB7">
                    <w:t>Kocsisné Dr. Molnár Gitta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rsidRPr="00AC1AAD">
                    <w:t>Gyümölcstermesztés IV.</w:t>
                  </w:r>
                </w:p>
                <w:p w:rsidR="00DD2AC3" w:rsidRDefault="00DD2AC3" w:rsidP="00443376"/>
                <w:p w:rsidR="00DD2AC3" w:rsidRPr="00AC1AAD" w:rsidRDefault="00DD2AC3" w:rsidP="00443376"/>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522FB7">
                    <w:t>Kocsisné Dr. Molnár Gitta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géptan II.</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t>Dr. Pályi Béla</w:t>
                  </w:r>
                </w:p>
                <w:p w:rsidR="00DD2AC3" w:rsidRPr="00AC1AAD" w:rsidRDefault="00DD2AC3" w:rsidP="00443376"/>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Anyagmozgatás és csomagolás</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Pomológia</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Kocsisné Dr. Molnár Gitta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szakgéptan</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t>Dr. Pályi Béla</w:t>
                  </w:r>
                </w:p>
                <w:p w:rsidR="00DD2AC3" w:rsidRPr="00AC1AAD" w:rsidRDefault="00DD2AC3" w:rsidP="00443376"/>
              </w:tc>
            </w:tr>
            <w:tr w:rsidR="00DD2AC3" w:rsidRPr="00E753BD" w:rsidTr="004F3B71">
              <w:tc>
                <w:tcPr>
                  <w:tcW w:w="3363" w:type="dxa"/>
                  <w:tcBorders>
                    <w:top w:val="single" w:sz="4" w:space="0" w:color="auto"/>
                    <w:left w:val="single" w:sz="4" w:space="0" w:color="auto"/>
                    <w:bottom w:val="single" w:sz="4" w:space="0" w:color="auto"/>
                    <w:right w:val="single" w:sz="4" w:space="0" w:color="auto"/>
                  </w:tcBorders>
                </w:tcPr>
                <w:p w:rsidR="00DD2AC3" w:rsidRPr="00E753BD" w:rsidRDefault="00DD2AC3" w:rsidP="004F3B71">
                  <w:r w:rsidRPr="00E753BD">
                    <w:t>Tárgynév</w:t>
                  </w:r>
                </w:p>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F3B71">
                  <w:r w:rsidRPr="00E753BD">
                    <w:t>kredit</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F3B71">
                  <w:r w:rsidRPr="00F717DE">
                    <w:rPr>
                      <w:sz w:val="22"/>
                      <w:szCs w:val="22"/>
                    </w:rPr>
                    <w:t>Tárgyfelelős egység</w:t>
                  </w:r>
                </w:p>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F3B71">
                  <w:r w:rsidRPr="00E753BD">
                    <w:t>Tárgyfelelős oktató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Vezetési ismeretek</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Gazdasági és Társadalomtudományi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Kocsondi József</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ökonómia</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Vállalatök. és Vidékfejl.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Brazsil József</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Tárolás, termékfeldolgozás</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Állattudományi és Állattenyésztéstani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Wágner László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numPr>
                      <w:ilvl w:val="0"/>
                      <w:numId w:val="30"/>
                    </w:numPr>
                  </w:pPr>
                  <w:r>
                    <w:t xml:space="preserve"> Dísznövénytermesztési szakirány</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30</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Dísznövénytermesztés III.</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Horváthné Dr. Baracsi Éva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1E5A5B">
                  <w:r w:rsidRPr="00AC1AAD">
                    <w:t>Dísznövénytermesztés I</w:t>
                  </w:r>
                  <w:r>
                    <w:t>V</w:t>
                  </w:r>
                  <w:r w:rsidRPr="00AC1AAD">
                    <w:t>.</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864FB4">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864FB4">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864FB4">
                  <w:r w:rsidRPr="00522FB7">
                    <w:t>Horváthné Dr. Baracsi Éva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864FB4">
                  <w:r w:rsidRPr="00AC1AAD">
                    <w:t>Kertészeti géptan II.</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864FB4">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864FB4">
                  <w:r w:rsidRPr="00F717DE">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864FB4">
                  <w:r>
                    <w:t>Dr. Pályi Béla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Faj-és fajtaismeret I.</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Horváthné Dr. Baracsi Éva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gyakorlati fogások</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Horváthné Dr. Baracsi Éva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Díszfaiskola</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Horváthné Dr. Baracsi Éva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Évelők termesztése</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Kovács János</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ökonómia</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Vállalatök. és Vidékfejl.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Brazsil József</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Faj-és fajtaismeret II.</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Horváthné Dr. Baracsi Éva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numPr>
                      <w:ilvl w:val="0"/>
                      <w:numId w:val="30"/>
                    </w:numPr>
                  </w:pPr>
                  <w:r>
                    <w:t>Zöldségtermesztési szakirány</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30</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rsidRPr="00AC1AAD">
                    <w:t>Zöldségtermesztés III.</w:t>
                  </w:r>
                </w:p>
                <w:p w:rsidR="00DD2AC3" w:rsidRPr="00AC1AAD" w:rsidRDefault="00DD2AC3" w:rsidP="00443376"/>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Kovács János</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Zöldségtermesztés IV.</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Kovács János</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géptan II.</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Építéstan</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451793">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Mikroszaporítás</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Taller János</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Gombatermesztés</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Szeglet Péter</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szakgéptan</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ökonómia</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Vállalatök. és Vidékfejl.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Brazsil József</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rsidRPr="00AC1AAD">
                    <w:t>Tárolás, termékfeldolgozás</w:t>
                  </w:r>
                </w:p>
                <w:p w:rsidR="00DD2AC3" w:rsidRDefault="00DD2AC3" w:rsidP="00443376"/>
                <w:p w:rsidR="00DD2AC3" w:rsidRPr="00AC1AAD" w:rsidRDefault="00DD2AC3" w:rsidP="00443376"/>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Állattudományi és Állattenyésztéstani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Wágner László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c>
                <w:tcPr>
                  <w:tcW w:w="1091"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tc>
              <w:tc>
                <w:tcPr>
                  <w:tcW w:w="2110"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numPr>
                      <w:ilvl w:val="0"/>
                      <w:numId w:val="30"/>
                    </w:numPr>
                  </w:pPr>
                  <w:r>
                    <w:t>Szőlőtermesztési szakirány</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30</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Szőlőtermesztés III.</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Pr>
                      <w:sz w:val="22"/>
                      <w:szCs w:val="22"/>
                    </w:rPr>
                    <w:t>Agrártudományi Centrum</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Májer János</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Szőlőtermesztés IV.</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Kocsis László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géptan II.</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Anyagmozgatás és csomagolás</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color w:val="000000"/>
                      <w:sz w:val="22"/>
                      <w:szCs w:val="22"/>
                    </w:rPr>
                    <w:t>Agrárműszaki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A szőlő ökológiai termesztése</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Kocsis László</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Borászat</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2615" w:type="dxa"/>
                  <w:tcBorders>
                    <w:top w:val="single" w:sz="4" w:space="0" w:color="auto"/>
                    <w:left w:val="single" w:sz="4" w:space="0" w:color="auto"/>
                    <w:bottom w:val="single" w:sz="4" w:space="0" w:color="auto"/>
                    <w:right w:val="single" w:sz="4" w:space="0" w:color="auto"/>
                  </w:tcBorders>
                </w:tcPr>
                <w:p w:rsidR="00DD2AC3" w:rsidRPr="00F717DE" w:rsidRDefault="00DD2AC3" w:rsidP="00443376">
                  <w:r w:rsidRPr="00F717DE">
                    <w:rPr>
                      <w:sz w:val="22"/>
                      <w:szCs w:val="22"/>
                    </w:rPr>
                    <w:t>Kertészeti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1230D8" w:rsidRDefault="00DD2AC3" w:rsidP="00443376">
                  <w:r w:rsidRPr="001230D8">
                    <w:rPr>
                      <w:sz w:val="22"/>
                      <w:szCs w:val="22"/>
                    </w:rPr>
                    <w:t>Dr. Podmanicky Péter</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Mikrobiológia</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Növénytudományi és Biotechnológiai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Csitári Gábor</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Kertészeti ökonómia</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Vállalatök. és Vidékfejl.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Brazsil József</w:t>
                  </w:r>
                </w:p>
              </w:tc>
            </w:tr>
            <w:tr w:rsidR="00DD2AC3" w:rsidRPr="00E753BD" w:rsidTr="003E79FC">
              <w:tc>
                <w:tcPr>
                  <w:tcW w:w="3363"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Vezetési ismeretek</w:t>
                  </w:r>
                </w:p>
              </w:tc>
              <w:tc>
                <w:tcPr>
                  <w:tcW w:w="1091"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2615" w:type="dxa"/>
                  <w:tcBorders>
                    <w:top w:val="single" w:sz="4" w:space="0" w:color="auto"/>
                    <w:left w:val="single" w:sz="4" w:space="0" w:color="auto"/>
                    <w:bottom w:val="single" w:sz="4" w:space="0" w:color="auto"/>
                    <w:right w:val="single" w:sz="4" w:space="0" w:color="auto"/>
                  </w:tcBorders>
                  <w:vAlign w:val="center"/>
                </w:tcPr>
                <w:p w:rsidR="00DD2AC3" w:rsidRPr="00F717DE" w:rsidRDefault="00DD2AC3" w:rsidP="00443376">
                  <w:r w:rsidRPr="00F717DE">
                    <w:rPr>
                      <w:color w:val="000000"/>
                      <w:sz w:val="22"/>
                      <w:szCs w:val="22"/>
                    </w:rPr>
                    <w:t>Gazdasági és Társadalomtudományi Tanszék</w:t>
                  </w:r>
                </w:p>
              </w:tc>
              <w:tc>
                <w:tcPr>
                  <w:tcW w:w="2110"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Kocsondi József</w:t>
                  </w:r>
                </w:p>
              </w:tc>
            </w:tr>
          </w:tbl>
          <w:p w:rsidR="00DD2AC3" w:rsidRPr="00E753BD" w:rsidRDefault="00DD2AC3" w:rsidP="00443376">
            <w:pPr>
              <w:ind w:left="254" w:hanging="2"/>
            </w:pPr>
          </w:p>
          <w:p w:rsidR="00DD2AC3" w:rsidRPr="00E753BD" w:rsidRDefault="00DD2AC3" w:rsidP="00443376">
            <w:pPr>
              <w:ind w:left="254" w:hanging="2"/>
            </w:pPr>
          </w:p>
        </w:tc>
      </w:tr>
      <w:tr w:rsidR="00DD2AC3" w:rsidRPr="00E753BD" w:rsidTr="00443376">
        <w:trPr>
          <w:jc w:val="center"/>
        </w:trPr>
        <w:tc>
          <w:tcPr>
            <w:tcW w:w="5142" w:type="dxa"/>
            <w:shd w:val="clear" w:color="auto" w:fill="D9D9D9"/>
          </w:tcPr>
          <w:p w:rsidR="00DD2AC3" w:rsidRPr="00E753BD" w:rsidRDefault="00DD2AC3" w:rsidP="00443376">
            <w:pPr>
              <w:pStyle w:val="Heading1"/>
              <w:tabs>
                <w:tab w:val="left" w:pos="302"/>
              </w:tabs>
              <w:ind w:left="18"/>
              <w:rPr>
                <w:rFonts w:ascii="Times New Roman" w:hAnsi="Times New Roman" w:cs="Times New Roman"/>
                <w:caps/>
                <w:lang w:val="en-US"/>
              </w:rPr>
            </w:pPr>
            <w:r w:rsidRPr="00E753BD">
              <w:rPr>
                <w:rFonts w:ascii="Times New Roman félkövér" w:hAnsi="Times New Roman félkövér"/>
                <w:caps/>
              </w:rPr>
              <w:t xml:space="preserve">Program Structure: </w:t>
            </w:r>
          </w:p>
        </w:tc>
        <w:tc>
          <w:tcPr>
            <w:tcW w:w="4517" w:type="dxa"/>
            <w:shd w:val="clear" w:color="auto" w:fill="D9D9D9"/>
            <w:vAlign w:val="center"/>
          </w:tcPr>
          <w:p w:rsidR="00DD2AC3" w:rsidRPr="00E753BD" w:rsidRDefault="00DD2AC3" w:rsidP="00443376">
            <w:pPr>
              <w:ind w:left="254" w:hanging="2"/>
              <w:rPr>
                <w:lang w:val="en-US"/>
              </w:rPr>
            </w:pPr>
          </w:p>
        </w:tc>
      </w:tr>
      <w:tr w:rsidR="00DD2AC3" w:rsidRPr="00E753BD" w:rsidTr="00443376">
        <w:trPr>
          <w:jc w:val="center"/>
        </w:trPr>
        <w:tc>
          <w:tcPr>
            <w:tcW w:w="9659" w:type="dxa"/>
            <w:gridSpan w:val="2"/>
            <w:shd w:val="clear" w:color="auto" w:fill="D9D9D9"/>
          </w:tcPr>
          <w:p w:rsidR="00DD2AC3" w:rsidRPr="00E753BD" w:rsidRDefault="00DD2AC3" w:rsidP="00443376">
            <w:pPr>
              <w:pStyle w:val="Default"/>
              <w:ind w:firstLine="720"/>
              <w:rPr>
                <w:rFonts w:ascii="Times New Roman" w:hAnsi="Times New Roman" w:cs="Times New Roman"/>
                <w:color w:val="auto"/>
                <w:lang w:val="en-US"/>
              </w:rPr>
            </w:pPr>
            <w:r w:rsidRPr="00E753BD">
              <w:rPr>
                <w:rFonts w:ascii="Times New Roman" w:hAnsi="Times New Roman" w:cs="Times New Roman"/>
                <w:color w:val="auto"/>
                <w:lang w:val="en-US"/>
              </w:rPr>
              <w:t>The content of the program is presented according to the structure defined in the training and output requirements.</w:t>
            </w:r>
          </w:p>
          <w:p w:rsidR="00DD2AC3" w:rsidRDefault="00DD2AC3" w:rsidP="00443376">
            <w:pPr>
              <w:pStyle w:val="Default"/>
              <w:numPr>
                <w:ilvl w:val="0"/>
                <w:numId w:val="28"/>
              </w:numPr>
              <w:rPr>
                <w:rFonts w:ascii="Times New Roman" w:hAnsi="Times New Roman" w:cs="Times New Roman"/>
                <w:color w:val="auto"/>
                <w:lang w:val="en-US"/>
              </w:rPr>
            </w:pPr>
            <w:r w:rsidRPr="00E753BD">
              <w:rPr>
                <w:rFonts w:ascii="Times New Roman" w:hAnsi="Times New Roman" w:cs="Times New Roman"/>
                <w:color w:val="auto"/>
                <w:lang w:val="en-US"/>
              </w:rPr>
              <w:t>Basic science courses:</w:t>
            </w:r>
            <w:r>
              <w:rPr>
                <w:rFonts w:ascii="Times New Roman" w:hAnsi="Times New Roman" w:cs="Times New Roman"/>
                <w:color w:val="auto"/>
                <w:lang w:val="en-US"/>
              </w:rPr>
              <w:t xml:space="preserve">                                                     48-58 credits, </w:t>
            </w:r>
            <w:r w:rsidRPr="00E753BD">
              <w:rPr>
                <w:rFonts w:ascii="Times New Roman" w:hAnsi="Times New Roman" w:cs="Times New Roman"/>
                <w:color w:val="auto"/>
                <w:lang w:val="en-US"/>
              </w:rPr>
              <w:t xml:space="preserve"> </w:t>
            </w:r>
            <w:r w:rsidRPr="0013629F">
              <w:rPr>
                <w:rFonts w:ascii="Times New Roman" w:hAnsi="Times New Roman" w:cs="Times New Roman"/>
                <w:b/>
                <w:color w:val="auto"/>
                <w:lang w:val="en-US"/>
              </w:rPr>
              <w:t>61 credits</w:t>
            </w:r>
          </w:p>
          <w:p w:rsidR="00DD2AC3" w:rsidRPr="00AC1AAD" w:rsidRDefault="00DD2AC3" w:rsidP="00443376">
            <w:pPr>
              <w:jc w:val="both"/>
            </w:pPr>
            <w:r w:rsidRPr="00AC1AAD">
              <w:t>Statistics</w:t>
            </w:r>
            <w:r>
              <w:t>,</w:t>
            </w:r>
            <w:r w:rsidRPr="002F1349">
              <w:t xml:space="preserve"> </w:t>
            </w:r>
            <w:r w:rsidRPr="00AC1AAD">
              <w:t>Information</w:t>
            </w:r>
            <w:r>
              <w:t xml:space="preserve"> </w:t>
            </w:r>
            <w:r w:rsidRPr="00AC1AAD">
              <w:t xml:space="preserve"> technology</w:t>
            </w:r>
            <w:r>
              <w:t xml:space="preserve">, </w:t>
            </w:r>
            <w:r w:rsidRPr="00AC1AAD">
              <w:t>Agrophysics</w:t>
            </w:r>
            <w:r w:rsidRPr="002F1349">
              <w:t xml:space="preserve"> </w:t>
            </w:r>
            <w:r w:rsidRPr="00AC1AAD">
              <w:t>Chemistry Agrochemistry – Fundamentals of crop nutrition</w:t>
            </w:r>
            <w:r>
              <w:t>,</w:t>
            </w:r>
            <w:r w:rsidRPr="00AC1AAD">
              <w:t> Botany</w:t>
            </w:r>
            <w:r>
              <w:t>,</w:t>
            </w:r>
            <w:r w:rsidRPr="00AC1AAD">
              <w:t xml:space="preserve"> Taxonomy</w:t>
            </w:r>
            <w:r>
              <w:t>,</w:t>
            </w:r>
            <w:r w:rsidRPr="00AC1AAD">
              <w:t> </w:t>
            </w:r>
            <w:r w:rsidRPr="00AC1AAD">
              <w:rPr>
                <w:lang w:val="en-GB"/>
              </w:rPr>
              <w:t>Plant Physiology</w:t>
            </w:r>
            <w:r>
              <w:rPr>
                <w:lang w:val="en-GB"/>
              </w:rPr>
              <w:t>,</w:t>
            </w:r>
            <w:r w:rsidRPr="002F1349">
              <w:t xml:space="preserve"> </w:t>
            </w:r>
            <w:r w:rsidRPr="00AC1AAD">
              <w:t>Foundamental Technical Studies</w:t>
            </w:r>
            <w:r>
              <w:t>,</w:t>
            </w:r>
          </w:p>
          <w:p w:rsidR="00DD2AC3" w:rsidRPr="00AC1AAD" w:rsidRDefault="00DD2AC3" w:rsidP="00443376">
            <w:pPr>
              <w:jc w:val="both"/>
            </w:pPr>
            <w:r w:rsidRPr="00AC1AAD">
              <w:t> </w:t>
            </w:r>
            <w:r w:rsidRPr="00AC1AAD">
              <w:rPr>
                <w:lang w:val="en-GB"/>
              </w:rPr>
              <w:t>Horticultural engineering I</w:t>
            </w:r>
            <w:r>
              <w:rPr>
                <w:lang w:val="en-GB"/>
              </w:rPr>
              <w:t>.,</w:t>
            </w:r>
            <w:r w:rsidRPr="002F1349">
              <w:t xml:space="preserve"> </w:t>
            </w:r>
            <w:r w:rsidRPr="00AC1AAD">
              <w:t>Economics </w:t>
            </w:r>
            <w:r w:rsidRPr="00AC1AAD">
              <w:rPr>
                <w:bCs/>
              </w:rPr>
              <w:t>The agricultural  policy of the EU</w:t>
            </w:r>
            <w:r>
              <w:t xml:space="preserve">, </w:t>
            </w:r>
            <w:r w:rsidRPr="00AC1AAD">
              <w:rPr>
                <w:rStyle w:val="Strong"/>
              </w:rPr>
              <w:t>Safeguarding the Interests of the Workers and Health Protection</w:t>
            </w:r>
            <w:r>
              <w:t xml:space="preserve">, </w:t>
            </w:r>
            <w:r w:rsidRPr="00AC1AAD">
              <w:t>Agrometeorology</w:t>
            </w:r>
            <w:r>
              <w:t xml:space="preserve">, </w:t>
            </w:r>
            <w:r w:rsidRPr="00AC1AAD">
              <w:t> Soil Science</w:t>
            </w:r>
            <w:r>
              <w:t xml:space="preserve">, </w:t>
            </w:r>
            <w:r w:rsidRPr="00AC1AAD">
              <w:t>Water management</w:t>
            </w:r>
            <w:r>
              <w:t xml:space="preserve">,  </w:t>
            </w:r>
            <w:r w:rsidRPr="00AC1AAD">
              <w:t>Principles of Plant Breeding</w:t>
            </w:r>
            <w:r>
              <w:t xml:space="preserve">, </w:t>
            </w:r>
            <w:r w:rsidRPr="00AC1AAD">
              <w:t>Principles of Agriculture</w:t>
            </w:r>
            <w:r>
              <w:t>, Soil management</w:t>
            </w:r>
          </w:p>
          <w:p w:rsidR="00DD2AC3" w:rsidRDefault="00DD2AC3" w:rsidP="00443376">
            <w:pPr>
              <w:jc w:val="both"/>
            </w:pPr>
            <w:r w:rsidRPr="00AC1AAD">
              <w:t> </w:t>
            </w:r>
          </w:p>
          <w:p w:rsidR="00DD2AC3" w:rsidRPr="00E753BD" w:rsidRDefault="00DD2AC3" w:rsidP="00443376">
            <w:pPr>
              <w:pStyle w:val="Default"/>
              <w:ind w:left="1080"/>
              <w:rPr>
                <w:rFonts w:ascii="Times New Roman" w:hAnsi="Times New Roman" w:cs="Times New Roman"/>
                <w:color w:val="auto"/>
                <w:lang w:val="en-US"/>
              </w:rPr>
            </w:pP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p>
          <w:p w:rsidR="00DD2AC3" w:rsidRPr="00E753BD" w:rsidRDefault="00DD2AC3" w:rsidP="00443376">
            <w:pPr>
              <w:pStyle w:val="Default"/>
              <w:ind w:firstLine="720"/>
              <w:rPr>
                <w:rFonts w:ascii="Times New Roman" w:hAnsi="Times New Roman" w:cs="Times New Roman"/>
                <w:color w:val="auto"/>
                <w:lang w:val="en-US"/>
              </w:rPr>
            </w:pPr>
          </w:p>
          <w:p w:rsidR="00DD2AC3" w:rsidRDefault="00DD2AC3" w:rsidP="00443376">
            <w:pPr>
              <w:pStyle w:val="Default"/>
              <w:ind w:firstLine="720"/>
              <w:rPr>
                <w:rFonts w:ascii="Times New Roman" w:hAnsi="Times New Roman" w:cs="Times New Roman"/>
                <w:b/>
              </w:rPr>
            </w:pPr>
            <w:r w:rsidRPr="00E753BD">
              <w:rPr>
                <w:rFonts w:ascii="Times New Roman" w:hAnsi="Times New Roman" w:cs="Times New Roman"/>
                <w:color w:val="auto"/>
                <w:lang w:val="en-US"/>
              </w:rPr>
              <w:t>2.  Principal professional subjects:</w:t>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13629F">
              <w:rPr>
                <w:rFonts w:ascii="Times New Roman" w:hAnsi="Times New Roman" w:cs="Times New Roman"/>
              </w:rPr>
              <w:t xml:space="preserve">68 – 80 credit, </w:t>
            </w:r>
            <w:r w:rsidRPr="0013629F">
              <w:rPr>
                <w:rFonts w:ascii="Times New Roman" w:hAnsi="Times New Roman" w:cs="Times New Roman"/>
                <w:b/>
              </w:rPr>
              <w:t>64 credit</w:t>
            </w:r>
          </w:p>
          <w:p w:rsidR="00DD2AC3" w:rsidRPr="00AC1AAD" w:rsidRDefault="00DD2AC3" w:rsidP="00443376">
            <w:r>
              <w:t>Ornamental plant production and ornamental dendrology I.</w:t>
            </w:r>
            <w:r w:rsidRPr="002F1349">
              <w:t xml:space="preserve"> </w:t>
            </w:r>
            <w:r>
              <w:t>,Ornamental plant production and ornamental dendrology II.</w:t>
            </w:r>
            <w:r w:rsidRPr="002F1349">
              <w:t xml:space="preserve"> </w:t>
            </w:r>
            <w:r>
              <w:t xml:space="preserve">,  </w:t>
            </w:r>
            <w:r w:rsidRPr="00AC1AAD">
              <w:t>Fruit production I.</w:t>
            </w:r>
            <w:r>
              <w:t>,</w:t>
            </w:r>
            <w:r w:rsidRPr="00DE41E9">
              <w:t xml:space="preserve"> </w:t>
            </w:r>
            <w:r w:rsidRPr="00AC1AAD">
              <w:t xml:space="preserve">Fruit production </w:t>
            </w:r>
            <w:r>
              <w:t>I</w:t>
            </w:r>
            <w:r w:rsidRPr="00AC1AAD">
              <w:t>I.</w:t>
            </w:r>
            <w:r w:rsidRPr="00DE41E9">
              <w:t xml:space="preserve"> </w:t>
            </w:r>
            <w:r>
              <w:t>,</w:t>
            </w:r>
            <w:r w:rsidRPr="00AC1AAD">
              <w:t>Nursery production</w:t>
            </w:r>
            <w:r w:rsidRPr="00DE41E9">
              <w:t xml:space="preserve"> </w:t>
            </w:r>
            <w:r w:rsidRPr="00AC1AAD">
              <w:t>Vegetable production I.</w:t>
            </w:r>
            <w:r>
              <w:t>,</w:t>
            </w:r>
            <w:r w:rsidRPr="00DE41E9">
              <w:t xml:space="preserve"> </w:t>
            </w:r>
            <w:r w:rsidRPr="00AC1AAD">
              <w:t>Vegetable production II.</w:t>
            </w:r>
            <w:r>
              <w:t>,</w:t>
            </w:r>
            <w:r w:rsidRPr="00DE41E9">
              <w:t xml:space="preserve"> </w:t>
            </w:r>
            <w:r w:rsidRPr="00AC1AAD">
              <w:t>Medical and aromatic plants</w:t>
            </w:r>
            <w:r w:rsidRPr="00DE41E9">
              <w:t xml:space="preserve"> </w:t>
            </w:r>
            <w:r>
              <w:t xml:space="preserve">Plant, </w:t>
            </w:r>
            <w:r w:rsidRPr="00AC1AAD">
              <w:t>Protection for Horticulture I.</w:t>
            </w:r>
            <w:r>
              <w:t>,</w:t>
            </w:r>
            <w:r w:rsidRPr="00DE41E9">
              <w:t xml:space="preserve"> </w:t>
            </w:r>
            <w:r w:rsidRPr="00AC1AAD">
              <w:t>Plant Protection for Horticulture II.</w:t>
            </w:r>
            <w:r>
              <w:t>,</w:t>
            </w:r>
            <w:r w:rsidRPr="00DE41E9">
              <w:rPr>
                <w:bCs/>
              </w:rPr>
              <w:t xml:space="preserve"> </w:t>
            </w:r>
            <w:r w:rsidRPr="00AC1AAD">
              <w:rPr>
                <w:bCs/>
              </w:rPr>
              <w:t>Agricultural Economics</w:t>
            </w:r>
            <w:r>
              <w:rPr>
                <w:bCs/>
              </w:rPr>
              <w:t xml:space="preserve">, </w:t>
            </w:r>
            <w:r w:rsidRPr="00AC1AAD">
              <w:rPr>
                <w:bCs/>
              </w:rPr>
              <w:t>Farm Business Management I.</w:t>
            </w:r>
            <w:r>
              <w:rPr>
                <w:bCs/>
              </w:rPr>
              <w:t xml:space="preserve">,  </w:t>
            </w:r>
            <w:r w:rsidRPr="00AC1AAD">
              <w:rPr>
                <w:bCs/>
              </w:rPr>
              <w:t>Farm Business Management II.</w:t>
            </w:r>
            <w:r w:rsidRPr="00DE41E9">
              <w:t xml:space="preserve"> </w:t>
            </w:r>
            <w:r>
              <w:t xml:space="preserve">, </w:t>
            </w:r>
            <w:r w:rsidRPr="00AC1AAD">
              <w:t>Viticulture I.</w:t>
            </w:r>
            <w:r w:rsidRPr="00DE41E9">
              <w:t xml:space="preserve"> </w:t>
            </w:r>
            <w:r w:rsidRPr="00AC1AAD">
              <w:t>Viticulture I</w:t>
            </w:r>
            <w:r>
              <w:t>I., Marketing,</w:t>
            </w:r>
            <w:r w:rsidRPr="00DE41E9">
              <w:t xml:space="preserve"> </w:t>
            </w:r>
            <w:r w:rsidRPr="00AC1AAD">
              <w:t>Accounting and finance</w:t>
            </w:r>
            <w:r>
              <w:t>,</w:t>
            </w:r>
            <w:r w:rsidRPr="00AC1AAD">
              <w:t xml:space="preserve"> Quality assurance</w:t>
            </w:r>
            <w:r>
              <w:t xml:space="preserve">, </w:t>
            </w:r>
            <w:r w:rsidRPr="00AC1AAD">
              <w:t xml:space="preserve"> Sociology</w:t>
            </w:r>
            <w:r w:rsidRPr="00AC1AAD">
              <w:rPr>
                <w:lang w:val="en-GB"/>
              </w:rPr>
              <w:t xml:space="preserve"> </w:t>
            </w:r>
            <w:r>
              <w:rPr>
                <w:lang w:val="en-GB"/>
              </w:rPr>
              <w:t xml:space="preserve">, </w:t>
            </w:r>
            <w:r w:rsidRPr="00AC1AAD">
              <w:rPr>
                <w:lang w:val="en-GB"/>
              </w:rPr>
              <w:t>Plant Protection Administration</w:t>
            </w:r>
            <w:r>
              <w:rPr>
                <w:lang w:val="en-GB"/>
              </w:rPr>
              <w:t>,</w:t>
            </w:r>
          </w:p>
          <w:p w:rsidR="00DD2AC3" w:rsidRPr="00AC1AAD" w:rsidRDefault="00DD2AC3" w:rsidP="00443376">
            <w:pPr>
              <w:jc w:val="both"/>
            </w:pPr>
          </w:p>
          <w:p w:rsidR="00DD2AC3" w:rsidRPr="00E753BD" w:rsidRDefault="00DD2AC3" w:rsidP="00443376">
            <w:pPr>
              <w:pStyle w:val="Default"/>
              <w:ind w:firstLine="720"/>
              <w:rPr>
                <w:rFonts w:ascii="Times New Roman" w:hAnsi="Times New Roman" w:cs="Times New Roman"/>
                <w:color w:val="auto"/>
                <w:lang w:val="en-US"/>
              </w:rPr>
            </w:pPr>
            <w:r w:rsidRPr="00E753BD">
              <w:rPr>
                <w:rFonts w:ascii="Times New Roman" w:hAnsi="Times New Roman" w:cs="Times New Roman"/>
                <w:color w:val="auto"/>
                <w:lang w:val="en-US"/>
              </w:rPr>
              <w:t xml:space="preserve"> </w:t>
            </w:r>
          </w:p>
          <w:p w:rsidR="00DD2AC3" w:rsidRPr="00E753BD" w:rsidRDefault="00DD2AC3" w:rsidP="00443376">
            <w:pPr>
              <w:pStyle w:val="Default"/>
              <w:ind w:firstLine="720"/>
              <w:rPr>
                <w:rFonts w:ascii="Times New Roman" w:hAnsi="Times New Roman" w:cs="Times New Roman"/>
                <w:color w:val="auto"/>
                <w:lang w:val="en-US"/>
              </w:rPr>
            </w:pPr>
            <w:r w:rsidRPr="00E753BD">
              <w:rPr>
                <w:rFonts w:ascii="Times New Roman" w:hAnsi="Times New Roman" w:cs="Times New Roman"/>
                <w:color w:val="auto"/>
                <w:lang w:val="en-US"/>
              </w:rPr>
              <w:t>3. Special professional subjects:</w:t>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Pr>
                <w:rFonts w:ascii="Times New Roman" w:hAnsi="Times New Roman" w:cs="Times New Roman"/>
                <w:color w:val="auto"/>
                <w:lang w:val="en-US"/>
              </w:rPr>
              <w:t>26-30</w:t>
            </w:r>
            <w:r w:rsidRPr="00E753BD">
              <w:rPr>
                <w:rFonts w:ascii="Times New Roman" w:hAnsi="Times New Roman" w:cs="Times New Roman"/>
                <w:color w:val="auto"/>
                <w:lang w:val="en-US"/>
              </w:rPr>
              <w:tab/>
              <w:t>credits</w:t>
            </w:r>
            <w:r>
              <w:rPr>
                <w:rFonts w:ascii="Times New Roman" w:hAnsi="Times New Roman" w:cs="Times New Roman"/>
                <w:color w:val="auto"/>
                <w:lang w:val="en-US"/>
              </w:rPr>
              <w:t xml:space="preserve">,  </w:t>
            </w:r>
            <w:r w:rsidRPr="00A70784">
              <w:rPr>
                <w:rFonts w:ascii="Times New Roman" w:hAnsi="Times New Roman" w:cs="Times New Roman"/>
                <w:b/>
                <w:color w:val="auto"/>
                <w:lang w:val="en-US"/>
              </w:rPr>
              <w:t>30 credits</w:t>
            </w:r>
          </w:p>
          <w:p w:rsidR="00DD2AC3" w:rsidRDefault="00DD2AC3" w:rsidP="00443376">
            <w:pPr>
              <w:pStyle w:val="Default"/>
              <w:ind w:firstLine="720"/>
              <w:rPr>
                <w:rFonts w:ascii="Times New Roman" w:hAnsi="Times New Roman" w:cs="Times New Roman"/>
                <w:color w:val="auto"/>
                <w:lang w:val="en-US"/>
              </w:rPr>
            </w:pPr>
          </w:p>
          <w:p w:rsidR="00DD2AC3" w:rsidRPr="001F1F88" w:rsidRDefault="00DD2AC3" w:rsidP="00443376">
            <w:pPr>
              <w:pStyle w:val="Default"/>
              <w:numPr>
                <w:ilvl w:val="0"/>
                <w:numId w:val="29"/>
              </w:numPr>
              <w:rPr>
                <w:rFonts w:ascii="Times New Roman" w:hAnsi="Times New Roman" w:cs="Times New Roman"/>
                <w:color w:val="auto"/>
                <w:u w:val="single"/>
                <w:lang w:val="en-US"/>
              </w:rPr>
            </w:pPr>
            <w:r>
              <w:rPr>
                <w:rFonts w:ascii="Times New Roman" w:hAnsi="Times New Roman" w:cs="Times New Roman"/>
                <w:color w:val="auto"/>
                <w:u w:val="single"/>
                <w:lang w:val="en-US"/>
              </w:rPr>
              <w:t>Fr</w:t>
            </w:r>
            <w:r w:rsidRPr="001F1F88">
              <w:rPr>
                <w:rFonts w:ascii="Times New Roman" w:hAnsi="Times New Roman" w:cs="Times New Roman"/>
                <w:color w:val="auto"/>
                <w:u w:val="single"/>
                <w:lang w:val="en-US"/>
              </w:rPr>
              <w:t>u</w:t>
            </w:r>
            <w:r>
              <w:rPr>
                <w:rFonts w:ascii="Times New Roman" w:hAnsi="Times New Roman" w:cs="Times New Roman"/>
                <w:color w:val="auto"/>
                <w:u w:val="single"/>
                <w:lang w:val="en-US"/>
              </w:rPr>
              <w:t>i</w:t>
            </w:r>
            <w:r w:rsidRPr="001F1F88">
              <w:rPr>
                <w:rFonts w:ascii="Times New Roman" w:hAnsi="Times New Roman" w:cs="Times New Roman"/>
                <w:color w:val="auto"/>
                <w:u w:val="single"/>
                <w:lang w:val="en-US"/>
              </w:rPr>
              <w:t>t production specialization field:</w:t>
            </w:r>
          </w:p>
          <w:p w:rsidR="00DD2AC3" w:rsidRPr="00AC1AAD" w:rsidRDefault="00DD2AC3" w:rsidP="00443376">
            <w:r w:rsidRPr="00A70784">
              <w:t>Fruit production III., Fruit production I</w:t>
            </w:r>
            <w:r>
              <w:t>V</w:t>
            </w:r>
            <w:r w:rsidRPr="00A70784">
              <w:t xml:space="preserve">., </w:t>
            </w:r>
            <w:r w:rsidRPr="00AC1AAD">
              <w:rPr>
                <w:lang w:val="en-GB"/>
              </w:rPr>
              <w:t>Horticultural engineering II.</w:t>
            </w:r>
            <w:r>
              <w:rPr>
                <w:lang w:val="en-GB"/>
              </w:rPr>
              <w:t xml:space="preserve">, </w:t>
            </w:r>
            <w:r w:rsidRPr="00AC1AAD">
              <w:t>Pomology</w:t>
            </w:r>
          </w:p>
          <w:p w:rsidR="00DD2AC3" w:rsidRDefault="00DD2AC3" w:rsidP="00443376">
            <w:pPr>
              <w:rPr>
                <w:bCs/>
              </w:rPr>
            </w:pPr>
            <w:r w:rsidRPr="00AC1AAD">
              <w:rPr>
                <w:lang w:val="en-GB"/>
              </w:rPr>
              <w:t>Special horticultural engineering</w:t>
            </w:r>
            <w:r>
              <w:rPr>
                <w:lang w:val="en-GB"/>
              </w:rPr>
              <w:t xml:space="preserve">, </w:t>
            </w:r>
            <w:r w:rsidRPr="00AC1AAD">
              <w:t>Materials handling, packaging</w:t>
            </w:r>
            <w:r>
              <w:t xml:space="preserve">, </w:t>
            </w:r>
            <w:r w:rsidRPr="00AC1AAD">
              <w:rPr>
                <w:bCs/>
              </w:rPr>
              <w:t>Economics of Horticulture</w:t>
            </w:r>
            <w:r>
              <w:rPr>
                <w:bCs/>
              </w:rPr>
              <w:t xml:space="preserve">, </w:t>
            </w:r>
          </w:p>
          <w:p w:rsidR="00DD2AC3" w:rsidRDefault="00DD2AC3" w:rsidP="00443376">
            <w:r w:rsidRPr="00AC1AAD">
              <w:t xml:space="preserve"> Food processing technology, principles</w:t>
            </w:r>
            <w:r>
              <w:t>, Management</w:t>
            </w:r>
          </w:p>
          <w:p w:rsidR="00DD2AC3" w:rsidRDefault="00DD2AC3" w:rsidP="00443376"/>
          <w:p w:rsidR="00DD2AC3" w:rsidRDefault="00DD2AC3" w:rsidP="00443376"/>
          <w:p w:rsidR="00DD2AC3" w:rsidRPr="007331FC" w:rsidRDefault="00DD2AC3" w:rsidP="00443376">
            <w:pPr>
              <w:numPr>
                <w:ilvl w:val="0"/>
                <w:numId w:val="29"/>
              </w:numPr>
              <w:rPr>
                <w:lang w:val="en-US"/>
              </w:rPr>
            </w:pPr>
            <w:r w:rsidRPr="001F1F88">
              <w:rPr>
                <w:u w:val="single"/>
              </w:rPr>
              <w:t>Ornamental plant production</w:t>
            </w:r>
            <w:r>
              <w:t xml:space="preserve">                                     26-30 credits, </w:t>
            </w:r>
            <w:r w:rsidRPr="00A70784">
              <w:rPr>
                <w:b/>
              </w:rPr>
              <w:t>30 credits</w:t>
            </w:r>
          </w:p>
          <w:p w:rsidR="00DD2AC3" w:rsidRDefault="00DD2AC3" w:rsidP="00443376">
            <w:pPr>
              <w:ind w:left="720"/>
              <w:rPr>
                <w:lang w:val="en-US"/>
              </w:rPr>
            </w:pPr>
          </w:p>
          <w:p w:rsidR="00DD2AC3" w:rsidRDefault="00DD2AC3" w:rsidP="00443376">
            <w:pPr>
              <w:rPr>
                <w:color w:val="000000"/>
              </w:rPr>
            </w:pPr>
            <w:r w:rsidRPr="00AC1AAD">
              <w:rPr>
                <w:lang w:val="en-GB"/>
              </w:rPr>
              <w:t>Ornamental plants production III.</w:t>
            </w:r>
            <w:r>
              <w:rPr>
                <w:lang w:val="en-GB"/>
              </w:rPr>
              <w:t>,</w:t>
            </w:r>
            <w:r w:rsidRPr="00AC1AAD">
              <w:rPr>
                <w:lang w:val="en-GB"/>
              </w:rPr>
              <w:t xml:space="preserve"> </w:t>
            </w:r>
            <w:r>
              <w:rPr>
                <w:lang w:val="en-GB"/>
              </w:rPr>
              <w:t>Ornamental plants production IV</w:t>
            </w:r>
            <w:r w:rsidRPr="00AC1AAD">
              <w:rPr>
                <w:lang w:val="en-GB"/>
              </w:rPr>
              <w:t>.</w:t>
            </w:r>
            <w:r>
              <w:rPr>
                <w:lang w:val="en-GB"/>
              </w:rPr>
              <w:t xml:space="preserve">,  </w:t>
            </w:r>
            <w:r w:rsidRPr="00AC1AAD">
              <w:rPr>
                <w:lang w:val="en-GB"/>
              </w:rPr>
              <w:t>Horticultural engineering II.</w:t>
            </w:r>
            <w:r>
              <w:rPr>
                <w:lang w:val="en-GB"/>
              </w:rPr>
              <w:t>, C</w:t>
            </w:r>
            <w:r w:rsidRPr="00AC1AAD">
              <w:rPr>
                <w:color w:val="000000"/>
              </w:rPr>
              <w:t>hoice of Varieties in Horticultural Production I.</w:t>
            </w:r>
            <w:r>
              <w:rPr>
                <w:color w:val="000000"/>
              </w:rPr>
              <w:t xml:space="preserve">, </w:t>
            </w:r>
            <w:r>
              <w:t xml:space="preserve">Practice of ornamental plant production, </w:t>
            </w:r>
            <w:r w:rsidRPr="00AC1AAD">
              <w:t>Nursery of ornamental plants</w:t>
            </w:r>
            <w:r>
              <w:t xml:space="preserve">, Production of perennial ornamental plants, </w:t>
            </w:r>
            <w:r w:rsidRPr="00AC1AAD">
              <w:rPr>
                <w:bCs/>
              </w:rPr>
              <w:t>Economics of Horticulture</w:t>
            </w:r>
            <w:r>
              <w:rPr>
                <w:bCs/>
              </w:rPr>
              <w:t xml:space="preserve">, </w:t>
            </w:r>
            <w:r w:rsidRPr="00AC1AAD">
              <w:rPr>
                <w:color w:val="000000"/>
              </w:rPr>
              <w:t xml:space="preserve"> Choice of Varieties in Horticultural Production</w:t>
            </w:r>
            <w:r>
              <w:rPr>
                <w:color w:val="000000"/>
              </w:rPr>
              <w:t xml:space="preserve"> I</w:t>
            </w:r>
            <w:r w:rsidRPr="00AC1AAD">
              <w:rPr>
                <w:color w:val="000000"/>
              </w:rPr>
              <w:t>I</w:t>
            </w:r>
            <w:r>
              <w:rPr>
                <w:color w:val="000000"/>
              </w:rPr>
              <w:t>.</w:t>
            </w:r>
          </w:p>
          <w:p w:rsidR="00DD2AC3" w:rsidRDefault="00DD2AC3" w:rsidP="00443376">
            <w:pPr>
              <w:rPr>
                <w:color w:val="000000"/>
              </w:rPr>
            </w:pPr>
            <w:r>
              <w:rPr>
                <w:color w:val="000000"/>
              </w:rPr>
              <w:t xml:space="preserve">          </w:t>
            </w:r>
          </w:p>
          <w:p w:rsidR="00DD2AC3" w:rsidRDefault="00DD2AC3" w:rsidP="00443376">
            <w:pPr>
              <w:numPr>
                <w:ilvl w:val="0"/>
                <w:numId w:val="29"/>
              </w:numPr>
              <w:rPr>
                <w:color w:val="000000"/>
              </w:rPr>
            </w:pPr>
            <w:r>
              <w:rPr>
                <w:color w:val="000000"/>
              </w:rPr>
              <w:t xml:space="preserve"> </w:t>
            </w:r>
            <w:r w:rsidRPr="001F1F88">
              <w:rPr>
                <w:color w:val="000000"/>
                <w:u w:val="single"/>
              </w:rPr>
              <w:t>Vegetable production</w:t>
            </w:r>
            <w:r>
              <w:rPr>
                <w:color w:val="000000"/>
              </w:rPr>
              <w:t xml:space="preserve">                                                 26-30 credits,   </w:t>
            </w:r>
            <w:r>
              <w:rPr>
                <w:b/>
                <w:color w:val="000000"/>
              </w:rPr>
              <w:t xml:space="preserve"> 30 credit</w:t>
            </w:r>
          </w:p>
          <w:p w:rsidR="00DD2AC3" w:rsidRDefault="00DD2AC3" w:rsidP="00443376">
            <w:r>
              <w:rPr>
                <w:color w:val="000000"/>
              </w:rPr>
              <w:t xml:space="preserve">    </w:t>
            </w:r>
            <w:r w:rsidRPr="00AC1AAD">
              <w:t>Vegetable production III.</w:t>
            </w:r>
            <w:r>
              <w:t xml:space="preserve">, </w:t>
            </w:r>
            <w:r w:rsidRPr="00AC1AAD">
              <w:t>Vegetable production I</w:t>
            </w:r>
            <w:r>
              <w:t xml:space="preserve">V., </w:t>
            </w:r>
            <w:r w:rsidRPr="00AC1AAD">
              <w:rPr>
                <w:lang w:val="en-GB"/>
              </w:rPr>
              <w:t>Horticultural engineering II.</w:t>
            </w:r>
            <w:r>
              <w:rPr>
                <w:lang w:val="en-GB"/>
              </w:rPr>
              <w:t xml:space="preserve">, </w:t>
            </w:r>
            <w:r w:rsidRPr="00AC1AAD">
              <w:t>Micropropagation of plants</w:t>
            </w:r>
            <w:r>
              <w:t xml:space="preserve">, Knowledge of construction, </w:t>
            </w:r>
            <w:r w:rsidRPr="00AC1AAD">
              <w:t>Mushroom production</w:t>
            </w:r>
            <w:r>
              <w:t xml:space="preserve">, </w:t>
            </w:r>
            <w:r w:rsidRPr="00AC1AAD">
              <w:rPr>
                <w:lang w:val="en-GB"/>
              </w:rPr>
              <w:t>Special horticultural engineering</w:t>
            </w:r>
            <w:r>
              <w:rPr>
                <w:lang w:val="en-GB"/>
              </w:rPr>
              <w:t xml:space="preserve">, </w:t>
            </w:r>
            <w:r w:rsidRPr="00AC1AAD">
              <w:rPr>
                <w:bCs/>
              </w:rPr>
              <w:t>Economics of Horticulture</w:t>
            </w:r>
            <w:r>
              <w:rPr>
                <w:bCs/>
              </w:rPr>
              <w:t xml:space="preserve">, </w:t>
            </w:r>
            <w:r w:rsidRPr="00AC1AAD">
              <w:t>Food processing technology, principles</w:t>
            </w:r>
          </w:p>
          <w:p w:rsidR="00DD2AC3" w:rsidRDefault="00DD2AC3" w:rsidP="00443376"/>
          <w:p w:rsidR="00DD2AC3" w:rsidRPr="00B44930" w:rsidRDefault="00DD2AC3" w:rsidP="00443376">
            <w:pPr>
              <w:numPr>
                <w:ilvl w:val="0"/>
                <w:numId w:val="29"/>
              </w:numPr>
              <w:rPr>
                <w:b/>
              </w:rPr>
            </w:pPr>
            <w:r>
              <w:t xml:space="preserve"> Viticulture                                                             26-30 credits , </w:t>
            </w:r>
            <w:r w:rsidRPr="00B44930">
              <w:rPr>
                <w:b/>
              </w:rPr>
              <w:t>30 credits</w:t>
            </w:r>
          </w:p>
          <w:p w:rsidR="00DD2AC3" w:rsidRPr="00AC1AAD" w:rsidRDefault="00DD2AC3" w:rsidP="00443376">
            <w:r>
              <w:t xml:space="preserve">   </w:t>
            </w:r>
            <w:r w:rsidRPr="00AC1AAD">
              <w:t>Viticulture III.</w:t>
            </w:r>
            <w:r>
              <w:t>,  Viticulture IV</w:t>
            </w:r>
            <w:r w:rsidRPr="00AC1AAD">
              <w:t>.</w:t>
            </w:r>
            <w:r>
              <w:t xml:space="preserve">, </w:t>
            </w:r>
            <w:r w:rsidRPr="00AC1AAD">
              <w:rPr>
                <w:lang w:val="en-GB"/>
              </w:rPr>
              <w:t>Horticultural engineering II.</w:t>
            </w:r>
            <w:r>
              <w:rPr>
                <w:lang w:val="en-GB"/>
              </w:rPr>
              <w:t xml:space="preserve">, </w:t>
            </w:r>
            <w:r w:rsidRPr="00AC1AAD">
              <w:t>Materials handling, packaging</w:t>
            </w:r>
            <w:r>
              <w:t xml:space="preserve">, </w:t>
            </w:r>
            <w:r w:rsidRPr="00AC1AAD">
              <w:t>Ecological production in viticulture</w:t>
            </w:r>
            <w:r>
              <w:t xml:space="preserve">, </w:t>
            </w:r>
            <w:r w:rsidRPr="00AC1AAD">
              <w:t>Enology</w:t>
            </w:r>
            <w:r>
              <w:t xml:space="preserve">, </w:t>
            </w:r>
            <w:r w:rsidRPr="00AC1AAD">
              <w:t>Microbiology</w:t>
            </w:r>
            <w:r>
              <w:t xml:space="preserve">, </w:t>
            </w:r>
            <w:r w:rsidRPr="00AC1AAD">
              <w:rPr>
                <w:bCs/>
              </w:rPr>
              <w:t>Economics of Horticulture</w:t>
            </w:r>
            <w:r>
              <w:rPr>
                <w:bCs/>
              </w:rPr>
              <w:t>, Management</w:t>
            </w:r>
          </w:p>
          <w:p w:rsidR="00DD2AC3" w:rsidRPr="00AC1AAD" w:rsidRDefault="00DD2AC3" w:rsidP="00443376"/>
          <w:p w:rsidR="00DD2AC3" w:rsidRPr="00AC1AAD" w:rsidRDefault="00DD2AC3" w:rsidP="00443376"/>
          <w:p w:rsidR="00DD2AC3" w:rsidRPr="00AC1AAD" w:rsidRDefault="00DD2AC3" w:rsidP="00443376"/>
          <w:p w:rsidR="00DD2AC3" w:rsidRPr="00E753BD" w:rsidRDefault="00DD2AC3" w:rsidP="00443376">
            <w:pPr>
              <w:pStyle w:val="Default"/>
              <w:ind w:firstLine="720"/>
              <w:rPr>
                <w:rFonts w:ascii="Times New Roman" w:hAnsi="Times New Roman" w:cs="Times New Roman"/>
                <w:color w:val="auto"/>
                <w:lang w:val="en-US"/>
              </w:rPr>
            </w:pPr>
            <w:r>
              <w:rPr>
                <w:rFonts w:ascii="Times New Roman" w:hAnsi="Times New Roman" w:cs="Times New Roman"/>
                <w:color w:val="auto"/>
                <w:lang w:val="en-US"/>
              </w:rPr>
              <w:t>4. Diploma</w:t>
            </w:r>
            <w:r w:rsidRPr="00E753BD">
              <w:rPr>
                <w:rFonts w:ascii="Times New Roman" w:hAnsi="Times New Roman" w:cs="Times New Roman"/>
                <w:color w:val="auto"/>
                <w:lang w:val="en-US"/>
              </w:rPr>
              <w:t xml:space="preserve"> work </w:t>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Pr>
                <w:rFonts w:ascii="Times New Roman" w:hAnsi="Times New Roman" w:cs="Times New Roman"/>
                <w:color w:val="auto"/>
                <w:lang w:val="en-US"/>
              </w:rPr>
              <w:t xml:space="preserve">      15 </w:t>
            </w:r>
            <w:r w:rsidRPr="00E753BD">
              <w:rPr>
                <w:rFonts w:ascii="Times New Roman" w:hAnsi="Times New Roman" w:cs="Times New Roman"/>
                <w:color w:val="auto"/>
                <w:lang w:val="en-US"/>
              </w:rPr>
              <w:tab/>
              <w:t>credits</w:t>
            </w:r>
          </w:p>
          <w:p w:rsidR="00DD2AC3" w:rsidRDefault="00DD2AC3" w:rsidP="00443376">
            <w:pPr>
              <w:pStyle w:val="Default"/>
              <w:ind w:firstLine="720"/>
              <w:rPr>
                <w:rFonts w:ascii="Times New Roman" w:hAnsi="Times New Roman" w:cs="Times New Roman"/>
                <w:color w:val="auto"/>
                <w:lang w:val="en-US"/>
              </w:rPr>
            </w:pPr>
            <w:r>
              <w:rPr>
                <w:rFonts w:ascii="Times New Roman" w:hAnsi="Times New Roman" w:cs="Times New Roman"/>
                <w:color w:val="auto"/>
                <w:lang w:val="en-US"/>
              </w:rPr>
              <w:t>Thesis I.</w:t>
            </w:r>
          </w:p>
          <w:p w:rsidR="00DD2AC3" w:rsidRDefault="00DD2AC3" w:rsidP="00443376">
            <w:pPr>
              <w:pStyle w:val="Default"/>
              <w:ind w:firstLine="720"/>
              <w:rPr>
                <w:rFonts w:ascii="Times New Roman" w:hAnsi="Times New Roman" w:cs="Times New Roman"/>
                <w:color w:val="auto"/>
                <w:lang w:val="en-US"/>
              </w:rPr>
            </w:pPr>
            <w:r>
              <w:rPr>
                <w:rFonts w:ascii="Times New Roman" w:hAnsi="Times New Roman" w:cs="Times New Roman"/>
                <w:color w:val="auto"/>
                <w:lang w:val="en-US"/>
              </w:rPr>
              <w:t>Thesis II.</w:t>
            </w:r>
          </w:p>
          <w:p w:rsidR="00DD2AC3" w:rsidRDefault="00DD2AC3" w:rsidP="00443376">
            <w:pPr>
              <w:pStyle w:val="Default"/>
              <w:ind w:firstLine="720"/>
              <w:rPr>
                <w:rFonts w:ascii="Times New Roman" w:hAnsi="Times New Roman" w:cs="Times New Roman"/>
                <w:color w:val="auto"/>
                <w:lang w:val="en-US"/>
              </w:rPr>
            </w:pPr>
            <w:r>
              <w:rPr>
                <w:rFonts w:ascii="Times New Roman" w:hAnsi="Times New Roman" w:cs="Times New Roman"/>
                <w:color w:val="auto"/>
                <w:lang w:val="en-US"/>
              </w:rPr>
              <w:t>Thesis III.</w:t>
            </w:r>
          </w:p>
          <w:p w:rsidR="00DD2AC3" w:rsidRPr="00E753BD" w:rsidRDefault="00DD2AC3" w:rsidP="00443376">
            <w:pPr>
              <w:pStyle w:val="Default"/>
              <w:ind w:firstLine="720"/>
              <w:rPr>
                <w:rFonts w:ascii="Times New Roman" w:hAnsi="Times New Roman" w:cs="Times New Roman"/>
                <w:color w:val="auto"/>
                <w:lang w:val="en-US"/>
              </w:rPr>
            </w:pPr>
          </w:p>
          <w:p w:rsidR="00DD2AC3" w:rsidRPr="00E753BD" w:rsidRDefault="00DD2AC3" w:rsidP="00443376">
            <w:pPr>
              <w:pStyle w:val="Default"/>
              <w:ind w:firstLine="720"/>
              <w:rPr>
                <w:rFonts w:ascii="Times New Roman" w:hAnsi="Times New Roman" w:cs="Times New Roman"/>
                <w:color w:val="auto"/>
                <w:lang w:val="en-US"/>
              </w:rPr>
            </w:pPr>
            <w:r w:rsidRPr="00E753BD">
              <w:rPr>
                <w:rFonts w:ascii="Times New Roman" w:hAnsi="Times New Roman" w:cs="Times New Roman"/>
                <w:color w:val="auto"/>
                <w:lang w:val="en-US"/>
              </w:rPr>
              <w:t>5. Optional subjects</w:t>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Pr>
                <w:rFonts w:ascii="Times New Roman" w:hAnsi="Times New Roman" w:cs="Times New Roman"/>
                <w:color w:val="auto"/>
                <w:lang w:val="en-US"/>
              </w:rPr>
              <w:t>10  c</w:t>
            </w:r>
            <w:r w:rsidRPr="00E753BD">
              <w:rPr>
                <w:rFonts w:ascii="Times New Roman" w:hAnsi="Times New Roman" w:cs="Times New Roman"/>
                <w:color w:val="auto"/>
                <w:lang w:val="en-US"/>
              </w:rPr>
              <w:t xml:space="preserve">redits </w:t>
            </w:r>
          </w:p>
          <w:p w:rsidR="00DD2AC3" w:rsidRPr="00E753BD" w:rsidRDefault="00DD2AC3" w:rsidP="00443376">
            <w:pPr>
              <w:pStyle w:val="Default"/>
              <w:ind w:firstLine="720"/>
              <w:rPr>
                <w:rFonts w:ascii="Times New Roman" w:hAnsi="Times New Roman" w:cs="Times New Roman"/>
                <w:b/>
                <w:color w:val="auto"/>
                <w:lang w:val="en-US"/>
              </w:rPr>
            </w:pP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sidRPr="00E753BD">
              <w:rPr>
                <w:rFonts w:ascii="Times New Roman" w:hAnsi="Times New Roman" w:cs="Times New Roman"/>
                <w:color w:val="auto"/>
                <w:lang w:val="en-US"/>
              </w:rPr>
              <w:tab/>
            </w:r>
            <w:r>
              <w:rPr>
                <w:rFonts w:ascii="Times New Roman" w:hAnsi="Times New Roman" w:cs="Times New Roman"/>
                <w:b/>
                <w:color w:val="auto"/>
                <w:lang w:val="en-US"/>
              </w:rPr>
              <w:t xml:space="preserve">Total: </w:t>
            </w:r>
            <w:r>
              <w:rPr>
                <w:rFonts w:ascii="Times New Roman" w:hAnsi="Times New Roman" w:cs="Times New Roman"/>
                <w:b/>
                <w:color w:val="auto"/>
                <w:lang w:val="en-US"/>
              </w:rPr>
              <w:tab/>
              <w:t xml:space="preserve">180  </w:t>
            </w:r>
            <w:r w:rsidRPr="00E753BD">
              <w:rPr>
                <w:rFonts w:ascii="Times New Roman" w:hAnsi="Times New Roman" w:cs="Times New Roman"/>
                <w:b/>
                <w:color w:val="auto"/>
                <w:lang w:val="en-US"/>
              </w:rPr>
              <w:t>credits</w:t>
            </w:r>
          </w:p>
          <w:p w:rsidR="00DD2AC3" w:rsidRPr="00E753BD" w:rsidRDefault="00DD2AC3" w:rsidP="003202A4">
            <w:pPr>
              <w:spacing w:before="120" w:afterLines="60"/>
              <w:ind w:left="181" w:firstLine="357"/>
              <w:jc w:val="both"/>
              <w:rPr>
                <w:lang w:val="en-US"/>
              </w:rPr>
            </w:pPr>
            <w:r w:rsidRPr="00E753BD">
              <w:rPr>
                <w:lang w:val="en-US"/>
              </w:rPr>
              <w:t xml:space="preserve">The table presented below contains separated modules and responsible teachers for courses.  </w:t>
            </w:r>
          </w:p>
          <w:p w:rsidR="00DD2AC3" w:rsidRDefault="00DD2AC3" w:rsidP="003202A4">
            <w:pPr>
              <w:spacing w:before="120" w:afterLines="60"/>
              <w:ind w:left="181" w:firstLine="357"/>
              <w:jc w:val="both"/>
              <w:rPr>
                <w:lang w:val="en-US"/>
              </w:rPr>
            </w:pPr>
            <w:r w:rsidRPr="00E753BD">
              <w:rPr>
                <w:lang w:val="en-US"/>
              </w:rPr>
              <w:t xml:space="preserve">Education program includes types of courses (lecture, seminars, laboratories practices), sum of contact hours within a semester, credit value, course </w:t>
            </w:r>
            <w:r w:rsidRPr="00E753BD">
              <w:rPr>
                <w:sz w:val="22"/>
                <w:szCs w:val="22"/>
                <w:lang w:val="en-GB"/>
              </w:rPr>
              <w:t>prerequisites,</w:t>
            </w:r>
            <w:r w:rsidRPr="00E753BD">
              <w:rPr>
                <w:lang w:val="en-US"/>
              </w:rPr>
              <w:t xml:space="preserve"> responsible staff. Any change in these is considered to be a modification of curriculum. </w:t>
            </w:r>
          </w:p>
          <w:p w:rsidR="00DD2AC3" w:rsidRDefault="00DD2AC3" w:rsidP="003202A4">
            <w:pPr>
              <w:spacing w:before="120" w:afterLines="60"/>
              <w:ind w:left="181" w:firstLine="357"/>
              <w:jc w:val="both"/>
              <w:rPr>
                <w:lang w:val="en-US"/>
              </w:rPr>
            </w:pPr>
            <w:r w:rsidRPr="00E753BD">
              <w:rPr>
                <w:lang w:val="en-US"/>
              </w:rPr>
              <w:t xml:space="preserve">Modification of curriculum may be done only with the consent of Faculty Council. </w:t>
            </w:r>
          </w:p>
          <w:p w:rsidR="00DD2AC3" w:rsidRDefault="00DD2AC3" w:rsidP="003202A4">
            <w:pPr>
              <w:spacing w:before="120" w:afterLines="60"/>
              <w:ind w:left="180" w:firstLine="360"/>
              <w:jc w:val="both"/>
              <w:rPr>
                <w:lang w:val="en-US"/>
              </w:rPr>
            </w:pPr>
            <w:r w:rsidRPr="00E753BD">
              <w:rPr>
                <w:lang w:val="en-US"/>
              </w:rPr>
              <w:t>Thematis of courses include the content of educational material and examination requirements as well. Changes in the thematic can be introduced with the approval of Professional Committee.</w:t>
            </w:r>
          </w:p>
          <w:p w:rsidR="00DD2AC3" w:rsidRDefault="00DD2AC3" w:rsidP="00613D62">
            <w:pPr>
              <w:spacing w:before="120" w:afterLines="60"/>
              <w:ind w:left="180" w:firstLine="360"/>
              <w:jc w:val="both"/>
              <w:rPr>
                <w:b/>
                <w:bCs/>
                <w:sz w:val="26"/>
                <w:szCs w:val="26"/>
                <w:lang w:val="en-US"/>
              </w:rPr>
            </w:pPr>
          </w:p>
          <w:p w:rsidR="00DD2AC3" w:rsidRDefault="00DD2AC3" w:rsidP="003202A4">
            <w:pPr>
              <w:spacing w:before="120" w:afterLines="60"/>
              <w:ind w:left="180" w:firstLine="360"/>
              <w:jc w:val="both"/>
              <w:rPr>
                <w:lang w:val="en-US"/>
              </w:rPr>
            </w:pPr>
            <w:r w:rsidRPr="00E753BD">
              <w:rPr>
                <w:lang w:val="en-US"/>
              </w:rPr>
              <w:t>Assignment of lecturers is the competence of the department (or educational unit).</w:t>
            </w:r>
          </w:p>
          <w:p w:rsidR="00DD2AC3" w:rsidRDefault="00DD2AC3" w:rsidP="00613D62">
            <w:pPr>
              <w:spacing w:before="120" w:afterLines="60"/>
              <w:ind w:left="180" w:firstLine="360"/>
              <w:jc w:val="both"/>
              <w:rPr>
                <w:b/>
                <w:bCs/>
                <w:sz w:val="26"/>
                <w:szCs w:val="26"/>
                <w:lang w:val="en-US"/>
              </w:rPr>
            </w:pPr>
          </w:p>
          <w:p w:rsidR="00DD2AC3" w:rsidRDefault="00DD2AC3" w:rsidP="003202A4">
            <w:pPr>
              <w:spacing w:before="120" w:afterLines="60"/>
              <w:ind w:left="180" w:firstLine="360"/>
              <w:jc w:val="both"/>
              <w:rPr>
                <w:lang w:val="en-US"/>
              </w:rPr>
            </w:pPr>
            <w:r w:rsidRPr="00E753BD">
              <w:rPr>
                <w:lang w:val="en-US"/>
              </w:rPr>
              <w:t>Any subject can be selected from advertised optional subjects at Faculty. Achieved credits at another faculty, institution should be certified according to studying and exam regulations.</w:t>
            </w:r>
          </w:p>
          <w:p w:rsidR="00DD2AC3" w:rsidRDefault="00DD2AC3" w:rsidP="003202A4">
            <w:pPr>
              <w:spacing w:before="120" w:afterLines="60"/>
              <w:ind w:left="180" w:firstLine="360"/>
              <w:jc w:val="both"/>
              <w:rPr>
                <w:lang w:val="en-US"/>
              </w:rPr>
            </w:pPr>
            <w:r w:rsidRPr="00E753BD">
              <w:rPr>
                <w:lang w:val="en-US"/>
              </w:rPr>
              <w:t xml:space="preserve">The recommended distribution of courses between semesters/ academic years as well as course prerequisites are shown in the model-curriculum (pls. see no.14)  </w:t>
            </w:r>
          </w:p>
          <w:p w:rsidR="00DD2AC3" w:rsidRDefault="00DD2AC3" w:rsidP="00613D62">
            <w:pPr>
              <w:spacing w:before="120" w:afterLines="60"/>
              <w:ind w:left="180" w:firstLine="360"/>
              <w:jc w:val="both"/>
              <w:rPr>
                <w:b/>
                <w:bCs/>
                <w:sz w:val="26"/>
                <w:szCs w:val="26"/>
                <w:lang w:val="en-US"/>
              </w:rPr>
            </w:pPr>
          </w:p>
          <w:p w:rsidR="00DD2AC3" w:rsidRDefault="00DD2AC3" w:rsidP="00613D62">
            <w:pPr>
              <w:spacing w:before="120" w:afterLines="60"/>
              <w:ind w:left="180" w:firstLine="360"/>
              <w:jc w:val="both"/>
              <w:rPr>
                <w:b/>
                <w:bCs/>
                <w:sz w:val="26"/>
                <w:szCs w:val="26"/>
                <w:lang w:val="en-US"/>
              </w:rPr>
            </w:pPr>
          </w:p>
          <w:p w:rsidR="00DD2AC3" w:rsidRDefault="00DD2AC3" w:rsidP="00613D62">
            <w:pPr>
              <w:spacing w:before="120" w:afterLines="60"/>
              <w:ind w:left="180" w:firstLine="360"/>
              <w:jc w:val="both"/>
              <w:rPr>
                <w:b/>
                <w:bCs/>
                <w:sz w:val="26"/>
                <w:szCs w:val="26"/>
                <w:lang w:val="en-US"/>
              </w:rPr>
            </w:pPr>
          </w:p>
          <w:p w:rsidR="00DD2AC3" w:rsidRDefault="00DD2AC3" w:rsidP="00613D62">
            <w:pPr>
              <w:spacing w:before="120" w:afterLines="60"/>
              <w:ind w:left="180" w:firstLine="360"/>
              <w:jc w:val="both"/>
              <w:rPr>
                <w:b/>
                <w:bCs/>
                <w:sz w:val="26"/>
                <w:szCs w:val="26"/>
                <w:lang w:val="en-US"/>
              </w:rPr>
            </w:pPr>
          </w:p>
          <w:p w:rsidR="00DD2AC3" w:rsidRDefault="00DD2AC3" w:rsidP="00613D62">
            <w:pPr>
              <w:spacing w:before="120" w:afterLines="60"/>
              <w:ind w:left="180" w:firstLine="360"/>
              <w:jc w:val="both"/>
              <w:rPr>
                <w:b/>
                <w:bCs/>
                <w:sz w:val="26"/>
                <w:szCs w:val="26"/>
                <w:lang w:val="en-US"/>
              </w:rPr>
            </w:pPr>
          </w:p>
          <w:p w:rsidR="00DD2AC3" w:rsidRDefault="00DD2AC3" w:rsidP="00613D62">
            <w:pPr>
              <w:spacing w:before="120" w:afterLines="60"/>
              <w:ind w:left="180" w:firstLine="360"/>
              <w:jc w:val="both"/>
              <w:rPr>
                <w:b/>
                <w:bCs/>
                <w:sz w:val="26"/>
                <w:szCs w:val="26"/>
                <w:lang w:val="en-US"/>
              </w:rPr>
            </w:pPr>
          </w:p>
          <w:tbl>
            <w:tblPr>
              <w:tblW w:w="0" w:type="auto"/>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2"/>
              <w:gridCol w:w="998"/>
              <w:gridCol w:w="1670"/>
              <w:gridCol w:w="1488"/>
            </w:tblGrid>
            <w:tr w:rsidR="00DD2AC3" w:rsidRPr="00E753BD" w:rsidTr="00AF5615">
              <w:tc>
                <w:tcPr>
                  <w:tcW w:w="5022"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E753BD">
                    <w:t>Course title</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E753BD">
                    <w:t>Credits</w:t>
                  </w:r>
                </w:p>
              </w:tc>
              <w:tc>
                <w:tcPr>
                  <w:tcW w:w="1670"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E753BD">
                    <w:t>Responsible Department</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rsidRPr="00E753BD">
                    <w:t>Responsible Lecturer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tcPr>
                <w:p w:rsidR="00DD2AC3" w:rsidRPr="00D228D1" w:rsidRDefault="00DD2AC3" w:rsidP="00443376">
                  <w:pPr>
                    <w:rPr>
                      <w:b/>
                    </w:rPr>
                  </w:pPr>
                  <w:r w:rsidRPr="00D228D1">
                    <w:rPr>
                      <w:b/>
                      <w:lang w:val="en-US"/>
                    </w:rPr>
                    <w:t>Basic science courses</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61</w:t>
                  </w:r>
                </w:p>
              </w:tc>
              <w:tc>
                <w:tcPr>
                  <w:tcW w:w="1670"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AF5615">
              <w:trPr>
                <w:trHeight w:val="383"/>
              </w:trPr>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 xml:space="preserve"> Statistics </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r w:rsidRPr="00A60DC5">
                    <w:rPr>
                      <w:sz w:val="22"/>
                      <w:szCs w:val="22"/>
                    </w:rPr>
                    <w:t>Department of Economic Methodology</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Poór Judit</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Information technology </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r w:rsidRPr="00A60DC5">
                    <w:rPr>
                      <w:sz w:val="22"/>
                      <w:szCs w:val="22"/>
                    </w:rPr>
                    <w:t>Department of Economic Methodology</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Csák Máté</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Agrophysics</w:t>
                  </w:r>
                </w:p>
                <w:p w:rsidR="00DD2AC3" w:rsidRPr="00AC1AAD" w:rsidRDefault="00DD2AC3" w:rsidP="00443376">
                  <w:r w:rsidRPr="00AC1AAD">
                    <w:t>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3</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AF5615">
                  <w:pPr>
                    <w:pStyle w:val="NormalWeb"/>
                  </w:pPr>
                  <w:r w:rsidRPr="003E79FC">
                    <w:rPr>
                      <w:rFonts w:ascii="Times New Roman" w:hAnsi="Times New Roman" w:cs="Times New Roman"/>
                      <w:color w:val="auto"/>
                      <w:sz w:val="22"/>
                      <w:szCs w:val="22"/>
                    </w:rPr>
                    <w:t>Department of Agricultural Mechanization</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Nagy Pál</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Chemistry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5</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pPr>
                    <w:pStyle w:val="NormalWeb"/>
                    <w:rPr>
                      <w:color w:val="auto"/>
                      <w:sz w:val="22"/>
                      <w:szCs w:val="22"/>
                    </w:rPr>
                  </w:pPr>
                  <w:hyperlink r:id="rId9" w:tgtFrame="_blank" w:history="1">
                    <w:r w:rsidRPr="003E79FC">
                      <w:rPr>
                        <w:rFonts w:ascii="Times New Roman" w:hAnsi="Times New Roman" w:cs="Times New Roman"/>
                        <w:bCs/>
                        <w:color w:val="auto"/>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1F1F88" w:rsidRDefault="00DD2AC3" w:rsidP="00443376">
                  <w:r w:rsidRPr="001F1F88">
                    <w:rPr>
                      <w:sz w:val="22"/>
                      <w:szCs w:val="22"/>
                    </w:rPr>
                    <w:t>Dr. Szomolányi Andrea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Agrochemistry – Fundamentals of crop nutrition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3</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51793">
                  <w:pPr>
                    <w:pStyle w:val="NormalWeb"/>
                    <w:rPr>
                      <w:rFonts w:ascii="Times New Roman" w:hAnsi="Times New Roman" w:cs="Times New Roman"/>
                      <w:color w:val="auto"/>
                      <w:sz w:val="22"/>
                      <w:szCs w:val="22"/>
                    </w:rPr>
                  </w:pPr>
                  <w:r w:rsidRPr="003E79FC">
                    <w:rPr>
                      <w:rFonts w:ascii="Times New Roman" w:hAnsi="Times New Roman" w:cs="Times New Roman"/>
                      <w:color w:val="auto"/>
                      <w:sz w:val="22"/>
                      <w:szCs w:val="22"/>
                    </w:rPr>
                    <w:t>Department of Crop Production and Soil Science</w:t>
                  </w:r>
                </w:p>
              </w:tc>
              <w:tc>
                <w:tcPr>
                  <w:tcW w:w="1488" w:type="dxa"/>
                  <w:tcBorders>
                    <w:top w:val="single" w:sz="4" w:space="0" w:color="auto"/>
                    <w:left w:val="single" w:sz="4" w:space="0" w:color="auto"/>
                    <w:bottom w:val="single" w:sz="4" w:space="0" w:color="auto"/>
                    <w:right w:val="single" w:sz="4" w:space="0" w:color="auto"/>
                  </w:tcBorders>
                </w:tcPr>
                <w:p w:rsidR="00DD2AC3" w:rsidRPr="001F1F88" w:rsidRDefault="00DD2AC3" w:rsidP="00443376">
                  <w:r>
                    <w:rPr>
                      <w:sz w:val="22"/>
                      <w:szCs w:val="22"/>
                    </w:rPr>
                    <w:t>Dr. Sárdi Katalin</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t>Botany</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t>5</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864FB4">
                  <w:hyperlink r:id="rId10" w:tgtFrame="_blank" w:history="1">
                    <w:r w:rsidRPr="003E79FC">
                      <w:rPr>
                        <w:bCs/>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864FB4">
                  <w:r w:rsidRPr="003E79FC">
                    <w:t xml:space="preserve">Dr. </w:t>
                  </w:r>
                  <w:r>
                    <w:t>Bódis Judit</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t xml:space="preserve">Plant </w:t>
                  </w:r>
                  <w:r w:rsidRPr="003E79FC">
                    <w:t>Taxonomy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2</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hyperlink r:id="rId11" w:tgtFrame="_blank" w:history="1">
                    <w:r w:rsidRPr="003E79FC">
                      <w:rPr>
                        <w:bCs/>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F3B71">
                  <w:r w:rsidRPr="003E79FC">
                    <w:t xml:space="preserve">Dr. </w:t>
                  </w:r>
                  <w:r>
                    <w:t>Bódis Judit</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rPr>
                      <w:lang w:val="en-GB"/>
                    </w:rPr>
                    <w:t>Plant Physiology</w:t>
                  </w:r>
                </w:p>
                <w:p w:rsidR="00DD2AC3" w:rsidRPr="003E79FC"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AF5615">
                  <w:pPr>
                    <w:pStyle w:val="NormalWeb"/>
                  </w:pPr>
                  <w:hyperlink r:id="rId12" w:tgtFrame="_blank" w:history="1">
                    <w:r w:rsidRPr="003E79FC">
                      <w:rPr>
                        <w:rFonts w:ascii="Times New Roman" w:hAnsi="Times New Roman" w:cs="Times New Roman"/>
                        <w:bCs/>
                        <w:color w:val="auto"/>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Allaga József</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t>Foundamental Technical Studies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5</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rPr>
                      <w:sz w:val="22"/>
                      <w:szCs w:val="22"/>
                    </w:rPr>
                    <w:t>Department of Agricultural Mechanization</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rPr>
                      <w:lang w:val="en-GB"/>
                    </w:rPr>
                    <w:t>Horticultural engineering I.</w:t>
                  </w:r>
                </w:p>
                <w:p w:rsidR="00DD2AC3" w:rsidRPr="003E79FC" w:rsidRDefault="00DD2AC3" w:rsidP="00443376">
                  <w:r w:rsidRPr="003E79FC">
                    <w:t>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5</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rPr>
                      <w:sz w:val="22"/>
                      <w:szCs w:val="22"/>
                    </w:rPr>
                    <w:t>Department of Agricultural Mechanization</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t>Economics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2</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rPr>
                      <w:sz w:val="22"/>
                      <w:szCs w:val="22"/>
                    </w:rPr>
                    <w:t>Department of Economic and Social Sciences</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Bacsi Zsuzsanna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rPr>
                      <w:bCs/>
                    </w:rPr>
                    <w:t>The agricultural  policy of the EU</w:t>
                  </w:r>
                  <w:r w:rsidRPr="003E79FC">
                    <w:t>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2</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rPr>
                      <w:sz w:val="22"/>
                      <w:szCs w:val="22"/>
                    </w:rPr>
                    <w:t>Department of Economic and Social Sciences</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rPr>
                      <w:sz w:val="22"/>
                      <w:szCs w:val="22"/>
                    </w:rPr>
                    <w:t>Dr. Bánhegyi Gabriella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4F3B71" w:rsidRDefault="00DD2AC3" w:rsidP="00443376">
                  <w:pPr>
                    <w:rPr>
                      <w:b/>
                    </w:rPr>
                  </w:pPr>
                  <w:r w:rsidRPr="004F3B71">
                    <w:rPr>
                      <w:rStyle w:val="Strong"/>
                      <w:b w:val="0"/>
                    </w:rPr>
                    <w:t>Safeguarding the Interests of the Workers and Health Protection</w:t>
                  </w:r>
                  <w:r w:rsidRPr="004F3B71">
                    <w:rPr>
                      <w:b/>
                    </w:rPr>
                    <w:t>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1</w:t>
                  </w:r>
                </w:p>
              </w:tc>
              <w:tc>
                <w:tcPr>
                  <w:tcW w:w="1670" w:type="dxa"/>
                  <w:tcBorders>
                    <w:top w:val="single" w:sz="4" w:space="0" w:color="auto"/>
                    <w:left w:val="single" w:sz="4" w:space="0" w:color="auto"/>
                    <w:bottom w:val="single" w:sz="4" w:space="0" w:color="auto"/>
                    <w:right w:val="single" w:sz="4" w:space="0" w:color="auto"/>
                  </w:tcBorders>
                </w:tcPr>
                <w:p w:rsidR="00DD2AC3" w:rsidRDefault="00DD2AC3" w:rsidP="00443376">
                  <w:r w:rsidRPr="003E79FC">
                    <w:rPr>
                      <w:sz w:val="22"/>
                      <w:szCs w:val="22"/>
                    </w:rPr>
                    <w:t>Department of Economic and Social Sciences</w:t>
                  </w:r>
                </w:p>
                <w:p w:rsidR="00DD2AC3" w:rsidRDefault="00DD2AC3" w:rsidP="00443376"/>
                <w:p w:rsidR="00DD2AC3" w:rsidRPr="003E79FC" w:rsidRDefault="00DD2AC3" w:rsidP="00443376"/>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Fodor Lóránt</w:t>
                  </w:r>
                </w:p>
              </w:tc>
            </w:tr>
            <w:tr w:rsidR="00DD2AC3" w:rsidRPr="00E753BD" w:rsidTr="00E20124">
              <w:tc>
                <w:tcPr>
                  <w:tcW w:w="5022"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Course title</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E20124">
                  <w:r w:rsidRPr="003E79FC">
                    <w:t>Credits</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E20124">
                  <w:r w:rsidRPr="003E79FC">
                    <w:rPr>
                      <w:sz w:val="22"/>
                      <w:szCs w:val="22"/>
                    </w:rPr>
                    <w:t xml:space="preserve">Responsible </w:t>
                  </w:r>
                </w:p>
                <w:p w:rsidR="00DD2AC3" w:rsidRPr="003E79FC" w:rsidRDefault="00DD2AC3" w:rsidP="00E20124">
                  <w:r w:rsidRPr="003E79FC">
                    <w:rPr>
                      <w:sz w:val="22"/>
                      <w:szCs w:val="22"/>
                    </w:rPr>
                    <w:t>Department</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E20124">
                  <w:r w:rsidRPr="003E79FC">
                    <w:t>Responsible Lecturer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t>Agrometeorology </w:t>
                  </w:r>
                </w:p>
                <w:p w:rsidR="00DD2AC3" w:rsidRPr="003E79FC"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2</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51793">
                  <w:pPr>
                    <w:pStyle w:val="NormalWeb"/>
                  </w:pPr>
                  <w:hyperlink r:id="rId13" w:tgtFrame="_blank" w:history="1">
                    <w:r w:rsidRPr="003E79FC">
                      <w:rPr>
                        <w:rFonts w:ascii="Times New Roman" w:hAnsi="Times New Roman" w:cs="Times New Roman"/>
                        <w:bCs/>
                        <w:color w:val="auto"/>
                        <w:sz w:val="22"/>
                        <w:szCs w:val="22"/>
                      </w:rPr>
                      <w:t>Department of Meteorology and Water Management</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Anda Angéla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rsidRPr="00AC1AAD">
                    <w:t>Soil Science </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51793">
                  <w:pPr>
                    <w:pStyle w:val="NormalWeb"/>
                  </w:pPr>
                  <w:r w:rsidRPr="003E79FC">
                    <w:rPr>
                      <w:rFonts w:ascii="Times New Roman" w:hAnsi="Times New Roman" w:cs="Times New Roman"/>
                      <w:color w:val="auto"/>
                      <w:sz w:val="22"/>
                      <w:szCs w:val="22"/>
                    </w:rPr>
                    <w:t>Department of Crop Production and Soil Science</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Sisák István</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rsidRPr="00AC1AAD">
                    <w:t>Water management </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2</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51793">
                  <w:pPr>
                    <w:pStyle w:val="NormalWeb"/>
                  </w:pPr>
                  <w:hyperlink r:id="rId14" w:tgtFrame="_blank" w:history="1">
                    <w:r w:rsidRPr="003E79FC">
                      <w:rPr>
                        <w:rFonts w:ascii="Times New Roman" w:hAnsi="Times New Roman" w:cs="Times New Roman"/>
                        <w:bCs/>
                        <w:color w:val="auto"/>
                        <w:sz w:val="22"/>
                        <w:szCs w:val="22"/>
                      </w:rPr>
                      <w:t>Department of Meteorology and Water Management</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Burucs Zoltán</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Principles of Plant Breeding</w:t>
                  </w:r>
                </w:p>
                <w:p w:rsidR="00DD2AC3" w:rsidRPr="00AC1AAD" w:rsidRDefault="00DD2AC3" w:rsidP="00443376">
                  <w:r w:rsidRPr="00AC1AAD">
                    <w:t>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51793">
                  <w:pPr>
                    <w:pStyle w:val="NormalWeb"/>
                  </w:pPr>
                  <w:hyperlink r:id="rId15" w:tgtFrame="_blank" w:history="1">
                    <w:r w:rsidRPr="003E79FC">
                      <w:rPr>
                        <w:rFonts w:ascii="Times New Roman" w:hAnsi="Times New Roman" w:cs="Times New Roman"/>
                        <w:bCs/>
                        <w:color w:val="auto"/>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rPr>
                      <w:sz w:val="22"/>
                      <w:szCs w:val="22"/>
                    </w:rPr>
                    <w:t>Dr. Hoffmann Borbála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 Principles of Agriculture</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3</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pPr>
                    <w:pStyle w:val="NormalWeb"/>
                    <w:rPr>
                      <w:color w:val="auto"/>
                    </w:rPr>
                  </w:pPr>
                  <w:r w:rsidRPr="003E79FC">
                    <w:rPr>
                      <w:rFonts w:ascii="Times New Roman" w:hAnsi="Times New Roman" w:cs="Times New Roman"/>
                      <w:color w:val="auto"/>
                      <w:sz w:val="22"/>
                      <w:szCs w:val="22"/>
                    </w:rPr>
                    <w:t>Department of Crop Production and Soil Science</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Hoffmann Sándor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Soil management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51793">
                  <w:pPr>
                    <w:pStyle w:val="NormalWeb"/>
                  </w:pPr>
                  <w:r w:rsidRPr="003E79FC">
                    <w:rPr>
                      <w:rFonts w:ascii="Times New Roman" w:hAnsi="Times New Roman" w:cs="Times New Roman"/>
                      <w:color w:val="auto"/>
                      <w:sz w:val="22"/>
                      <w:szCs w:val="22"/>
                    </w:rPr>
                    <w:t>Department of Crop Production and Soil Science</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Tóth Zoltán</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D228D1">
                    <w:rPr>
                      <w:b/>
                      <w:lang w:val="en-US"/>
                    </w:rPr>
                    <w:t>Principal professional subjects</w:t>
                  </w:r>
                  <w:r w:rsidRPr="00E753BD">
                    <w:rPr>
                      <w:lang w:val="en-US"/>
                    </w:rPr>
                    <w:t>:</w:t>
                  </w:r>
                  <w:r w:rsidRPr="00E753BD">
                    <w:rPr>
                      <w:lang w:val="en-US"/>
                    </w:rPr>
                    <w:tab/>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64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1E5A5B">
                  <w:r w:rsidRPr="00AC1AAD">
                    <w:t> </w:t>
                  </w:r>
                  <w:r>
                    <w:t>Ornamental plant production I.</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51793">
                  <w:pPr>
                    <w:pStyle w:val="NormalWeb"/>
                  </w:pPr>
                  <w:r w:rsidRPr="003E79FC">
                    <w:rPr>
                      <w:rFonts w:ascii="Times New Roman" w:hAnsi="Times New Roman" w:cs="Times New Roman"/>
                      <w:color w:val="auto"/>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Horváthné Dr. Baracsi Éva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1E5A5B">
                  <w:r w:rsidRPr="00AC1AAD">
                    <w:t> </w:t>
                  </w:r>
                  <w:r>
                    <w:t>Ornamental plant production II.</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51793">
                  <w:pPr>
                    <w:pStyle w:val="NormalWeb"/>
                  </w:pPr>
                  <w:r w:rsidRPr="003E79FC">
                    <w:rPr>
                      <w:rFonts w:ascii="Times New Roman" w:hAnsi="Times New Roman" w:cs="Times New Roman"/>
                      <w:color w:val="auto"/>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Horváthné Dr. Baracsi Éva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Fruit production I.</w:t>
                  </w:r>
                </w:p>
                <w:p w:rsidR="00DD2AC3" w:rsidRPr="00AC1AAD" w:rsidRDefault="00DD2AC3" w:rsidP="00443376">
                  <w:r w:rsidRPr="00AC1AAD">
                    <w:t> </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hyperlink r:id="rId16" w:tgtFrame="_blank" w:history="1">
                    <w:r w:rsidRPr="003E79FC">
                      <w:rPr>
                        <w:bCs/>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Kocsisné Dr. Molnár Gitta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Fruit production II.</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hyperlink r:id="rId17" w:tgtFrame="_blank" w:history="1">
                    <w:r w:rsidRPr="003E79FC">
                      <w:rPr>
                        <w:bCs/>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Kocsisné Dr. Molnár Gitta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Nursery production</w:t>
                  </w:r>
                </w:p>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3</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hyperlink r:id="rId18" w:tgtFrame="_blank" w:history="1">
                    <w:r w:rsidRPr="003E79FC">
                      <w:rPr>
                        <w:bCs/>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Kocsisné Dr. Molnár Gitta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Viticulture I.</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51793">
                  <w:pPr>
                    <w:pStyle w:val="NormalWeb"/>
                  </w:pPr>
                  <w:r w:rsidRPr="003E79FC">
                    <w:rPr>
                      <w:rFonts w:ascii="Times New Roman" w:hAnsi="Times New Roman" w:cs="Times New Roman"/>
                      <w:color w:val="auto"/>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Dr. Kocsis László</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Viticulture II.</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Kocsis László</w:t>
                  </w:r>
                </w:p>
              </w:tc>
            </w:tr>
            <w:tr w:rsidR="00DD2AC3" w:rsidRPr="00E753BD" w:rsidTr="00E20124">
              <w:tc>
                <w:tcPr>
                  <w:tcW w:w="5022"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Course title</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Credits</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E20124">
                  <w:r w:rsidRPr="00A60DC5">
                    <w:rPr>
                      <w:sz w:val="22"/>
                      <w:szCs w:val="22"/>
                    </w:rPr>
                    <w:t>Responsible Department</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Responsible Lecturer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Vegetable production I.</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Kovács János</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Vegetable production II.</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Kovács János</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Plant Protection for Horticulture I.</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r w:rsidRPr="00A60DC5">
                    <w:rPr>
                      <w:sz w:val="22"/>
                      <w:szCs w:val="22"/>
                    </w:rPr>
                    <w:t>Plant Protection Institute</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Takács András</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Plant Protection for Horticulture II.</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r w:rsidRPr="00A60DC5">
                    <w:rPr>
                      <w:sz w:val="22"/>
                      <w:szCs w:val="22"/>
                    </w:rPr>
                    <w:t>Plant Protection Institute</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Takács András</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Default="00DD2AC3" w:rsidP="00443376">
                  <w:pPr>
                    <w:rPr>
                      <w:bCs/>
                    </w:rPr>
                  </w:pPr>
                  <w:r w:rsidRPr="00AC1AAD">
                    <w:rPr>
                      <w:bCs/>
                    </w:rPr>
                    <w:t>Agricultural Economics</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Department of Economic and Social Sciences</w:t>
                  </w:r>
                </w:p>
              </w:tc>
              <w:tc>
                <w:tcPr>
                  <w:tcW w:w="1488" w:type="dxa"/>
                  <w:tcBorders>
                    <w:top w:val="single" w:sz="4" w:space="0" w:color="auto"/>
                    <w:left w:val="single" w:sz="4" w:space="0" w:color="auto"/>
                    <w:bottom w:val="single" w:sz="4" w:space="0" w:color="auto"/>
                    <w:right w:val="single" w:sz="4" w:space="0" w:color="auto"/>
                  </w:tcBorders>
                </w:tcPr>
                <w:p w:rsidR="00DD2AC3" w:rsidRPr="00522FB7" w:rsidRDefault="00DD2AC3" w:rsidP="00443376">
                  <w:r w:rsidRPr="00522FB7">
                    <w:rPr>
                      <w:sz w:val="22"/>
                      <w:szCs w:val="22"/>
                    </w:rPr>
                    <w:t>Dr. Bánhegyi Gabriella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rPr>
                      <w:bCs/>
                    </w:rPr>
                  </w:pPr>
                  <w:r w:rsidRPr="00AC1AAD">
                    <w:rPr>
                      <w:bCs/>
                    </w:rPr>
                    <w:t>Farm Business Management I.</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r w:rsidRPr="00A60DC5">
                    <w:rPr>
                      <w:sz w:val="22"/>
                      <w:szCs w:val="22"/>
                    </w:rPr>
                    <w:t>Department of Corporate Economics and Rural Development</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Pupos Tibor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bCs/>
                    </w:rPr>
                    <w:t>Farm Business Management II.</w:t>
                  </w:r>
                </w:p>
                <w:p w:rsidR="00DD2AC3" w:rsidRPr="00AC1AAD" w:rsidRDefault="00DD2AC3" w:rsidP="00443376">
                  <w:pPr>
                    <w:rPr>
                      <w:color w:val="FF0000"/>
                    </w:rPr>
                  </w:pP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r w:rsidRPr="00A60DC5">
                    <w:rPr>
                      <w:sz w:val="22"/>
                      <w:szCs w:val="22"/>
                    </w:rPr>
                    <w:t>Department of Corporate Economics and Rural Development</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Pupos Tibor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Marketing</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Department of Economic and Social Sciences</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Lőke Zsuzsanna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rPr>
                      <w:color w:val="FF0000"/>
                    </w:rPr>
                  </w:pPr>
                  <w:r w:rsidRPr="00AC1AAD">
                    <w:t>Accounting and finance</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Department of Economic Methodology</w:t>
                  </w:r>
                </w:p>
              </w:tc>
              <w:tc>
                <w:tcPr>
                  <w:tcW w:w="1488" w:type="dxa"/>
                  <w:tcBorders>
                    <w:top w:val="single" w:sz="4" w:space="0" w:color="auto"/>
                    <w:left w:val="single" w:sz="4" w:space="0" w:color="auto"/>
                    <w:bottom w:val="single" w:sz="4" w:space="0" w:color="auto"/>
                    <w:right w:val="single" w:sz="4" w:space="0" w:color="auto"/>
                  </w:tcBorders>
                </w:tcPr>
                <w:p w:rsidR="00DD2AC3" w:rsidRDefault="00DD2AC3" w:rsidP="00443376">
                  <w:r>
                    <w:t>Dr. Urfi Péter</w:t>
                  </w:r>
                </w:p>
                <w:p w:rsidR="00DD2AC3" w:rsidRPr="00E753BD" w:rsidRDefault="00DD2AC3" w:rsidP="00443376"/>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rsidRPr="00AC1AAD">
                    <w:t>Quality assurance</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Department of Economic and Social Sciences</w:t>
                  </w:r>
                </w:p>
              </w:tc>
              <w:tc>
                <w:tcPr>
                  <w:tcW w:w="1488" w:type="dxa"/>
                  <w:tcBorders>
                    <w:top w:val="single" w:sz="4" w:space="0" w:color="auto"/>
                    <w:left w:val="single" w:sz="4" w:space="0" w:color="auto"/>
                    <w:bottom w:val="single" w:sz="4" w:space="0" w:color="auto"/>
                    <w:right w:val="single" w:sz="4" w:space="0" w:color="auto"/>
                  </w:tcBorders>
                </w:tcPr>
                <w:p w:rsidR="00DD2AC3" w:rsidRPr="00522FB7" w:rsidRDefault="00DD2AC3" w:rsidP="00443376">
                  <w:r w:rsidRPr="00522FB7">
                    <w:rPr>
                      <w:sz w:val="22"/>
                      <w:szCs w:val="22"/>
                    </w:rPr>
                    <w:t>Dr. Szabó Imre László</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Sociology</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Department of Economic and Social Sciences</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Dr. Kovács Ernő</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lang w:val="en-GB"/>
                    </w:rPr>
                    <w:t>Plant Protection Administration</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Plant Protection Institute</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Nádasyné Dr. Ihárosi  Erzsébet</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rPr>
                      <w:b/>
                      <w:lang w:val="en-GB"/>
                    </w:rPr>
                  </w:pPr>
                  <w:r w:rsidRPr="00AC1AAD">
                    <w:rPr>
                      <w:b/>
                      <w:lang w:val="en-GB"/>
                    </w:rPr>
                    <w:t xml:space="preserve">Specialization fields: </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numPr>
                      <w:ilvl w:val="0"/>
                      <w:numId w:val="31"/>
                    </w:numPr>
                    <w:rPr>
                      <w:b/>
                      <w:lang w:val="en-GB"/>
                    </w:rPr>
                  </w:pPr>
                  <w:r>
                    <w:rPr>
                      <w:b/>
                      <w:lang w:val="en-GB"/>
                    </w:rPr>
                    <w:t xml:space="preserve"> </w:t>
                  </w:r>
                  <w:r w:rsidRPr="00AC1AAD">
                    <w:rPr>
                      <w:b/>
                      <w:lang w:val="en-GB"/>
                    </w:rPr>
                    <w:t>Fruit</w:t>
                  </w:r>
                  <w:r>
                    <w:rPr>
                      <w:b/>
                      <w:lang w:val="en-GB"/>
                    </w:rPr>
                    <w:t xml:space="preserve"> </w:t>
                  </w:r>
                  <w:r w:rsidRPr="00AC1AAD">
                    <w:rPr>
                      <w:b/>
                      <w:lang w:val="en-GB"/>
                    </w:rPr>
                    <w:t>production</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443376">
                  <w:r>
                    <w:t>30</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t>Fruit production III.</w:t>
                  </w:r>
                </w:p>
                <w:p w:rsidR="00DD2AC3" w:rsidRPr="003E79FC"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hyperlink r:id="rId19" w:tgtFrame="_blank" w:history="1">
                    <w:r w:rsidRPr="003E79FC">
                      <w:rPr>
                        <w:bCs/>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Kocsisné Dr. Molnár Gitta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t>Fruit production IV.</w:t>
                  </w:r>
                </w:p>
                <w:p w:rsidR="00DD2AC3" w:rsidRPr="003E79FC" w:rsidRDefault="00DD2AC3" w:rsidP="00443376"/>
              </w:tc>
              <w:tc>
                <w:tcPr>
                  <w:tcW w:w="99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hyperlink r:id="rId20" w:tgtFrame="_blank" w:history="1">
                    <w:r w:rsidRPr="003E79FC">
                      <w:rPr>
                        <w:bCs/>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t>Kocsisné Dr. Molnár Gitta</w:t>
                  </w:r>
                </w:p>
              </w:tc>
            </w:tr>
            <w:tr w:rsidR="00DD2AC3" w:rsidRPr="00E753BD" w:rsidTr="00E20124">
              <w:tc>
                <w:tcPr>
                  <w:tcW w:w="5022"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Course title</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Credits</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E20124">
                  <w:r w:rsidRPr="00A60DC5">
                    <w:rPr>
                      <w:sz w:val="22"/>
                      <w:szCs w:val="22"/>
                    </w:rPr>
                    <w:t>Responsible Department</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Responsible Lecturer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lang w:val="en-GB"/>
                    </w:rPr>
                    <w:t>Horticultural engineering II.</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r w:rsidRPr="00A60DC5">
                    <w:rPr>
                      <w:sz w:val="22"/>
                      <w:szCs w:val="22"/>
                    </w:rPr>
                    <w:t>Department of Agricultural Mechanization</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Materials handling, packaging</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r w:rsidRPr="00A60DC5">
                    <w:rPr>
                      <w:sz w:val="22"/>
                      <w:szCs w:val="22"/>
                    </w:rPr>
                    <w:t>Department of Agricultural Mechanization</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Pomology</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451793" w:rsidRDefault="00DD2AC3" w:rsidP="00451793">
                  <w:hyperlink r:id="rId21" w:tgtFrame="_blank" w:history="1">
                    <w:r w:rsidRPr="00451793">
                      <w:rPr>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Kocsisné Dr. Molnár Gitta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lang w:val="en-GB"/>
                    </w:rPr>
                    <w:t>Special horticultural engineering</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51793">
                  <w:pPr>
                    <w:pStyle w:val="NormalWeb"/>
                  </w:pPr>
                  <w:r w:rsidRPr="00A60DC5">
                    <w:rPr>
                      <w:rFonts w:ascii="Times New Roman" w:hAnsi="Times New Roman" w:cs="Times New Roman"/>
                      <w:sz w:val="22"/>
                      <w:szCs w:val="22"/>
                    </w:rPr>
                    <w:t>Department of Agricultural Mechanization</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Management</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pPr>
                    <w:pStyle w:val="NormalWeb"/>
                    <w:rPr>
                      <w:rFonts w:ascii="Times New Roman" w:hAnsi="Times New Roman" w:cs="Times New Roman"/>
                      <w:sz w:val="22"/>
                      <w:szCs w:val="22"/>
                    </w:rPr>
                  </w:pPr>
                  <w:r w:rsidRPr="00A60DC5">
                    <w:rPr>
                      <w:rFonts w:ascii="Times New Roman" w:hAnsi="Times New Roman" w:cs="Times New Roman"/>
                      <w:sz w:val="22"/>
                      <w:szCs w:val="22"/>
                    </w:rPr>
                    <w:t>Department of Economic and Social Sciences</w:t>
                  </w:r>
                </w:p>
                <w:p w:rsidR="00DD2AC3" w:rsidRPr="00A60DC5" w:rsidRDefault="00DD2AC3" w:rsidP="00443376"/>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51793">
                  <w:r>
                    <w:t>Dr. Kocsondi József</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bCs/>
                    </w:rPr>
                    <w:t>Economics of Horticulture</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Corporate Economics and Rural Development</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Brazsil József</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Food processing technology, principles</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Animal Sciences and Animal Husbandry</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Wágner László</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D228D1" w:rsidRDefault="00DD2AC3" w:rsidP="00443376">
                  <w:pPr>
                    <w:numPr>
                      <w:ilvl w:val="0"/>
                      <w:numId w:val="31"/>
                    </w:numPr>
                    <w:rPr>
                      <w:b/>
                      <w:lang w:val="en-GB"/>
                    </w:rPr>
                  </w:pPr>
                  <w:r w:rsidRPr="00D228D1">
                    <w:rPr>
                      <w:b/>
                      <w:lang w:val="en-GB"/>
                    </w:rPr>
                    <w:t>Ornamental plants productio</w:t>
                  </w:r>
                  <w:r>
                    <w:rPr>
                      <w:b/>
                      <w:lang w:val="en-GB"/>
                    </w:rPr>
                    <w:t>n</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30</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lang w:val="en-GB"/>
                    </w:rPr>
                    <w:t>Ornamental plants production III.</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Horváthné Dr. Baracsi Éva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rPr>
                      <w:lang w:val="en-GB"/>
                    </w:rPr>
                  </w:pPr>
                  <w:r w:rsidRPr="00AC1AAD">
                    <w:rPr>
                      <w:lang w:val="en-GB"/>
                    </w:rPr>
                    <w:t>Ornamental plants production</w:t>
                  </w:r>
                </w:p>
                <w:p w:rsidR="00DD2AC3" w:rsidRPr="00AC1AAD" w:rsidRDefault="00DD2AC3" w:rsidP="00443376">
                  <w:r w:rsidRPr="00AC1AAD">
                    <w:t>IV.</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Horváthné Dr. Baracsi Éva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Default="00DD2AC3" w:rsidP="00443376">
                  <w:pPr>
                    <w:rPr>
                      <w:lang w:val="en-GB"/>
                    </w:rPr>
                  </w:pPr>
                  <w:r w:rsidRPr="00AC1AAD">
                    <w:rPr>
                      <w:lang w:val="en-GB"/>
                    </w:rPr>
                    <w:t>Horticultural engineering II.</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Agricultural Mechanization</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rPr>
                      <w:color w:val="000000"/>
                    </w:rPr>
                  </w:pPr>
                  <w:r w:rsidRPr="00AC1AAD">
                    <w:rPr>
                      <w:color w:val="000000"/>
                    </w:rPr>
                    <w:t>Choice of Varieties in Horticultural Production I.</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Horváthné Dr. Baracsi Éva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Practice of ornamental plant production</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522FB7">
                    <w:t>Horváthné Dr. Baracsi Éva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Nursery of ornamental plants</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rsidRPr="00522FB7">
                    <w:t>Horváthné Dr. Baracsi Éva</w:t>
                  </w:r>
                </w:p>
                <w:p w:rsidR="00DD2AC3" w:rsidRPr="00AC1AAD" w:rsidRDefault="00DD2AC3" w:rsidP="00443376"/>
              </w:tc>
            </w:tr>
            <w:tr w:rsidR="00DD2AC3" w:rsidRPr="00E753BD" w:rsidTr="00E20124">
              <w:tc>
                <w:tcPr>
                  <w:tcW w:w="5022"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Course title</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Credits</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E20124">
                  <w:r w:rsidRPr="00A60DC5">
                    <w:rPr>
                      <w:sz w:val="22"/>
                      <w:szCs w:val="22"/>
                    </w:rPr>
                    <w:t>Responsible Department</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Responsible Lecturer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Production of perennial ornamental plants</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Default="00DD2AC3" w:rsidP="00AF5615">
                  <w:pPr>
                    <w:pStyle w:val="NormalWeb"/>
                    <w:rPr>
                      <w:rFonts w:ascii="Times New Roman" w:hAnsi="Times New Roman" w:cs="Times New Roman"/>
                      <w:sz w:val="22"/>
                      <w:szCs w:val="22"/>
                    </w:rPr>
                  </w:pPr>
                  <w:r w:rsidRPr="00A60DC5">
                    <w:rPr>
                      <w:rFonts w:ascii="Times New Roman" w:hAnsi="Times New Roman" w:cs="Times New Roman"/>
                      <w:sz w:val="22"/>
                      <w:szCs w:val="22"/>
                    </w:rPr>
                    <w:t>Department of Horticulture</w:t>
                  </w:r>
                </w:p>
                <w:p w:rsidR="00DD2AC3" w:rsidRPr="00A60DC5" w:rsidRDefault="00DD2AC3" w:rsidP="00AF5615">
                  <w:pPr>
                    <w:pStyle w:val="NormalWeb"/>
                  </w:pP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Kovács János</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bCs/>
                    </w:rPr>
                    <w:t>Economics of Horticulture</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Corporate Economics and Rural Development</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Brazsil József</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pPr>
                    <w:rPr>
                      <w:color w:val="000000"/>
                    </w:rPr>
                  </w:pPr>
                  <w:r w:rsidRPr="00AC1AAD">
                    <w:rPr>
                      <w:color w:val="000000"/>
                    </w:rPr>
                    <w:t>Choice of Varieties in Horticultural Production II.</w:t>
                  </w:r>
                </w:p>
                <w:p w:rsidR="00DD2AC3" w:rsidRPr="00AC1AAD" w:rsidRDefault="00DD2AC3" w:rsidP="00443376"/>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AF5615">
                  <w:r w:rsidRPr="00522FB7">
                    <w:t>Horváthné Dr. Baracsi Éva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D228D1" w:rsidRDefault="00DD2AC3" w:rsidP="00443376">
                  <w:pPr>
                    <w:numPr>
                      <w:ilvl w:val="0"/>
                      <w:numId w:val="31"/>
                    </w:numPr>
                    <w:rPr>
                      <w:b/>
                      <w:lang w:val="en-GB"/>
                    </w:rPr>
                  </w:pPr>
                  <w:r w:rsidRPr="00AC1AAD">
                    <w:rPr>
                      <w:b/>
                      <w:lang w:val="en-GB"/>
                    </w:rPr>
                    <w:t>Vegetable production</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30</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443376"/>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443376"/>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Vegetable production III.</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Kovács János</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Vegetable production IV.</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Default="00DD2AC3" w:rsidP="00AF5615">
                  <w:pPr>
                    <w:pStyle w:val="NormalWeb"/>
                    <w:rPr>
                      <w:rFonts w:ascii="Times New Roman" w:hAnsi="Times New Roman" w:cs="Times New Roman"/>
                      <w:sz w:val="22"/>
                      <w:szCs w:val="22"/>
                    </w:rPr>
                  </w:pPr>
                  <w:r w:rsidRPr="00A60DC5">
                    <w:rPr>
                      <w:rFonts w:ascii="Times New Roman" w:hAnsi="Times New Roman" w:cs="Times New Roman"/>
                      <w:sz w:val="22"/>
                      <w:szCs w:val="22"/>
                    </w:rPr>
                    <w:t>Department of Horticulture</w:t>
                  </w:r>
                </w:p>
                <w:p w:rsidR="00DD2AC3" w:rsidRPr="00A60DC5" w:rsidRDefault="00DD2AC3" w:rsidP="00AF5615">
                  <w:pPr>
                    <w:pStyle w:val="NormalWeb"/>
                  </w:pP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Kovács János</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lang w:val="en-GB"/>
                    </w:rPr>
                    <w:t>Horticultural engineering II.</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Default="00DD2AC3" w:rsidP="00443376">
                  <w:r w:rsidRPr="00A60DC5">
                    <w:rPr>
                      <w:sz w:val="22"/>
                      <w:szCs w:val="22"/>
                    </w:rPr>
                    <w:t>Department of Agricultural Mechanization</w:t>
                  </w:r>
                </w:p>
                <w:p w:rsidR="00DD2AC3" w:rsidRPr="00A60DC5" w:rsidRDefault="00DD2AC3" w:rsidP="00443376"/>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Micropropagation of plants</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hyperlink r:id="rId22" w:tgtFrame="_blank" w:history="1">
                    <w:r w:rsidRPr="003E79FC">
                      <w:rPr>
                        <w:rFonts w:ascii="Times New Roman" w:hAnsi="Times New Roman" w:cs="Times New Roman"/>
                        <w:bCs/>
                        <w:color w:val="auto"/>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AF5615">
                  <w:r>
                    <w:t>Dr. Taller János</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Mushroom production</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AF5615">
                  <w:pPr>
                    <w:pStyle w:val="NormalWeb"/>
                  </w:pPr>
                  <w:hyperlink r:id="rId23" w:tgtFrame="_blank" w:history="1">
                    <w:r w:rsidRPr="003E79FC">
                      <w:rPr>
                        <w:rFonts w:ascii="Times New Roman" w:hAnsi="Times New Roman" w:cs="Times New Roman"/>
                        <w:bCs/>
                        <w:color w:val="auto"/>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F3B71">
                  <w:r w:rsidRPr="003E79FC">
                    <w:t>Dr. Szeglet Péter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lang w:val="en-GB"/>
                    </w:rPr>
                    <w:t>Special horticultural engineering</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AF5615">
                  <w:pPr>
                    <w:pStyle w:val="NormalWeb"/>
                  </w:pPr>
                  <w:hyperlink r:id="rId24" w:tgtFrame="_blank" w:history="1">
                    <w:r w:rsidRPr="003E79FC">
                      <w:rPr>
                        <w:rFonts w:ascii="Times New Roman" w:hAnsi="Times New Roman" w:cs="Times New Roman"/>
                        <w:bCs/>
                        <w:color w:val="auto"/>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F3B71">
                  <w:r w:rsidRPr="003E79FC">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bCs/>
                    </w:rPr>
                    <w:t>Economics of Horticulture</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AF5615">
                  <w:pPr>
                    <w:pStyle w:val="NormalWeb"/>
                  </w:pPr>
                  <w:r w:rsidRPr="003E79FC">
                    <w:rPr>
                      <w:rFonts w:ascii="Times New Roman" w:hAnsi="Times New Roman" w:cs="Times New Roman"/>
                      <w:color w:val="auto"/>
                      <w:sz w:val="22"/>
                      <w:szCs w:val="22"/>
                    </w:rPr>
                    <w:t>Department of Corporate Economics and Rural Development</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t>Dr. Brazsil József</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Food processing technology, principles</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rPr>
                      <w:sz w:val="22"/>
                      <w:szCs w:val="22"/>
                    </w:rPr>
                    <w:t>Department of Animal Sciences and Animal Husbandry</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F3B71">
                  <w:r w:rsidRPr="003E79FC">
                    <w:t>Dr. Wágner László</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192A16" w:rsidRDefault="00DD2AC3" w:rsidP="00443376">
                  <w:pPr>
                    <w:rPr>
                      <w:b/>
                    </w:rPr>
                  </w:pPr>
                  <w:r>
                    <w:t>Knowledge of construction</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Default="00DD2AC3" w:rsidP="00443376">
                  <w:r>
                    <w:t>2</w:t>
                  </w:r>
                </w:p>
              </w:tc>
              <w:tc>
                <w:tcPr>
                  <w:tcW w:w="1670" w:type="dxa"/>
                  <w:tcBorders>
                    <w:top w:val="single" w:sz="4" w:space="0" w:color="auto"/>
                    <w:left w:val="single" w:sz="4" w:space="0" w:color="auto"/>
                    <w:bottom w:val="single" w:sz="4" w:space="0" w:color="auto"/>
                    <w:right w:val="single" w:sz="4" w:space="0" w:color="auto"/>
                  </w:tcBorders>
                </w:tcPr>
                <w:p w:rsidR="00DD2AC3" w:rsidRDefault="00DD2AC3" w:rsidP="00E20124">
                  <w:r w:rsidRPr="00A60DC5">
                    <w:rPr>
                      <w:sz w:val="22"/>
                      <w:szCs w:val="22"/>
                    </w:rPr>
                    <w:t>Department of Agricultural Mechanization</w:t>
                  </w:r>
                </w:p>
                <w:p w:rsidR="00DD2AC3" w:rsidRPr="00A60DC5" w:rsidRDefault="00DD2AC3" w:rsidP="00E20124"/>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F3B71">
                  <w:r w:rsidRPr="003E79FC">
                    <w:t>Dr. Pályi Béla</w:t>
                  </w:r>
                </w:p>
              </w:tc>
            </w:tr>
            <w:tr w:rsidR="00DD2AC3" w:rsidRPr="00E753BD" w:rsidTr="00E20124">
              <w:tc>
                <w:tcPr>
                  <w:tcW w:w="5022"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Course title</w:t>
                  </w:r>
                </w:p>
              </w:tc>
              <w:tc>
                <w:tcPr>
                  <w:tcW w:w="998" w:type="dxa"/>
                  <w:tcBorders>
                    <w:top w:val="single" w:sz="4" w:space="0" w:color="auto"/>
                    <w:left w:val="single" w:sz="4" w:space="0" w:color="auto"/>
                    <w:bottom w:val="single" w:sz="4" w:space="0" w:color="auto"/>
                    <w:right w:val="single" w:sz="4" w:space="0" w:color="auto"/>
                  </w:tcBorders>
                </w:tcPr>
                <w:p w:rsidR="00DD2AC3" w:rsidRPr="00E753BD" w:rsidRDefault="00DD2AC3" w:rsidP="00E20124">
                  <w:r w:rsidRPr="00E753BD">
                    <w:t>Credits</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E20124">
                  <w:r w:rsidRPr="003E79FC">
                    <w:rPr>
                      <w:sz w:val="22"/>
                      <w:szCs w:val="22"/>
                    </w:rPr>
                    <w:t>Responsible Department</w:t>
                  </w:r>
                </w:p>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E20124">
                  <w:r w:rsidRPr="003E79FC">
                    <w:t>Responsible Lecturer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192A16" w:rsidRDefault="00DD2AC3" w:rsidP="00443376">
                  <w:pPr>
                    <w:numPr>
                      <w:ilvl w:val="0"/>
                      <w:numId w:val="31"/>
                    </w:numPr>
                    <w:rPr>
                      <w:b/>
                    </w:rPr>
                  </w:pPr>
                  <w:r w:rsidRPr="00192A16">
                    <w:rPr>
                      <w:b/>
                    </w:rPr>
                    <w:t>Viticulture</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30</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tc>
              <w:tc>
                <w:tcPr>
                  <w:tcW w:w="1488" w:type="dxa"/>
                  <w:tcBorders>
                    <w:top w:val="single" w:sz="4" w:space="0" w:color="auto"/>
                    <w:left w:val="single" w:sz="4" w:space="0" w:color="auto"/>
                    <w:bottom w:val="single" w:sz="4" w:space="0" w:color="auto"/>
                    <w:right w:val="single" w:sz="4" w:space="0" w:color="auto"/>
                  </w:tcBorders>
                </w:tcPr>
                <w:p w:rsidR="00DD2AC3" w:rsidRPr="003E79FC" w:rsidRDefault="00DD2AC3" w:rsidP="00443376"/>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Viticulture III.</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rPr>
                      <w:sz w:val="22"/>
                      <w:szCs w:val="22"/>
                    </w:rPr>
                    <w:t>Centre of Agricultural Sciences</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t>Dr. Májer János</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Viticulture IV.</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AF5615">
                  <w:pPr>
                    <w:pStyle w:val="NormalWeb"/>
                  </w:pPr>
                  <w:r w:rsidRPr="003E79FC">
                    <w:rPr>
                      <w:rFonts w:ascii="Times New Roman" w:hAnsi="Times New Roman" w:cs="Times New Roman"/>
                      <w:color w:val="auto"/>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t>Dr. Kocsis László</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lang w:val="en-GB"/>
                    </w:rPr>
                    <w:t>Plant Protection Administration</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Plant Protection Institute</w:t>
                  </w:r>
                </w:p>
              </w:tc>
              <w:tc>
                <w:tcPr>
                  <w:tcW w:w="1488" w:type="dxa"/>
                  <w:tcBorders>
                    <w:top w:val="single" w:sz="4" w:space="0" w:color="auto"/>
                    <w:left w:val="single" w:sz="4" w:space="0" w:color="auto"/>
                    <w:bottom w:val="single" w:sz="4" w:space="0" w:color="auto"/>
                    <w:right w:val="single" w:sz="4" w:space="0" w:color="auto"/>
                  </w:tcBorders>
                </w:tcPr>
                <w:p w:rsidR="00DD2AC3" w:rsidRPr="00E753BD" w:rsidRDefault="00DD2AC3" w:rsidP="00864FB4">
                  <w:r>
                    <w:t>Nádasyné Dr. Ihárosi  Erzsébet</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lang w:val="en-GB"/>
                    </w:rPr>
                    <w:t>Horticultural engineering II.</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43376">
                  <w:r w:rsidRPr="003E79FC">
                    <w:rPr>
                      <w:sz w:val="22"/>
                      <w:szCs w:val="22"/>
                    </w:rPr>
                    <w:t>Department of Agricultural Mechanization</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43376">
                  <w:r w:rsidRPr="003E79FC">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Materials handling, packaging</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4F3B71">
                  <w:r w:rsidRPr="003E79FC">
                    <w:rPr>
                      <w:sz w:val="22"/>
                      <w:szCs w:val="22"/>
                    </w:rPr>
                    <w:t>Department of Agricultural Mechanization</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F3B71">
                  <w:r w:rsidRPr="003E79FC">
                    <w:t>Dr. Pályi Béla</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Ecological production in viticulture</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AF5615">
                  <w:pPr>
                    <w:pStyle w:val="NormalWeb"/>
                  </w:pPr>
                  <w:r w:rsidRPr="003E79FC">
                    <w:rPr>
                      <w:rFonts w:ascii="Times New Roman" w:hAnsi="Times New Roman" w:cs="Times New Roman"/>
                      <w:color w:val="auto"/>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3E79FC" w:rsidRDefault="00DD2AC3" w:rsidP="004F3B71">
                  <w:r w:rsidRPr="003E79FC">
                    <w:t>Dr. Kocsis László</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Enology</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4</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Horticulture</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1230D8" w:rsidRDefault="00DD2AC3" w:rsidP="004F3B71">
                  <w:r w:rsidRPr="001230D8">
                    <w:rPr>
                      <w:sz w:val="22"/>
                      <w:szCs w:val="22"/>
                    </w:rPr>
                    <w:t>Dr. Podmanicky Péter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t>Microbiology</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3E79FC" w:rsidRDefault="00DD2AC3" w:rsidP="00AF5615">
                  <w:pPr>
                    <w:pStyle w:val="NormalWeb"/>
                  </w:pPr>
                  <w:hyperlink r:id="rId25" w:tgtFrame="_blank" w:history="1">
                    <w:r w:rsidRPr="003E79FC">
                      <w:rPr>
                        <w:rFonts w:ascii="Times New Roman" w:hAnsi="Times New Roman" w:cs="Times New Roman"/>
                        <w:bCs/>
                        <w:color w:val="auto"/>
                        <w:sz w:val="22"/>
                        <w:szCs w:val="22"/>
                      </w:rPr>
                      <w:t>Department of Plant Science and Biotechnology</w:t>
                    </w:r>
                  </w:hyperlink>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F3B71">
                  <w:r>
                    <w:t>Dr. Csitári Gábor</w:t>
                  </w:r>
                </w:p>
              </w:tc>
            </w:tr>
            <w:tr w:rsidR="00DD2AC3" w:rsidRPr="00E753BD" w:rsidTr="00AF5615">
              <w:tc>
                <w:tcPr>
                  <w:tcW w:w="5022"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rsidRPr="00AC1AAD">
                    <w:rPr>
                      <w:bCs/>
                    </w:rPr>
                    <w:t>Economics of Horticulture</w:t>
                  </w:r>
                </w:p>
              </w:tc>
              <w:tc>
                <w:tcPr>
                  <w:tcW w:w="99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43376">
                  <w:r>
                    <w:t>3</w:t>
                  </w:r>
                </w:p>
              </w:tc>
              <w:tc>
                <w:tcPr>
                  <w:tcW w:w="1670" w:type="dxa"/>
                  <w:tcBorders>
                    <w:top w:val="single" w:sz="4" w:space="0" w:color="auto"/>
                    <w:left w:val="single" w:sz="4" w:space="0" w:color="auto"/>
                    <w:bottom w:val="single" w:sz="4" w:space="0" w:color="auto"/>
                    <w:right w:val="single" w:sz="4" w:space="0" w:color="auto"/>
                  </w:tcBorders>
                </w:tcPr>
                <w:p w:rsidR="00DD2AC3" w:rsidRPr="00A60DC5" w:rsidRDefault="00DD2AC3" w:rsidP="00AF5615">
                  <w:pPr>
                    <w:pStyle w:val="NormalWeb"/>
                  </w:pPr>
                  <w:r w:rsidRPr="00A60DC5">
                    <w:rPr>
                      <w:rFonts w:ascii="Times New Roman" w:hAnsi="Times New Roman" w:cs="Times New Roman"/>
                      <w:sz w:val="22"/>
                      <w:szCs w:val="22"/>
                    </w:rPr>
                    <w:t>Department of Corporate Economics and Rural Development</w:t>
                  </w:r>
                </w:p>
              </w:tc>
              <w:tc>
                <w:tcPr>
                  <w:tcW w:w="1488" w:type="dxa"/>
                  <w:tcBorders>
                    <w:top w:val="single" w:sz="4" w:space="0" w:color="auto"/>
                    <w:left w:val="single" w:sz="4" w:space="0" w:color="auto"/>
                    <w:bottom w:val="single" w:sz="4" w:space="0" w:color="auto"/>
                    <w:right w:val="single" w:sz="4" w:space="0" w:color="auto"/>
                  </w:tcBorders>
                  <w:vAlign w:val="center"/>
                </w:tcPr>
                <w:p w:rsidR="00DD2AC3" w:rsidRPr="00AC1AAD" w:rsidRDefault="00DD2AC3" w:rsidP="004F3B71">
                  <w:r>
                    <w:t>Dr. Brazsil József</w:t>
                  </w:r>
                </w:p>
              </w:tc>
            </w:tr>
          </w:tbl>
          <w:p w:rsidR="00DD2AC3" w:rsidRPr="00E753BD" w:rsidRDefault="00DD2AC3" w:rsidP="00443376">
            <w:pPr>
              <w:ind w:left="254" w:hanging="2"/>
            </w:pPr>
          </w:p>
          <w:p w:rsidR="00DD2AC3" w:rsidRPr="00E753BD" w:rsidRDefault="00DD2AC3" w:rsidP="00443376">
            <w:pPr>
              <w:pStyle w:val="Default"/>
              <w:ind w:firstLine="720"/>
              <w:rPr>
                <w:rFonts w:ascii="Times New Roman" w:hAnsi="Times New Roman" w:cs="Times New Roman"/>
                <w:b/>
                <w:color w:val="auto"/>
                <w:u w:val="single"/>
                <w:lang w:val="en-US"/>
              </w:rPr>
            </w:pPr>
          </w:p>
        </w:tc>
      </w:tr>
    </w:tbl>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p w:rsidR="00DD2AC3" w:rsidRDefault="00DD2AC3" w:rsidP="00BB3B15"/>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1"/>
              <w:ind w:left="18"/>
              <w:rPr>
                <w:rFonts w:ascii="Times New Roman" w:hAnsi="Times New Roman" w:cs="Times New Roman"/>
                <w:caps/>
              </w:rPr>
            </w:pPr>
            <w:r w:rsidRPr="00E753BD">
              <w:rPr>
                <w:rFonts w:ascii="Times New Roman" w:hAnsi="Times New Roman" w:cs="Times New Roman"/>
                <w:caps/>
              </w:rPr>
              <w:t>11. Tanulmányi és vizsgakövetelmények:</w:t>
            </w:r>
          </w:p>
        </w:tc>
      </w:tr>
      <w:tr w:rsidR="00DD2AC3" w:rsidRPr="00E753BD" w:rsidTr="00443376">
        <w:trPr>
          <w:jc w:val="center"/>
        </w:trPr>
        <w:tc>
          <w:tcPr>
            <w:tcW w:w="9889" w:type="dxa"/>
            <w:shd w:val="clear" w:color="auto" w:fill="D9D9D9"/>
          </w:tcPr>
          <w:p w:rsidR="00DD2AC3" w:rsidRPr="00E753BD" w:rsidRDefault="00DD2AC3" w:rsidP="00443376">
            <w:pPr>
              <w:pStyle w:val="Heading1"/>
              <w:ind w:left="18"/>
              <w:rPr>
                <w:rFonts w:ascii="Times New Roman" w:hAnsi="Times New Roman" w:cs="Times New Roman"/>
                <w:caps/>
              </w:rPr>
            </w:pPr>
            <w:r w:rsidRPr="00E753BD">
              <w:rPr>
                <w:rFonts w:ascii="Times New Roman" w:hAnsi="Times New Roman" w:cs="Times New Roman"/>
                <w:caps/>
              </w:rPr>
              <w:t>Requiremen</w:t>
            </w:r>
            <w:r>
              <w:rPr>
                <w:rFonts w:ascii="Times New Roman" w:hAnsi="Times New Roman" w:cs="Times New Roman"/>
                <w:caps/>
              </w:rPr>
              <w:t>T</w:t>
            </w:r>
            <w:r w:rsidRPr="00E753BD">
              <w:rPr>
                <w:rFonts w:ascii="Times New Roman" w:hAnsi="Times New Roman" w:cs="Times New Roman"/>
                <w:caps/>
              </w:rPr>
              <w:t>s of the examinations:</w:t>
            </w:r>
          </w:p>
        </w:tc>
      </w:tr>
      <w:tr w:rsidR="00DD2AC3" w:rsidRPr="00E753BD" w:rsidTr="00443376">
        <w:trPr>
          <w:jc w:val="center"/>
        </w:trPr>
        <w:tc>
          <w:tcPr>
            <w:tcW w:w="9889" w:type="dxa"/>
          </w:tcPr>
          <w:p w:rsidR="00DD2AC3" w:rsidRPr="00E753BD" w:rsidRDefault="00DD2AC3" w:rsidP="00443376">
            <w:pPr>
              <w:pStyle w:val="Heading2"/>
              <w:ind w:left="18"/>
            </w:pPr>
            <w:r w:rsidRPr="00E753BD">
              <w:t>11.1. Szigorlatok, követelmények</w:t>
            </w:r>
          </w:p>
        </w:tc>
      </w:tr>
      <w:tr w:rsidR="00DD2AC3" w:rsidRPr="00E753BD" w:rsidTr="00443376">
        <w:trPr>
          <w:trHeight w:val="454"/>
          <w:jc w:val="center"/>
        </w:trPr>
        <w:tc>
          <w:tcPr>
            <w:tcW w:w="9889" w:type="dxa"/>
            <w:vAlign w:val="center"/>
          </w:tcPr>
          <w:p w:rsidR="00DD2AC3" w:rsidRPr="00E753BD" w:rsidRDefault="00DD2AC3" w:rsidP="00443376">
            <w:pPr>
              <w:spacing w:before="120"/>
              <w:ind w:left="539"/>
              <w:jc w:val="both"/>
            </w:pPr>
            <w:r w:rsidRPr="00E753BD">
              <w:t>A szakon szigorlat NINCS.</w:t>
            </w:r>
          </w:p>
          <w:p w:rsidR="00DD2AC3" w:rsidRPr="00E753BD" w:rsidRDefault="00DD2AC3" w:rsidP="00443376">
            <w:pPr>
              <w:spacing w:before="120"/>
              <w:ind w:left="539"/>
              <w:jc w:val="both"/>
            </w:pPr>
            <w:r w:rsidRPr="00E2312E">
              <w:rPr>
                <w:u w:val="single"/>
              </w:rPr>
              <w:t>2012/ 2013 I. félévben</w:t>
            </w:r>
            <w:r w:rsidRPr="00E753BD">
              <w:rPr>
                <w:u w:val="single"/>
              </w:rPr>
              <w:t xml:space="preserve"> és utána tanulmányaikat megkezdőkre </w:t>
            </w:r>
            <w:r w:rsidRPr="00E753BD">
              <w:t>az alábbi szűrőszint érvényes:</w:t>
            </w:r>
          </w:p>
          <w:p w:rsidR="00DD2AC3" w:rsidRPr="00E753BD" w:rsidRDefault="00DD2AC3" w:rsidP="00443376">
            <w:pPr>
              <w:ind w:left="181" w:firstLine="357"/>
              <w:jc w:val="both"/>
            </w:pPr>
            <w:r w:rsidRPr="00E753BD">
              <w:t>Elbocsátásra kerül az a hallgató, aki a következők bármelyikét nem teljesíti:</w:t>
            </w:r>
          </w:p>
          <w:p w:rsidR="00DD2AC3" w:rsidRPr="00E753BD" w:rsidRDefault="00DD2AC3" w:rsidP="00443376">
            <w:pPr>
              <w:numPr>
                <w:ilvl w:val="0"/>
                <w:numId w:val="20"/>
              </w:numPr>
              <w:tabs>
                <w:tab w:val="clear" w:pos="540"/>
                <w:tab w:val="num" w:pos="900"/>
              </w:tabs>
              <w:ind w:firstLine="0"/>
              <w:jc w:val="both"/>
            </w:pPr>
            <w:r w:rsidRPr="00E753BD">
              <w:t>a harmadik aktív félév végéig az első félév kötelező tárgyait,</w:t>
            </w:r>
          </w:p>
          <w:p w:rsidR="00DD2AC3" w:rsidRPr="00E753BD" w:rsidRDefault="00DD2AC3" w:rsidP="00443376">
            <w:pPr>
              <w:numPr>
                <w:ilvl w:val="0"/>
                <w:numId w:val="20"/>
              </w:numPr>
              <w:tabs>
                <w:tab w:val="clear" w:pos="540"/>
                <w:tab w:val="num" w:pos="900"/>
              </w:tabs>
              <w:ind w:firstLine="0"/>
              <w:jc w:val="both"/>
            </w:pPr>
            <w:r w:rsidRPr="00E753BD">
              <w:t>a harmadik aktív félév végéig legalább 40 kreditpontot kötelező és kötelezően választható tárgyakból,</w:t>
            </w:r>
          </w:p>
          <w:p w:rsidR="00DD2AC3" w:rsidRPr="00E753BD" w:rsidRDefault="00DD2AC3" w:rsidP="00443376">
            <w:pPr>
              <w:numPr>
                <w:ilvl w:val="0"/>
                <w:numId w:val="20"/>
              </w:numPr>
              <w:tabs>
                <w:tab w:val="clear" w:pos="540"/>
                <w:tab w:val="num" w:pos="900"/>
              </w:tabs>
              <w:ind w:firstLine="0"/>
              <w:jc w:val="both"/>
            </w:pPr>
            <w:r w:rsidRPr="00E753BD">
              <w:t>az első 5 aktív félév alatt legalább 75 kreditpontot kötelező és kötelezően választható tárgyakból,</w:t>
            </w:r>
          </w:p>
          <w:p w:rsidR="00DD2AC3" w:rsidRPr="00E753BD" w:rsidRDefault="00DD2AC3" w:rsidP="00443376">
            <w:pPr>
              <w:ind w:left="540"/>
              <w:jc w:val="both"/>
            </w:pPr>
          </w:p>
          <w:p w:rsidR="00DD2AC3" w:rsidRPr="00E753BD" w:rsidRDefault="00DD2AC3" w:rsidP="00443376">
            <w:pPr>
              <w:ind w:left="539"/>
              <w:rPr>
                <w:b/>
              </w:rPr>
            </w:pPr>
            <w:r w:rsidRPr="00E753BD">
              <w:t xml:space="preserve">Egy tantárgyat maximum 3-szor lehet felvenni. Ha a hallgató a harmadik tárgyfelvételnél sem tudja azt teljesíteni, a szakról el kell bocsátani. </w:t>
            </w:r>
          </w:p>
          <w:p w:rsidR="00DD2AC3" w:rsidRPr="00E753BD" w:rsidRDefault="00DD2AC3" w:rsidP="00443376">
            <w:pPr>
              <w:spacing w:before="80" w:after="80"/>
              <w:ind w:left="113" w:right="113" w:firstLine="227"/>
              <w:jc w:val="both"/>
            </w:pPr>
            <w:r w:rsidRPr="00E753BD">
              <w:t xml:space="preserve">A tanulmányok befejezéséig Testnevelés tantárgyból legalább </w:t>
            </w:r>
            <w:r>
              <w:t>2</w:t>
            </w:r>
            <w:r w:rsidRPr="00E753BD">
              <w:t xml:space="preserve"> félévet aláírással igazoltan teljesíteni kell.</w:t>
            </w:r>
          </w:p>
          <w:p w:rsidR="00DD2AC3" w:rsidRPr="00E753BD" w:rsidRDefault="00DD2AC3" w:rsidP="00443376">
            <w:pPr>
              <w:spacing w:before="80" w:after="80"/>
              <w:ind w:left="113" w:right="113" w:firstLine="227"/>
              <w:jc w:val="both"/>
            </w:pPr>
            <w:r w:rsidRPr="00B8156E">
              <w:t>2012/2013 I. félévében</w:t>
            </w:r>
            <w:r>
              <w:t xml:space="preserve"> </w:t>
            </w:r>
            <w:r w:rsidRPr="00E753BD">
              <w:t xml:space="preserve"> és utána tanulmányaikat megkezdő hallgatók hallgatói jogállása a szakon legfeljebb </w:t>
            </w:r>
            <w:r w:rsidRPr="006A1E34">
              <w:t>14 aktív</w:t>
            </w:r>
            <w:r w:rsidRPr="00E753BD">
              <w:t xml:space="preserve"> félévig tartható fenn.</w:t>
            </w:r>
          </w:p>
          <w:p w:rsidR="00DD2AC3" w:rsidRPr="00E753BD" w:rsidRDefault="00DD2AC3" w:rsidP="00443376">
            <w:pPr>
              <w:tabs>
                <w:tab w:val="right" w:pos="8996"/>
              </w:tabs>
              <w:ind w:left="539"/>
              <w:jc w:val="both"/>
              <w:rPr>
                <w:iCs/>
              </w:rPr>
            </w:pPr>
          </w:p>
        </w:tc>
      </w:tr>
      <w:tr w:rsidR="00DD2AC3" w:rsidRPr="00E753BD" w:rsidTr="00443376">
        <w:trPr>
          <w:jc w:val="center"/>
        </w:trPr>
        <w:tc>
          <w:tcPr>
            <w:tcW w:w="9889" w:type="dxa"/>
            <w:shd w:val="clear" w:color="auto" w:fill="D9D9D9"/>
          </w:tcPr>
          <w:p w:rsidR="00DD2AC3" w:rsidRPr="00E753BD" w:rsidRDefault="00DD2AC3" w:rsidP="00443376">
            <w:pPr>
              <w:pStyle w:val="Heading2"/>
              <w:ind w:left="18"/>
            </w:pPr>
            <w:r w:rsidRPr="00E753BD">
              <w:rPr>
                <w:lang w:val="en-GB"/>
              </w:rPr>
              <w:t>Cumulative qualifying exams, requirements</w:t>
            </w:r>
          </w:p>
        </w:tc>
      </w:tr>
      <w:tr w:rsidR="00DD2AC3" w:rsidRPr="00E753BD" w:rsidTr="00443376">
        <w:trPr>
          <w:trHeight w:val="454"/>
          <w:jc w:val="center"/>
        </w:trPr>
        <w:tc>
          <w:tcPr>
            <w:tcW w:w="9889" w:type="dxa"/>
            <w:shd w:val="clear" w:color="auto" w:fill="D9D9D9"/>
            <w:vAlign w:val="center"/>
          </w:tcPr>
          <w:p w:rsidR="00DD2AC3" w:rsidRPr="00E753BD" w:rsidRDefault="00DD2AC3" w:rsidP="00443376">
            <w:pPr>
              <w:spacing w:before="120"/>
              <w:ind w:left="539"/>
              <w:rPr>
                <w:lang w:val="en-GB"/>
              </w:rPr>
            </w:pPr>
            <w:r w:rsidRPr="00E753BD">
              <w:rPr>
                <w:lang w:val="en-GB"/>
              </w:rPr>
              <w:t>There is no qualifying cumulative exam from more then one subject on the course.</w:t>
            </w:r>
          </w:p>
          <w:p w:rsidR="00DD2AC3" w:rsidRPr="00E753BD" w:rsidRDefault="00DD2AC3" w:rsidP="00443376">
            <w:pPr>
              <w:spacing w:before="80" w:after="80"/>
              <w:ind w:left="113" w:right="113" w:firstLine="227"/>
              <w:jc w:val="both"/>
            </w:pPr>
            <w:r w:rsidRPr="00E753BD">
              <w:t xml:space="preserve">For students starting their studies in </w:t>
            </w:r>
            <w:r w:rsidRPr="00B8156E">
              <w:t>2012/2013 I.</w:t>
            </w:r>
            <w:r>
              <w:t xml:space="preserve"> semester</w:t>
            </w:r>
            <w:r w:rsidRPr="00E753BD">
              <w:t xml:space="preserve"> and after, the following rules are effective:</w:t>
            </w:r>
          </w:p>
          <w:p w:rsidR="00DD2AC3" w:rsidRPr="00E753BD" w:rsidRDefault="00DD2AC3" w:rsidP="00443376">
            <w:pPr>
              <w:rPr>
                <w:lang w:val="en-GB"/>
              </w:rPr>
            </w:pPr>
            <w:r w:rsidRPr="00E753BD">
              <w:rPr>
                <w:lang w:val="en-GB"/>
              </w:rPr>
              <w:t>”The student must be dismissed if he or she did not meet any of the following requirements:</w:t>
            </w:r>
          </w:p>
          <w:p w:rsidR="00DD2AC3" w:rsidRPr="00E753BD" w:rsidRDefault="00DD2AC3" w:rsidP="00443376">
            <w:pPr>
              <w:numPr>
                <w:ilvl w:val="0"/>
                <w:numId w:val="21"/>
              </w:numPr>
              <w:tabs>
                <w:tab w:val="clear" w:pos="720"/>
                <w:tab w:val="num" w:pos="851"/>
              </w:tabs>
              <w:ind w:left="851" w:hanging="284"/>
              <w:rPr>
                <w:lang w:val="en-GB"/>
              </w:rPr>
            </w:pPr>
            <w:r w:rsidRPr="00E753BD">
              <w:rPr>
                <w:lang w:val="en-GB"/>
              </w:rPr>
              <w:t xml:space="preserve">The compulsory subjects of the 1st semester must be completed by the end of the 3rd active semester. </w:t>
            </w:r>
          </w:p>
          <w:p w:rsidR="00DD2AC3" w:rsidRPr="00E753BD" w:rsidRDefault="00DD2AC3" w:rsidP="00443376">
            <w:pPr>
              <w:numPr>
                <w:ilvl w:val="0"/>
                <w:numId w:val="21"/>
              </w:numPr>
              <w:tabs>
                <w:tab w:val="clear" w:pos="720"/>
                <w:tab w:val="num" w:pos="851"/>
              </w:tabs>
              <w:ind w:left="851" w:hanging="284"/>
              <w:rPr>
                <w:lang w:val="en-GB"/>
              </w:rPr>
            </w:pPr>
            <w:r w:rsidRPr="00E753BD">
              <w:rPr>
                <w:lang w:val="en-GB"/>
              </w:rPr>
              <w:t xml:space="preserve">At least 40 credits must be acquired from compulsory subjects by the end of the 3rd active semester. </w:t>
            </w:r>
          </w:p>
          <w:p w:rsidR="00DD2AC3" w:rsidRPr="00E753BD" w:rsidRDefault="00DD2AC3" w:rsidP="00443376">
            <w:pPr>
              <w:numPr>
                <w:ilvl w:val="0"/>
                <w:numId w:val="21"/>
              </w:numPr>
              <w:tabs>
                <w:tab w:val="clear" w:pos="720"/>
                <w:tab w:val="num" w:pos="851"/>
              </w:tabs>
              <w:ind w:left="851" w:hanging="284"/>
              <w:rPr>
                <w:lang w:val="en-GB"/>
              </w:rPr>
            </w:pPr>
            <w:r w:rsidRPr="00E753BD">
              <w:rPr>
                <w:lang w:val="en-GB"/>
              </w:rPr>
              <w:t xml:space="preserve">At least 75 credits must be acquired from compulsory subjects in the first 5 active semesters. </w:t>
            </w:r>
          </w:p>
          <w:p w:rsidR="00DD2AC3" w:rsidRPr="00E753BD" w:rsidRDefault="00DD2AC3" w:rsidP="00443376">
            <w:pPr>
              <w:spacing w:before="80" w:after="80"/>
              <w:ind w:left="113" w:right="113" w:firstLine="227"/>
              <w:jc w:val="both"/>
            </w:pPr>
            <w:r w:rsidRPr="00E753BD">
              <w:t>The same subject can be taken maximum three times. In case the student cannot complete it for the 3rd time, he or she must be dismissed from the program. There is not any limitation for the comprehensive examinations.”</w:t>
            </w:r>
          </w:p>
          <w:p w:rsidR="00DD2AC3" w:rsidRPr="00E753BD" w:rsidRDefault="00DD2AC3" w:rsidP="00443376">
            <w:pPr>
              <w:spacing w:before="80" w:after="80"/>
              <w:ind w:left="113" w:right="113" w:firstLine="227"/>
              <w:jc w:val="both"/>
            </w:pPr>
            <w:r>
              <w:t>At least 2</w:t>
            </w:r>
            <w:r w:rsidRPr="00E753BD">
              <w:t xml:space="preserve"> semesters of Physical Education must be completed before the end of studies.</w:t>
            </w:r>
          </w:p>
          <w:p w:rsidR="00DD2AC3" w:rsidRPr="00E753BD" w:rsidRDefault="00DD2AC3" w:rsidP="00443376">
            <w:pPr>
              <w:spacing w:before="120" w:after="120"/>
              <w:ind w:left="181" w:firstLine="357"/>
              <w:jc w:val="both"/>
              <w:rPr>
                <w:sz w:val="20"/>
                <w:szCs w:val="20"/>
              </w:rPr>
            </w:pPr>
            <w:r w:rsidRPr="00E753BD">
              <w:t>Students starting their studies after 20</w:t>
            </w:r>
            <w:r>
              <w:t>12/2013 I. semester</w:t>
            </w:r>
            <w:r w:rsidRPr="00E753BD">
              <w:t xml:space="preserve"> must be dismissed after </w:t>
            </w:r>
            <w:r w:rsidRPr="00E2312E">
              <w:t>their 14th</w:t>
            </w:r>
            <w:r w:rsidRPr="00E753BD">
              <w:t xml:space="preserve"> active semester.</w:t>
            </w:r>
          </w:p>
        </w:tc>
      </w:tr>
    </w:tbl>
    <w:p w:rsidR="00DD2AC3" w:rsidRPr="00E753BD" w:rsidRDefault="00DD2AC3" w:rsidP="00BB3B15">
      <w:pP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2"/>
              <w:ind w:left="18"/>
            </w:pPr>
            <w:r w:rsidRPr="00E753BD">
              <w:t>11.2. Szakirányok:</w:t>
            </w:r>
          </w:p>
        </w:tc>
      </w:tr>
      <w:tr w:rsidR="00DD2AC3" w:rsidRPr="00E753BD" w:rsidTr="00443376">
        <w:trPr>
          <w:trHeight w:val="454"/>
          <w:jc w:val="center"/>
        </w:trPr>
        <w:tc>
          <w:tcPr>
            <w:tcW w:w="9889" w:type="dxa"/>
            <w:vAlign w:val="center"/>
          </w:tcPr>
          <w:p w:rsidR="00DD2AC3" w:rsidRPr="00E753BD" w:rsidRDefault="00DD2AC3" w:rsidP="00443376">
            <w:pPr>
              <w:ind w:left="181" w:firstLine="357"/>
              <w:jc w:val="both"/>
            </w:pPr>
            <w:r w:rsidRPr="00E753BD">
              <w:t xml:space="preserve">A szakon </w:t>
            </w:r>
            <w:r>
              <w:t xml:space="preserve">négy  </w:t>
            </w:r>
            <w:r w:rsidRPr="00E753BD">
              <w:t xml:space="preserve">szakirány van. </w:t>
            </w:r>
          </w:p>
          <w:p w:rsidR="00DD2AC3" w:rsidRPr="00E753BD" w:rsidRDefault="00DD2AC3" w:rsidP="00443376">
            <w:pPr>
              <w:ind w:left="181" w:firstLine="357"/>
              <w:jc w:val="both"/>
            </w:pPr>
            <w:r w:rsidRPr="00E753BD">
              <w:t xml:space="preserve">A hallgatói jelentkezések alapján – figyelembe véve a szakirányi létszámkorlátokat (indítás minimális létszáma, adott szakirányra felvehető maximális hallgatói létszám) - a szakirányra való felvételről a szakvezető </w:t>
            </w:r>
            <w:r>
              <w:t xml:space="preserve">( jelen esetben Kocsisné Dr. Molnár Gitta) </w:t>
            </w:r>
            <w:r w:rsidRPr="00E753BD">
              <w:t>dönt.</w:t>
            </w:r>
          </w:p>
        </w:tc>
      </w:tr>
      <w:tr w:rsidR="00DD2AC3" w:rsidRPr="00E753BD" w:rsidTr="00443376">
        <w:trPr>
          <w:jc w:val="center"/>
        </w:trPr>
        <w:tc>
          <w:tcPr>
            <w:tcW w:w="9889" w:type="dxa"/>
            <w:shd w:val="clear" w:color="auto" w:fill="D9D9D9"/>
          </w:tcPr>
          <w:p w:rsidR="00DD2AC3" w:rsidRPr="00E753BD" w:rsidRDefault="00DD2AC3" w:rsidP="00443376">
            <w:pPr>
              <w:pStyle w:val="Heading2"/>
              <w:ind w:left="18"/>
            </w:pPr>
            <w:r w:rsidRPr="00E753BD">
              <w:t xml:space="preserve">Specializations </w:t>
            </w:r>
          </w:p>
        </w:tc>
      </w:tr>
      <w:tr w:rsidR="00DD2AC3" w:rsidRPr="00E753BD" w:rsidTr="00443376">
        <w:trPr>
          <w:trHeight w:val="454"/>
          <w:jc w:val="center"/>
        </w:trPr>
        <w:tc>
          <w:tcPr>
            <w:tcW w:w="9889" w:type="dxa"/>
            <w:shd w:val="clear" w:color="auto" w:fill="D9D9D9"/>
            <w:vAlign w:val="center"/>
          </w:tcPr>
          <w:p w:rsidR="00DD2AC3" w:rsidRPr="00E753BD" w:rsidRDefault="00DD2AC3" w:rsidP="00443376">
            <w:pPr>
              <w:ind w:left="181" w:firstLine="357"/>
              <w:rPr>
                <w:lang w:val="en-GB"/>
              </w:rPr>
            </w:pPr>
            <w:r w:rsidRPr="00E753BD">
              <w:rPr>
                <w:lang w:val="en-GB"/>
              </w:rPr>
              <w:t xml:space="preserve">There are </w:t>
            </w:r>
            <w:r>
              <w:rPr>
                <w:lang w:val="en-GB"/>
              </w:rPr>
              <w:t>4</w:t>
            </w:r>
            <w:r w:rsidRPr="00E753BD">
              <w:rPr>
                <w:lang w:val="en-GB"/>
              </w:rPr>
              <w:t xml:space="preserve"> special scientific and practical fields for qualification within the studies</w:t>
            </w:r>
          </w:p>
          <w:p w:rsidR="00DD2AC3" w:rsidRPr="00E753BD" w:rsidRDefault="00DD2AC3" w:rsidP="00443376">
            <w:pPr>
              <w:ind w:left="181" w:firstLine="357"/>
              <w:jc w:val="both"/>
            </w:pPr>
            <w:r w:rsidRPr="00E753BD">
              <w:rPr>
                <w:lang w:val="en-GB"/>
              </w:rPr>
              <w:t>The students have to choose one from them. Starting of these special programs is depending on the application of the students. However, any of them can only be started with limited minimal number of participant. Accordingly the head of the educational program has to decide about the participants of these special qualifications.</w:t>
            </w:r>
          </w:p>
        </w:tc>
      </w:tr>
    </w:tbl>
    <w:p w:rsidR="00DD2AC3" w:rsidRPr="00E753BD" w:rsidRDefault="00DD2AC3" w:rsidP="00BB3B15">
      <w:pP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2"/>
              <w:ind w:left="18"/>
            </w:pPr>
            <w:r w:rsidRPr="00E753BD">
              <w:t>11.3. Szakmai gyakorlat:</w:t>
            </w:r>
          </w:p>
        </w:tc>
      </w:tr>
      <w:tr w:rsidR="00DD2AC3" w:rsidRPr="00E753BD" w:rsidTr="00443376">
        <w:trPr>
          <w:trHeight w:val="454"/>
          <w:jc w:val="center"/>
        </w:trPr>
        <w:tc>
          <w:tcPr>
            <w:tcW w:w="9889" w:type="dxa"/>
            <w:vAlign w:val="center"/>
          </w:tcPr>
          <w:p w:rsidR="00DD2AC3" w:rsidRPr="00E753BD" w:rsidRDefault="00DD2AC3" w:rsidP="00443376">
            <w:pPr>
              <w:spacing w:before="120" w:after="120"/>
              <w:ind w:firstLine="539"/>
              <w:jc w:val="both"/>
            </w:pPr>
            <w:r w:rsidRPr="00E753BD">
              <w:t xml:space="preserve">Az intézményen kívül kötelezően teljesítendő szakmai gyakorlat az oklevél megszerzésének feltétele. A szakmai gyakorlat időtartama legalább </w:t>
            </w:r>
            <w:r>
              <w:t>2x5</w:t>
            </w:r>
            <w:r w:rsidRPr="00E753BD">
              <w:t xml:space="preserve"> hét</w:t>
            </w:r>
            <w:r>
              <w:t xml:space="preserve"> (480 óra)</w:t>
            </w:r>
            <w:r w:rsidRPr="00E753BD">
              <w:t>. A szakmai gyakorlat a</w:t>
            </w:r>
            <w:r>
              <w:t>z</w:t>
            </w:r>
            <w:r w:rsidRPr="00E753BD">
              <w:t xml:space="preserve"> </w:t>
            </w:r>
            <w:r>
              <w:t>5. félévet követően</w:t>
            </w:r>
            <w:r w:rsidRPr="00E753BD">
              <w:t xml:space="preserve"> a </w:t>
            </w:r>
            <w:r>
              <w:t>szakirányhoz</w:t>
            </w:r>
            <w:r w:rsidRPr="00E753BD">
              <w:t xml:space="preserve"> kapcsolódik.</w:t>
            </w:r>
          </w:p>
          <w:p w:rsidR="00DD2AC3" w:rsidRPr="00E753BD" w:rsidRDefault="00DD2AC3" w:rsidP="00443376">
            <w:pPr>
              <w:ind w:left="539"/>
            </w:pPr>
            <w:r w:rsidRPr="00E753BD">
              <w:t xml:space="preserve">A gyakorlat szervezéséért és a szakmai felügyeletért a  </w:t>
            </w:r>
            <w:r>
              <w:t xml:space="preserve">Kertészeti </w:t>
            </w:r>
            <w:r w:rsidRPr="00E753BD">
              <w:t>Tanszék a felelős.</w:t>
            </w:r>
          </w:p>
          <w:p w:rsidR="00DD2AC3" w:rsidRDefault="00DD2AC3" w:rsidP="00443376">
            <w:r w:rsidRPr="00E753BD">
              <w:t xml:space="preserve">A gyakorlatot legkorábban </w:t>
            </w:r>
            <w:r>
              <w:t>5</w:t>
            </w:r>
            <w:r w:rsidRPr="00E753BD">
              <w:t xml:space="preserve"> lezárt félév után lehet teljesíteni. </w:t>
            </w:r>
            <w:r>
              <w:t>A hallgató a szakmai gyakorlatot akkor kezdheti meg , ha a szakirányos szakmai tárgyát 2 félévben jeggyel és a harmadik félévben aláírással zárta.</w:t>
            </w:r>
          </w:p>
          <w:p w:rsidR="00DD2AC3" w:rsidRDefault="00DD2AC3" w:rsidP="00443376">
            <w:r>
              <w:t>A szakmai gyakorlatot a 6. félévben töltik a hallgatók, mely  idő alatt csak CV kurzusokat vehetnek fel.</w:t>
            </w:r>
          </w:p>
          <w:p w:rsidR="00DD2AC3" w:rsidRPr="00E753BD" w:rsidRDefault="00DD2AC3" w:rsidP="00443376">
            <w:pPr>
              <w:spacing w:before="120" w:after="120"/>
              <w:ind w:firstLine="539"/>
              <w:jc w:val="both"/>
            </w:pPr>
            <w:r w:rsidRPr="00E753BD">
              <w:t xml:space="preserve">A gyakorlatról szakmai beszámolót kell készíteni, amire </w:t>
            </w:r>
            <w:r>
              <w:t>5</w:t>
            </w:r>
            <w:r w:rsidRPr="00E753BD">
              <w:t xml:space="preserve"> fokozatú értékeléssel </w:t>
            </w:r>
            <w:r>
              <w:t>30</w:t>
            </w:r>
            <w:r w:rsidRPr="00E753BD">
              <w:t xml:space="preserve"> kredit adható.</w:t>
            </w:r>
          </w:p>
        </w:tc>
      </w:tr>
      <w:tr w:rsidR="00DD2AC3" w:rsidRPr="00E753BD" w:rsidTr="00443376">
        <w:trPr>
          <w:jc w:val="center"/>
        </w:trPr>
        <w:tc>
          <w:tcPr>
            <w:tcW w:w="9889" w:type="dxa"/>
            <w:shd w:val="clear" w:color="auto" w:fill="D9D9D9"/>
          </w:tcPr>
          <w:p w:rsidR="00DD2AC3" w:rsidRPr="00E753BD" w:rsidRDefault="00DD2AC3" w:rsidP="00443376">
            <w:pPr>
              <w:pStyle w:val="Heading2"/>
              <w:ind w:left="18"/>
            </w:pPr>
            <w:r w:rsidRPr="00E753BD">
              <w:t>Practical Training</w:t>
            </w:r>
          </w:p>
        </w:tc>
      </w:tr>
      <w:tr w:rsidR="00DD2AC3" w:rsidRPr="00E753BD" w:rsidTr="00443376">
        <w:trPr>
          <w:trHeight w:val="454"/>
          <w:jc w:val="center"/>
        </w:trPr>
        <w:tc>
          <w:tcPr>
            <w:tcW w:w="9889" w:type="dxa"/>
            <w:shd w:val="clear" w:color="auto" w:fill="D9D9D9"/>
            <w:vAlign w:val="center"/>
          </w:tcPr>
          <w:p w:rsidR="00DD2AC3" w:rsidRPr="00E753BD" w:rsidRDefault="00DD2AC3" w:rsidP="00443376">
            <w:pPr>
              <w:ind w:firstLine="539"/>
              <w:rPr>
                <w:lang w:val="en-GB"/>
              </w:rPr>
            </w:pPr>
            <w:r w:rsidRPr="00E753BD">
              <w:rPr>
                <w:lang w:val="en-GB"/>
              </w:rPr>
              <w:t xml:space="preserve">During the studies all the participants have to take part in some industrial practice outside the university campus. It is prerequisite of the diploma. Length of this practical work or study is </w:t>
            </w:r>
            <w:r>
              <w:rPr>
                <w:lang w:val="en-GB"/>
              </w:rPr>
              <w:t>2x5</w:t>
            </w:r>
            <w:r w:rsidRPr="00E753BD">
              <w:rPr>
                <w:lang w:val="en-GB"/>
              </w:rPr>
              <w:t xml:space="preserve"> weeks. It is closing to protection of </w:t>
            </w:r>
            <w:r>
              <w:rPr>
                <w:lang w:val="en-GB"/>
              </w:rPr>
              <w:t>specialization</w:t>
            </w:r>
            <w:r w:rsidRPr="00E753BD">
              <w:rPr>
                <w:lang w:val="en-GB"/>
              </w:rPr>
              <w:t xml:space="preserve"> and is planed after the second term. </w:t>
            </w:r>
          </w:p>
          <w:p w:rsidR="00DD2AC3" w:rsidRPr="00E753BD" w:rsidRDefault="00DD2AC3" w:rsidP="00443376">
            <w:pPr>
              <w:ind w:left="539"/>
              <w:rPr>
                <w:lang w:val="en-GB"/>
              </w:rPr>
            </w:pPr>
            <w:r w:rsidRPr="00E753BD">
              <w:rPr>
                <w:lang w:val="en-GB"/>
              </w:rPr>
              <w:t>Organisation and professional supervision of the practice is responsibility of the Departmen</w:t>
            </w:r>
            <w:r>
              <w:rPr>
                <w:lang w:val="en-GB"/>
              </w:rPr>
              <w:t>t</w:t>
            </w:r>
            <w:r w:rsidRPr="00E753BD">
              <w:rPr>
                <w:lang w:val="en-GB"/>
              </w:rPr>
              <w:t xml:space="preserve"> of </w:t>
            </w:r>
            <w:r>
              <w:rPr>
                <w:lang w:val="en-GB"/>
              </w:rPr>
              <w:t>Horticulture</w:t>
            </w:r>
            <w:r w:rsidRPr="00E753BD">
              <w:rPr>
                <w:lang w:val="en-GB"/>
              </w:rPr>
              <w:t xml:space="preserve">. </w:t>
            </w:r>
          </w:p>
          <w:p w:rsidR="00DD2AC3" w:rsidRPr="00E753BD" w:rsidRDefault="00DD2AC3" w:rsidP="00443376">
            <w:pPr>
              <w:spacing w:before="120" w:after="120"/>
              <w:ind w:firstLine="539"/>
              <w:jc w:val="both"/>
            </w:pPr>
            <w:r w:rsidRPr="00E753BD">
              <w:rPr>
                <w:lang w:val="en-GB"/>
              </w:rPr>
              <w:t xml:space="preserve">The earliest time of completing the training is after the </w:t>
            </w:r>
            <w:r>
              <w:rPr>
                <w:lang w:val="en-GB"/>
              </w:rPr>
              <w:t>5</w:t>
            </w:r>
            <w:r w:rsidRPr="00E753BD">
              <w:rPr>
                <w:lang w:val="en-GB"/>
              </w:rPr>
              <w:t xml:space="preserve">th completed semester. A report of the training must be submitted. The report is evaluated on a </w:t>
            </w:r>
            <w:r>
              <w:rPr>
                <w:lang w:val="en-GB"/>
              </w:rPr>
              <w:t>five</w:t>
            </w:r>
            <w:r w:rsidRPr="00E753BD">
              <w:rPr>
                <w:lang w:val="en-GB"/>
              </w:rPr>
              <w:t>-level scale (</w:t>
            </w:r>
            <w:r>
              <w:rPr>
                <w:lang w:val="en-GB"/>
              </w:rPr>
              <w:t>30</w:t>
            </w:r>
            <w:r w:rsidRPr="00E753BD">
              <w:rPr>
                <w:lang w:val="en-GB"/>
              </w:rPr>
              <w:t xml:space="preserve"> credits)</w:t>
            </w:r>
          </w:p>
        </w:tc>
      </w:tr>
    </w:tbl>
    <w:p w:rsidR="00DD2AC3" w:rsidRPr="00E753BD" w:rsidRDefault="00DD2AC3" w:rsidP="00BB3B15">
      <w:pP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2"/>
              <w:ind w:left="8"/>
            </w:pPr>
            <w:r w:rsidRPr="00E753BD">
              <w:t>11.4. A szakdolgozat/diplomadolgozat követelményei:</w:t>
            </w:r>
          </w:p>
        </w:tc>
      </w:tr>
      <w:tr w:rsidR="00DD2AC3" w:rsidRPr="00E753BD" w:rsidTr="00443376">
        <w:trPr>
          <w:trHeight w:val="454"/>
          <w:jc w:val="center"/>
        </w:trPr>
        <w:tc>
          <w:tcPr>
            <w:tcW w:w="9889" w:type="dxa"/>
          </w:tcPr>
          <w:p w:rsidR="00DD2AC3" w:rsidRPr="00E753BD" w:rsidRDefault="00DD2AC3" w:rsidP="00443376">
            <w:pPr>
              <w:spacing w:before="80" w:after="80"/>
              <w:ind w:left="113" w:right="113" w:firstLine="227"/>
              <w:jc w:val="both"/>
            </w:pPr>
            <w:r w:rsidRPr="00E753BD">
              <w:t xml:space="preserve">A szakdolgozat kiírásának és készítésének szabályait a „A szakdolgozat követelményei és időrendje az alapszakon” szabályzat tartalmazza. A szakdolgozat elkészítése összesen 15 kreditet ér, a védés értékelésével zárul. </w:t>
            </w:r>
          </w:p>
          <w:p w:rsidR="00DD2AC3" w:rsidRPr="00E753BD" w:rsidRDefault="00DD2AC3" w:rsidP="00443376">
            <w:pPr>
              <w:spacing w:before="120" w:after="120"/>
              <w:ind w:firstLine="540"/>
              <w:jc w:val="both"/>
              <w:rPr>
                <w:lang w:val="pt-BR"/>
              </w:rPr>
            </w:pPr>
          </w:p>
        </w:tc>
      </w:tr>
      <w:tr w:rsidR="00DD2AC3" w:rsidRPr="00E753BD" w:rsidTr="00443376">
        <w:trPr>
          <w:jc w:val="center"/>
        </w:trPr>
        <w:tc>
          <w:tcPr>
            <w:tcW w:w="9889" w:type="dxa"/>
            <w:shd w:val="clear" w:color="auto" w:fill="D9D9D9"/>
          </w:tcPr>
          <w:p w:rsidR="00DD2AC3" w:rsidRPr="00E753BD" w:rsidRDefault="00DD2AC3" w:rsidP="00443376">
            <w:pPr>
              <w:pStyle w:val="Heading2"/>
              <w:ind w:left="8"/>
            </w:pPr>
            <w:r w:rsidRPr="00E753BD">
              <w:t>Requirements of the thesis:</w:t>
            </w:r>
          </w:p>
        </w:tc>
      </w:tr>
      <w:tr w:rsidR="00DD2AC3" w:rsidRPr="00E753BD" w:rsidTr="00443376">
        <w:trPr>
          <w:trHeight w:val="454"/>
          <w:jc w:val="center"/>
        </w:trPr>
        <w:tc>
          <w:tcPr>
            <w:tcW w:w="9889" w:type="dxa"/>
            <w:shd w:val="clear" w:color="auto" w:fill="D9D9D9"/>
          </w:tcPr>
          <w:p w:rsidR="00DD2AC3" w:rsidRPr="00E753BD" w:rsidRDefault="00DD2AC3" w:rsidP="00443376">
            <w:pPr>
              <w:spacing w:before="80" w:after="80"/>
              <w:ind w:left="113" w:right="113" w:firstLine="227"/>
              <w:jc w:val="both"/>
            </w:pPr>
            <w:r w:rsidRPr="00E753BD">
              <w:t>The rules for the announcement and elaboration of the thesis work are given in separate regulation. The thesis work is closed with the assessment and its credit value is 15 credits.</w:t>
            </w:r>
          </w:p>
          <w:p w:rsidR="00DD2AC3" w:rsidRPr="00E753BD" w:rsidRDefault="00DD2AC3" w:rsidP="00443376">
            <w:pPr>
              <w:pStyle w:val="BodyText"/>
              <w:jc w:val="both"/>
              <w:rPr>
                <w:b w:val="0"/>
                <w:lang w:val="en-US"/>
              </w:rPr>
            </w:pPr>
            <w:r w:rsidRPr="00E753BD">
              <w:rPr>
                <w:b w:val="0"/>
                <w:szCs w:val="24"/>
              </w:rPr>
              <w:t>In case the thesis is not completed and submitted within three years, another topics has to be selected.</w:t>
            </w:r>
          </w:p>
        </w:tc>
      </w:tr>
    </w:tbl>
    <w:p w:rsidR="00DD2AC3" w:rsidRPr="00E753BD" w:rsidRDefault="00DD2AC3" w:rsidP="00BB3B15">
      <w:pP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2"/>
              <w:ind w:left="18"/>
              <w:jc w:val="both"/>
            </w:pPr>
            <w:r w:rsidRPr="00E753BD">
              <w:t>11.5. A végbizonyítvány (abszolutórium) kiadásának feltétele:</w:t>
            </w:r>
          </w:p>
        </w:tc>
      </w:tr>
      <w:tr w:rsidR="00DD2AC3" w:rsidRPr="00E753BD" w:rsidTr="00443376">
        <w:trPr>
          <w:trHeight w:val="454"/>
          <w:jc w:val="center"/>
        </w:trPr>
        <w:tc>
          <w:tcPr>
            <w:tcW w:w="9889" w:type="dxa"/>
            <w:vAlign w:val="center"/>
          </w:tcPr>
          <w:p w:rsidR="00DD2AC3" w:rsidRPr="00E753BD" w:rsidRDefault="00DD2AC3" w:rsidP="00443376">
            <w:pPr>
              <w:spacing w:before="120"/>
              <w:ind w:firstLine="425"/>
              <w:rPr>
                <w:position w:val="-4"/>
              </w:rPr>
            </w:pPr>
            <w:r w:rsidRPr="00E753BD">
              <w:rPr>
                <w:position w:val="-4"/>
              </w:rPr>
              <w:t>A végbizonyítvány (abszolutórium) kiadásának feltétele:</w:t>
            </w:r>
          </w:p>
          <w:p w:rsidR="00DD2AC3" w:rsidRPr="00E753BD" w:rsidRDefault="00DD2AC3" w:rsidP="00443376">
            <w:pPr>
              <w:numPr>
                <w:ilvl w:val="0"/>
                <w:numId w:val="23"/>
              </w:numPr>
              <w:jc w:val="both"/>
              <w:rPr>
                <w:noProof/>
              </w:rPr>
            </w:pPr>
            <w:r>
              <w:rPr>
                <w:noProof/>
              </w:rPr>
              <w:t>leg</w:t>
            </w:r>
            <w:r w:rsidRPr="00E753BD">
              <w:rPr>
                <w:noProof/>
              </w:rPr>
              <w:t xml:space="preserve">alább </w:t>
            </w:r>
            <w:r>
              <w:rPr>
                <w:noProof/>
              </w:rPr>
              <w:t>195</w:t>
            </w:r>
            <w:r w:rsidRPr="00E753BD">
              <w:rPr>
                <w:noProof/>
              </w:rPr>
              <w:t xml:space="preserve"> kreditpont megszerzése</w:t>
            </w:r>
            <w:r>
              <w:rPr>
                <w:noProof/>
              </w:rPr>
              <w:t xml:space="preserve"> a szakdolgozat kreditjei nélkül</w:t>
            </w:r>
            <w:r w:rsidRPr="00E753BD">
              <w:rPr>
                <w:noProof/>
              </w:rPr>
              <w:t>,</w:t>
            </w:r>
          </w:p>
          <w:p w:rsidR="00DD2AC3" w:rsidRPr="00E753BD" w:rsidRDefault="00DD2AC3" w:rsidP="00443376">
            <w:pPr>
              <w:numPr>
                <w:ilvl w:val="0"/>
                <w:numId w:val="23"/>
              </w:numPr>
              <w:jc w:val="both"/>
              <w:rPr>
                <w:noProof/>
              </w:rPr>
            </w:pPr>
            <w:r w:rsidRPr="00E753BD">
              <w:rPr>
                <w:noProof/>
              </w:rPr>
              <w:t>a tantervben előírt kötelező tárgyak teljesítése,</w:t>
            </w:r>
          </w:p>
          <w:p w:rsidR="00DD2AC3" w:rsidRDefault="00DD2AC3" w:rsidP="00443376">
            <w:pPr>
              <w:numPr>
                <w:ilvl w:val="0"/>
                <w:numId w:val="23"/>
              </w:numPr>
              <w:tabs>
                <w:tab w:val="left" w:pos="720"/>
              </w:tabs>
              <w:suppressAutoHyphens/>
              <w:jc w:val="both"/>
            </w:pPr>
            <w:r w:rsidRPr="00E753BD">
              <w:t xml:space="preserve">legalább </w:t>
            </w:r>
            <w:r>
              <w:t>2x5</w:t>
            </w:r>
            <w:r w:rsidRPr="00E753BD">
              <w:t xml:space="preserve"> hét intézményen kívüli szakmai gyakorlat teljesítése,</w:t>
            </w:r>
          </w:p>
          <w:p w:rsidR="00DD2AC3" w:rsidRPr="00E753BD" w:rsidRDefault="00DD2AC3" w:rsidP="00443376">
            <w:pPr>
              <w:numPr>
                <w:ilvl w:val="0"/>
                <w:numId w:val="23"/>
              </w:numPr>
              <w:tabs>
                <w:tab w:val="left" w:pos="720"/>
              </w:tabs>
              <w:suppressAutoHyphens/>
              <w:jc w:val="both"/>
            </w:pPr>
            <w:r>
              <w:t>három hét kredit nélküli szakmai gyakorlat teljesítése</w:t>
            </w:r>
          </w:p>
          <w:p w:rsidR="00DD2AC3" w:rsidRPr="00E753BD" w:rsidRDefault="00DD2AC3" w:rsidP="00443376">
            <w:pPr>
              <w:numPr>
                <w:ilvl w:val="0"/>
                <w:numId w:val="23"/>
              </w:numPr>
              <w:jc w:val="both"/>
              <w:rPr>
                <w:noProof/>
              </w:rPr>
            </w:pPr>
            <w:r>
              <w:rPr>
                <w:noProof/>
              </w:rPr>
              <w:t>2</w:t>
            </w:r>
            <w:r w:rsidRPr="00E753BD">
              <w:rPr>
                <w:noProof/>
              </w:rPr>
              <w:t xml:space="preserve"> félév testnevelés teljesítése,</w:t>
            </w:r>
          </w:p>
          <w:p w:rsidR="00DD2AC3" w:rsidRPr="00E753BD" w:rsidRDefault="00DD2AC3" w:rsidP="00443376">
            <w:pPr>
              <w:jc w:val="both"/>
            </w:pPr>
          </w:p>
        </w:tc>
      </w:tr>
      <w:tr w:rsidR="00DD2AC3" w:rsidRPr="00E753BD" w:rsidTr="00443376">
        <w:trPr>
          <w:jc w:val="center"/>
        </w:trPr>
        <w:tc>
          <w:tcPr>
            <w:tcW w:w="9889" w:type="dxa"/>
            <w:shd w:val="clear" w:color="auto" w:fill="D9D9D9"/>
          </w:tcPr>
          <w:p w:rsidR="00DD2AC3" w:rsidRPr="00E753BD" w:rsidRDefault="00DD2AC3" w:rsidP="00443376">
            <w:pPr>
              <w:pStyle w:val="Heading2"/>
              <w:ind w:left="18"/>
              <w:jc w:val="both"/>
            </w:pPr>
            <w:r w:rsidRPr="00E753BD">
              <w:rPr>
                <w:lang w:val="en-US"/>
              </w:rPr>
              <w:t xml:space="preserve">Requirements for the pre-degree certificate </w:t>
            </w:r>
          </w:p>
        </w:tc>
      </w:tr>
      <w:tr w:rsidR="00DD2AC3" w:rsidRPr="00E753BD" w:rsidTr="00443376">
        <w:trPr>
          <w:trHeight w:val="454"/>
          <w:jc w:val="center"/>
        </w:trPr>
        <w:tc>
          <w:tcPr>
            <w:tcW w:w="9889" w:type="dxa"/>
            <w:shd w:val="clear" w:color="auto" w:fill="D9D9D9"/>
            <w:vAlign w:val="center"/>
          </w:tcPr>
          <w:p w:rsidR="00DD2AC3" w:rsidRPr="00E753BD" w:rsidRDefault="00DD2AC3" w:rsidP="00443376">
            <w:pPr>
              <w:spacing w:before="120"/>
              <w:ind w:firstLine="425"/>
              <w:rPr>
                <w:position w:val="-4"/>
              </w:rPr>
            </w:pPr>
            <w:r w:rsidRPr="00E753BD">
              <w:rPr>
                <w:position w:val="-4"/>
              </w:rPr>
              <w:t>Requirements for the pre-degree certificate:</w:t>
            </w:r>
          </w:p>
          <w:p w:rsidR="00DD2AC3" w:rsidRPr="00E753BD" w:rsidRDefault="00DD2AC3" w:rsidP="00443376">
            <w:pPr>
              <w:pStyle w:val="BodyText"/>
              <w:widowControl w:val="0"/>
              <w:numPr>
                <w:ilvl w:val="0"/>
                <w:numId w:val="15"/>
              </w:numPr>
              <w:pBdr>
                <w:bottom w:val="none" w:sz="0" w:space="0" w:color="auto"/>
              </w:pBdr>
              <w:autoSpaceDE w:val="0"/>
              <w:autoSpaceDN w:val="0"/>
              <w:jc w:val="both"/>
              <w:rPr>
                <w:b w:val="0"/>
              </w:rPr>
            </w:pPr>
            <w:r w:rsidRPr="00E753BD">
              <w:rPr>
                <w:b w:val="0"/>
              </w:rPr>
              <w:t xml:space="preserve">completing at least </w:t>
            </w:r>
            <w:r>
              <w:rPr>
                <w:b w:val="0"/>
              </w:rPr>
              <w:t>195</w:t>
            </w:r>
            <w:r w:rsidRPr="00E753BD">
              <w:rPr>
                <w:b w:val="0"/>
              </w:rPr>
              <w:t xml:space="preserve"> credits</w:t>
            </w:r>
            <w:r>
              <w:rPr>
                <w:b w:val="0"/>
              </w:rPr>
              <w:t xml:space="preserve"> (except the credits of the thesis work)</w:t>
            </w:r>
            <w:r w:rsidRPr="00E753BD">
              <w:rPr>
                <w:b w:val="0"/>
              </w:rPr>
              <w:t>;</w:t>
            </w:r>
          </w:p>
          <w:p w:rsidR="00DD2AC3" w:rsidRPr="00E753BD" w:rsidRDefault="00DD2AC3" w:rsidP="00443376">
            <w:pPr>
              <w:pStyle w:val="BodyText"/>
              <w:widowControl w:val="0"/>
              <w:numPr>
                <w:ilvl w:val="0"/>
                <w:numId w:val="15"/>
              </w:numPr>
              <w:pBdr>
                <w:bottom w:val="none" w:sz="0" w:space="0" w:color="auto"/>
              </w:pBdr>
              <w:autoSpaceDE w:val="0"/>
              <w:autoSpaceDN w:val="0"/>
              <w:jc w:val="both"/>
              <w:rPr>
                <w:b w:val="0"/>
              </w:rPr>
            </w:pPr>
            <w:r w:rsidRPr="00E753BD">
              <w:rPr>
                <w:b w:val="0"/>
              </w:rPr>
              <w:t>completing all compulsory courses;</w:t>
            </w:r>
          </w:p>
          <w:p w:rsidR="00DD2AC3" w:rsidRPr="00E753BD" w:rsidRDefault="00DD2AC3" w:rsidP="00443376">
            <w:pPr>
              <w:pStyle w:val="BodyText"/>
              <w:widowControl w:val="0"/>
              <w:numPr>
                <w:ilvl w:val="0"/>
                <w:numId w:val="15"/>
              </w:numPr>
              <w:pBdr>
                <w:bottom w:val="none" w:sz="0" w:space="0" w:color="auto"/>
              </w:pBdr>
              <w:autoSpaceDE w:val="0"/>
              <w:autoSpaceDN w:val="0"/>
              <w:jc w:val="both"/>
              <w:rPr>
                <w:b w:val="0"/>
              </w:rPr>
            </w:pPr>
            <w:r w:rsidRPr="00E753BD">
              <w:rPr>
                <w:b w:val="0"/>
              </w:rPr>
              <w:t xml:space="preserve">completing a practical training outside the University of length at least </w:t>
            </w:r>
            <w:r>
              <w:rPr>
                <w:b w:val="0"/>
              </w:rPr>
              <w:t>2x5</w:t>
            </w:r>
            <w:r w:rsidRPr="00E753BD">
              <w:rPr>
                <w:b w:val="0"/>
              </w:rPr>
              <w:t xml:space="preserve"> weeks;</w:t>
            </w:r>
            <w:r>
              <w:rPr>
                <w:b w:val="0"/>
              </w:rPr>
              <w:t xml:space="preserve"> and 3 weeks practical training without credits</w:t>
            </w:r>
          </w:p>
          <w:p w:rsidR="00DD2AC3" w:rsidRPr="001B1F17" w:rsidRDefault="00DD2AC3" w:rsidP="00443376">
            <w:pPr>
              <w:pStyle w:val="BodyText"/>
              <w:widowControl w:val="0"/>
              <w:numPr>
                <w:ilvl w:val="0"/>
                <w:numId w:val="15"/>
              </w:numPr>
              <w:pBdr>
                <w:bottom w:val="none" w:sz="0" w:space="0" w:color="auto"/>
              </w:pBdr>
              <w:autoSpaceDE w:val="0"/>
              <w:autoSpaceDN w:val="0"/>
              <w:jc w:val="both"/>
              <w:rPr>
                <w:b w:val="0"/>
              </w:rPr>
            </w:pPr>
            <w:r>
              <w:rPr>
                <w:b w:val="0"/>
              </w:rPr>
              <w:t>completing 2</w:t>
            </w:r>
            <w:r w:rsidRPr="00E753BD">
              <w:rPr>
                <w:b w:val="0"/>
              </w:rPr>
              <w:t xml:space="preserve"> semesters of Physical Education;</w:t>
            </w:r>
          </w:p>
          <w:p w:rsidR="00DD2AC3" w:rsidRPr="00E753BD" w:rsidRDefault="00DD2AC3" w:rsidP="00443376">
            <w:pPr>
              <w:ind w:left="567"/>
              <w:jc w:val="both"/>
              <w:rPr>
                <w:lang w:val="en-US"/>
              </w:rPr>
            </w:pPr>
          </w:p>
        </w:tc>
      </w:tr>
    </w:tbl>
    <w:p w:rsidR="00DD2AC3" w:rsidRDefault="00DD2AC3" w:rsidP="00BB3B15">
      <w:pPr>
        <w:rPr>
          <w:sz w:val="28"/>
          <w:szCs w:val="28"/>
        </w:rPr>
      </w:pPr>
    </w:p>
    <w:p w:rsidR="00DD2AC3" w:rsidRDefault="00DD2AC3" w:rsidP="00BB3B15">
      <w:pPr>
        <w:rPr>
          <w:sz w:val="28"/>
          <w:szCs w:val="28"/>
        </w:rPr>
      </w:pPr>
    </w:p>
    <w:p w:rsidR="00DD2AC3" w:rsidRDefault="00DD2AC3" w:rsidP="00BB3B15">
      <w:pPr>
        <w:rPr>
          <w:sz w:val="28"/>
          <w:szCs w:val="28"/>
        </w:rPr>
      </w:pPr>
    </w:p>
    <w:p w:rsidR="00DD2AC3" w:rsidRDefault="00DD2AC3" w:rsidP="00BB3B15">
      <w:pPr>
        <w:rPr>
          <w:sz w:val="28"/>
          <w:szCs w:val="28"/>
        </w:rPr>
      </w:pPr>
    </w:p>
    <w:p w:rsidR="00DD2AC3" w:rsidRPr="00E753BD" w:rsidRDefault="00DD2AC3" w:rsidP="00BB3B15">
      <w:pP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2"/>
              <w:ind w:left="18"/>
              <w:jc w:val="both"/>
            </w:pPr>
            <w:r w:rsidRPr="00E753BD">
              <w:t>11.6. A záróvizsgára bocsátás feltétele:</w:t>
            </w:r>
          </w:p>
        </w:tc>
      </w:tr>
      <w:tr w:rsidR="00DD2AC3" w:rsidRPr="00E753BD" w:rsidTr="00443376">
        <w:trPr>
          <w:jc w:val="center"/>
        </w:trPr>
        <w:tc>
          <w:tcPr>
            <w:tcW w:w="9889" w:type="dxa"/>
          </w:tcPr>
          <w:p w:rsidR="00DD2AC3" w:rsidRPr="00E753BD" w:rsidRDefault="00DD2AC3" w:rsidP="00443376">
            <w:pPr>
              <w:rPr>
                <w:lang w:val="en-US"/>
              </w:rPr>
            </w:pPr>
            <w:r w:rsidRPr="00E753BD">
              <w:rPr>
                <w:position w:val="-4"/>
              </w:rPr>
              <w:t>A záróvizsgára bocsáthatóság feltétele a végbizonyítvány megléte és a szakdolgozat megadott határidőre való beadása és elfogadása.</w:t>
            </w:r>
          </w:p>
        </w:tc>
      </w:tr>
      <w:tr w:rsidR="00DD2AC3" w:rsidRPr="00E753BD" w:rsidTr="00443376">
        <w:trPr>
          <w:jc w:val="center"/>
        </w:trPr>
        <w:tc>
          <w:tcPr>
            <w:tcW w:w="9889" w:type="dxa"/>
            <w:shd w:val="clear" w:color="auto" w:fill="D9D9D9"/>
          </w:tcPr>
          <w:p w:rsidR="00DD2AC3" w:rsidRPr="00E753BD" w:rsidRDefault="00DD2AC3" w:rsidP="00443376">
            <w:pPr>
              <w:pStyle w:val="Heading2"/>
              <w:ind w:left="18"/>
              <w:jc w:val="both"/>
            </w:pPr>
            <w:r w:rsidRPr="00E753BD">
              <w:rPr>
                <w:lang w:val="en-US"/>
              </w:rPr>
              <w:t>Requirements for the taking the final examination:</w:t>
            </w:r>
          </w:p>
        </w:tc>
      </w:tr>
      <w:tr w:rsidR="00DD2AC3" w:rsidRPr="00E753BD" w:rsidTr="00443376">
        <w:trPr>
          <w:jc w:val="center"/>
        </w:trPr>
        <w:tc>
          <w:tcPr>
            <w:tcW w:w="9889" w:type="dxa"/>
            <w:shd w:val="clear" w:color="auto" w:fill="D9D9D9"/>
          </w:tcPr>
          <w:p w:rsidR="00DD2AC3" w:rsidRPr="00E753BD" w:rsidRDefault="00DD2AC3" w:rsidP="00443376">
            <w:pPr>
              <w:spacing w:before="80" w:after="80"/>
              <w:ind w:left="113" w:right="113" w:firstLine="227"/>
              <w:jc w:val="both"/>
            </w:pPr>
            <w:r w:rsidRPr="00E753BD">
              <w:t>Requirements for taking the final examination:</w:t>
            </w:r>
          </w:p>
          <w:p w:rsidR="00DD2AC3" w:rsidRPr="00E753BD" w:rsidRDefault="00DD2AC3" w:rsidP="00443376">
            <w:pPr>
              <w:numPr>
                <w:ilvl w:val="0"/>
                <w:numId w:val="15"/>
              </w:numPr>
              <w:overflowPunct w:val="0"/>
              <w:autoSpaceDE w:val="0"/>
              <w:autoSpaceDN w:val="0"/>
              <w:adjustRightInd w:val="0"/>
              <w:jc w:val="both"/>
              <w:textAlignment w:val="baseline"/>
              <w:rPr>
                <w:lang w:val="en-GB"/>
              </w:rPr>
            </w:pPr>
            <w:r w:rsidRPr="00E753BD">
              <w:rPr>
                <w:lang w:val="en-GB"/>
              </w:rPr>
              <w:t>pre-degree certificate,</w:t>
            </w:r>
          </w:p>
          <w:p w:rsidR="00DD2AC3" w:rsidRPr="00E753BD" w:rsidRDefault="00DD2AC3" w:rsidP="00443376">
            <w:pPr>
              <w:numPr>
                <w:ilvl w:val="0"/>
                <w:numId w:val="15"/>
              </w:numPr>
              <w:rPr>
                <w:lang w:val="en-US"/>
              </w:rPr>
            </w:pPr>
            <w:r w:rsidRPr="00E753BD">
              <w:rPr>
                <w:lang w:val="en-GB"/>
              </w:rPr>
              <w:t>completed and accepted design project onto a granted deadline.</w:t>
            </w:r>
          </w:p>
        </w:tc>
      </w:tr>
    </w:tbl>
    <w:p w:rsidR="00DD2AC3" w:rsidRPr="00E753BD" w:rsidRDefault="00DD2AC3" w:rsidP="00BB3B15"/>
    <w:p w:rsidR="00DD2AC3" w:rsidRPr="00E753BD" w:rsidRDefault="00DD2AC3" w:rsidP="00BB3B15">
      <w:pP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2"/>
              <w:ind w:left="8"/>
              <w:jc w:val="both"/>
            </w:pPr>
            <w:r w:rsidRPr="00E753BD">
              <w:t>11.7. A záróvizsga követelményei, az oklevél minősítése</w:t>
            </w:r>
          </w:p>
        </w:tc>
      </w:tr>
      <w:tr w:rsidR="00DD2AC3" w:rsidRPr="00E753BD" w:rsidTr="00443376">
        <w:trPr>
          <w:trHeight w:val="454"/>
          <w:jc w:val="center"/>
        </w:trPr>
        <w:tc>
          <w:tcPr>
            <w:tcW w:w="9889" w:type="dxa"/>
            <w:vAlign w:val="center"/>
          </w:tcPr>
          <w:p w:rsidR="00DD2AC3" w:rsidRPr="00E753BD" w:rsidRDefault="00DD2AC3" w:rsidP="00443376">
            <w:pPr>
              <w:spacing w:before="120" w:after="120"/>
              <w:ind w:left="302"/>
              <w:jc w:val="both"/>
              <w:rPr>
                <w:position w:val="-4"/>
              </w:rPr>
            </w:pPr>
            <w:r w:rsidRPr="00E753BD">
              <w:rPr>
                <w:position w:val="-4"/>
              </w:rPr>
              <w:t xml:space="preserve">A záróvizsga követelménye: </w:t>
            </w:r>
          </w:p>
          <w:p w:rsidR="00DD2AC3" w:rsidRPr="00E753BD" w:rsidRDefault="00DD2AC3" w:rsidP="00443376">
            <w:pPr>
              <w:ind w:left="662"/>
            </w:pPr>
            <w:r w:rsidRPr="00E753BD">
              <w:t xml:space="preserve">A </w:t>
            </w:r>
            <w:r>
              <w:t>szakd</w:t>
            </w:r>
            <w:r w:rsidRPr="00E753BD">
              <w:t>olgozat megvédése,</w:t>
            </w:r>
          </w:p>
          <w:p w:rsidR="00DD2AC3" w:rsidRPr="00E753BD" w:rsidRDefault="00DD2AC3" w:rsidP="00443376">
            <w:pPr>
              <w:ind w:left="662"/>
            </w:pPr>
            <w:r w:rsidRPr="00E753BD">
              <w:t>A szak anyagára épülő komplex szakmai vizsga.</w:t>
            </w:r>
          </w:p>
          <w:p w:rsidR="00DD2AC3" w:rsidRPr="00E753BD" w:rsidRDefault="00DD2AC3" w:rsidP="00443376">
            <w:pPr>
              <w:ind w:left="302"/>
            </w:pPr>
          </w:p>
          <w:p w:rsidR="00DD2AC3" w:rsidRPr="00E753BD" w:rsidRDefault="00DD2AC3" w:rsidP="00443376">
            <w:pPr>
              <w:ind w:left="302"/>
            </w:pPr>
            <w:r w:rsidRPr="00E753BD">
              <w:t xml:space="preserve">A záróvizsga eredményének kiszámítása: </w:t>
            </w:r>
          </w:p>
          <w:p w:rsidR="00DD2AC3" w:rsidRPr="00E753BD" w:rsidRDefault="00DD2AC3" w:rsidP="00443376">
            <w:r w:rsidRPr="00E753BD">
              <w:rPr>
                <w:position w:val="-24"/>
              </w:rPr>
              <w:tab/>
            </w:r>
            <w:r w:rsidRPr="00E753BD">
              <w:rPr>
                <w:position w:val="-24"/>
              </w:rPr>
              <w:object w:dxaOrig="1440" w:dyaOrig="620">
                <v:shape id="_x0000_i1026" type="#_x0000_t75" style="width:75.75pt;height:33pt" o:ole="" fillcolor="yellow">
                  <v:imagedata r:id="rId26" o:title=""/>
                </v:shape>
                <o:OLEObject Type="Embed" ProgID="Equation.3" ShapeID="_x0000_i1026" DrawAspect="Content" ObjectID="_1464421292" r:id="rId27"/>
              </w:object>
            </w:r>
          </w:p>
          <w:p w:rsidR="00DD2AC3" w:rsidRPr="00E753BD" w:rsidRDefault="00DD2AC3" w:rsidP="00443376">
            <w:pPr>
              <w:spacing w:after="60"/>
            </w:pPr>
            <w:r w:rsidRPr="00E753BD">
              <w:t>ahol</w:t>
            </w:r>
            <w:r w:rsidRPr="00E753BD">
              <w:tab/>
              <w:t>ZE</w:t>
            </w:r>
            <w:r w:rsidRPr="00E753BD">
              <w:tab/>
              <w:t xml:space="preserve">a záróvizsga összesített eredménye </w:t>
            </w:r>
          </w:p>
          <w:p w:rsidR="00DD2AC3" w:rsidRPr="00E753BD" w:rsidRDefault="00DD2AC3" w:rsidP="00443376">
            <w:pPr>
              <w:spacing w:after="60"/>
            </w:pPr>
            <w:r w:rsidRPr="00E753BD">
              <w:tab/>
              <w:t>ZV</w:t>
            </w:r>
            <w:r w:rsidRPr="00E753BD">
              <w:tab/>
              <w:t>a záróvizsgán teljesített komplex szóbeli vizsga eredménye</w:t>
            </w:r>
          </w:p>
          <w:p w:rsidR="00DD2AC3" w:rsidRPr="00E753BD" w:rsidRDefault="00DD2AC3" w:rsidP="00443376">
            <w:pPr>
              <w:spacing w:after="60"/>
            </w:pPr>
            <w:r w:rsidRPr="00E753BD">
              <w:tab/>
              <w:t>DD</w:t>
            </w:r>
            <w:r w:rsidRPr="00E753BD">
              <w:tab/>
              <w:t>a diplomadolgozatra kapott érdemjegy</w:t>
            </w:r>
          </w:p>
          <w:p w:rsidR="00DD2AC3" w:rsidRPr="00E753BD" w:rsidRDefault="00DD2AC3" w:rsidP="00443376">
            <w:pPr>
              <w:ind w:left="662"/>
            </w:pPr>
          </w:p>
          <w:p w:rsidR="00DD2AC3" w:rsidRPr="00E753BD" w:rsidRDefault="00DD2AC3" w:rsidP="00443376">
            <w:pPr>
              <w:ind w:left="302"/>
            </w:pPr>
            <w:r w:rsidRPr="00E753BD">
              <w:t xml:space="preserve">Az oklevél minősítésének kiszámítása: </w:t>
            </w:r>
          </w:p>
          <w:p w:rsidR="00DD2AC3" w:rsidRPr="00E753BD" w:rsidRDefault="00DD2AC3" w:rsidP="00443376">
            <w:r w:rsidRPr="00E753BD">
              <w:rPr>
                <w:position w:val="-24"/>
              </w:rPr>
              <w:tab/>
            </w:r>
            <w:r w:rsidRPr="00E753BD">
              <w:rPr>
                <w:position w:val="-24"/>
              </w:rPr>
              <w:object w:dxaOrig="2079" w:dyaOrig="660">
                <v:shape id="_x0000_i1027" type="#_x0000_t75" style="width:112.5pt;height:36.75pt" o:ole="" fillcolor="yellow">
                  <v:imagedata r:id="rId28" o:title=""/>
                </v:shape>
                <o:OLEObject Type="Embed" ProgID="Equation.3" ShapeID="_x0000_i1027" DrawAspect="Content" ObjectID="_1464421293" r:id="rId29"/>
              </w:object>
            </w:r>
          </w:p>
          <w:p w:rsidR="00DD2AC3" w:rsidRPr="00E753BD" w:rsidRDefault="00DD2AC3" w:rsidP="00443376">
            <w:pPr>
              <w:spacing w:after="60"/>
            </w:pPr>
            <w:r w:rsidRPr="00E753BD">
              <w:t>ahol</w:t>
            </w:r>
            <w:r w:rsidRPr="00E753BD">
              <w:tab/>
              <w:t>OM</w:t>
            </w:r>
            <w:r w:rsidRPr="00E753BD">
              <w:tab/>
              <w:t xml:space="preserve">az oklevél minősítése </w:t>
            </w:r>
          </w:p>
          <w:p w:rsidR="00DD2AC3" w:rsidRPr="00E753BD" w:rsidRDefault="00DD2AC3" w:rsidP="00443376">
            <w:pPr>
              <w:spacing w:after="60"/>
            </w:pPr>
            <w:r w:rsidRPr="00E753BD">
              <w:tab/>
              <w:t>ZV</w:t>
            </w:r>
            <w:r w:rsidRPr="00E753BD">
              <w:tab/>
              <w:t>a záróvizsgán teljesített komplex szóbeli vizsga eredménye</w:t>
            </w:r>
          </w:p>
          <w:p w:rsidR="00DD2AC3" w:rsidRPr="00E753BD" w:rsidRDefault="00DD2AC3" w:rsidP="00443376">
            <w:pPr>
              <w:spacing w:after="60"/>
            </w:pPr>
            <w:r w:rsidRPr="00E753BD">
              <w:tab/>
              <w:t>TÁ</w:t>
            </w:r>
            <w:r w:rsidRPr="00E753BD">
              <w:tab/>
              <w:t>az összesített tanulmányi átlag (kreditpontokkal súlyozva)</w:t>
            </w:r>
          </w:p>
          <w:p w:rsidR="00DD2AC3" w:rsidRPr="00E753BD" w:rsidRDefault="00DD2AC3" w:rsidP="00443376">
            <w:pPr>
              <w:spacing w:after="60"/>
            </w:pPr>
            <w:r w:rsidRPr="00E753BD">
              <w:tab/>
              <w:t>DD</w:t>
            </w:r>
            <w:r w:rsidRPr="00E753BD">
              <w:tab/>
              <w:t>a diplomadolgozatra kapott érdemjegy</w:t>
            </w:r>
          </w:p>
          <w:p w:rsidR="00DD2AC3" w:rsidRPr="00E753BD" w:rsidRDefault="00DD2AC3" w:rsidP="00443376">
            <w:pPr>
              <w:spacing w:after="60"/>
            </w:pPr>
            <w:r w:rsidRPr="00E753BD">
              <w:tab/>
            </w:r>
          </w:p>
          <w:tbl>
            <w:tblPr>
              <w:tblW w:w="0" w:type="auto"/>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0"/>
              <w:gridCol w:w="805"/>
              <w:gridCol w:w="900"/>
              <w:gridCol w:w="2340"/>
            </w:tblGrid>
            <w:tr w:rsidR="00DD2AC3" w:rsidRPr="00E753BD" w:rsidTr="00443376">
              <w:tc>
                <w:tcPr>
                  <w:tcW w:w="225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Kiváló</w:t>
                  </w:r>
                </w:p>
              </w:tc>
              <w:tc>
                <w:tcPr>
                  <w:tcW w:w="805"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(5)</w:t>
                  </w:r>
                </w:p>
              </w:tc>
              <w:tc>
                <w:tcPr>
                  <w:tcW w:w="90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ha</w:t>
                  </w:r>
                </w:p>
              </w:tc>
              <w:tc>
                <w:tcPr>
                  <w:tcW w:w="234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pPr>
                    <w:tabs>
                      <w:tab w:val="left" w:pos="425"/>
                      <w:tab w:val="left" w:pos="680"/>
                      <w:tab w:val="left" w:pos="1077"/>
                      <w:tab w:val="left" w:pos="1310"/>
                    </w:tabs>
                  </w:pPr>
                  <w:r w:rsidRPr="00E753BD">
                    <w:t>OM</w:t>
                  </w:r>
                  <w:r w:rsidRPr="00301966">
                    <w:rPr>
                      <w:rFonts w:ascii="Symbol" w:hAnsi="Symbol"/>
                    </w:rPr>
                    <w:t></w:t>
                  </w:r>
                  <w:r w:rsidRPr="00301966">
                    <w:rPr>
                      <w:rFonts w:ascii="Symbol" w:hAnsi="Symbol"/>
                    </w:rPr>
                    <w:t></w:t>
                  </w:r>
                  <w:r w:rsidRPr="00E753BD">
                    <w:t>5,00</w:t>
                  </w:r>
                </w:p>
              </w:tc>
            </w:tr>
            <w:tr w:rsidR="00DD2AC3" w:rsidRPr="00E753BD" w:rsidTr="00443376">
              <w:tc>
                <w:tcPr>
                  <w:tcW w:w="225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Jeles</w:t>
                  </w:r>
                </w:p>
              </w:tc>
              <w:tc>
                <w:tcPr>
                  <w:tcW w:w="805"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(5)</w:t>
                  </w:r>
                </w:p>
              </w:tc>
              <w:tc>
                <w:tcPr>
                  <w:tcW w:w="90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ha</w:t>
                  </w:r>
                </w:p>
              </w:tc>
              <w:tc>
                <w:tcPr>
                  <w:tcW w:w="234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pPr>
                    <w:tabs>
                      <w:tab w:val="left" w:pos="425"/>
                      <w:tab w:val="left" w:pos="680"/>
                      <w:tab w:val="left" w:pos="1077"/>
                      <w:tab w:val="left" w:pos="1310"/>
                    </w:tabs>
                  </w:pPr>
                  <w:r w:rsidRPr="00E753BD">
                    <w:t>4,51</w:t>
                  </w:r>
                  <w:r w:rsidRPr="00E753BD">
                    <w:tab/>
                  </w:r>
                  <w:r w:rsidRPr="00301966">
                    <w:rPr>
                      <w:rFonts w:ascii="Symbol" w:hAnsi="Symbol"/>
                    </w:rPr>
                    <w:t></w:t>
                  </w:r>
                  <w:r w:rsidRPr="00E753BD">
                    <w:tab/>
                    <w:t>OM</w:t>
                  </w:r>
                  <w:r w:rsidRPr="00E753BD">
                    <w:tab/>
                  </w:r>
                  <w:r w:rsidRPr="00301966">
                    <w:rPr>
                      <w:rFonts w:ascii="Symbol" w:hAnsi="Symbol"/>
                    </w:rPr>
                    <w:sym w:font="Symbol" w:char="F03C"/>
                  </w:r>
                  <w:r w:rsidRPr="00E753BD">
                    <w:tab/>
                    <w:t>5,00</w:t>
                  </w:r>
                </w:p>
              </w:tc>
            </w:tr>
            <w:tr w:rsidR="00DD2AC3" w:rsidRPr="00E753BD" w:rsidTr="00443376">
              <w:tc>
                <w:tcPr>
                  <w:tcW w:w="225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Jó</w:t>
                  </w:r>
                </w:p>
              </w:tc>
              <w:tc>
                <w:tcPr>
                  <w:tcW w:w="805"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(4)</w:t>
                  </w:r>
                </w:p>
              </w:tc>
              <w:tc>
                <w:tcPr>
                  <w:tcW w:w="90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ha</w:t>
                  </w:r>
                </w:p>
              </w:tc>
              <w:tc>
                <w:tcPr>
                  <w:tcW w:w="234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pPr>
                    <w:tabs>
                      <w:tab w:val="left" w:pos="425"/>
                      <w:tab w:val="left" w:pos="680"/>
                      <w:tab w:val="left" w:pos="1077"/>
                      <w:tab w:val="left" w:pos="1310"/>
                    </w:tabs>
                  </w:pPr>
                  <w:r w:rsidRPr="00E753BD">
                    <w:t>3,51</w:t>
                  </w:r>
                  <w:r w:rsidRPr="00E753BD">
                    <w:tab/>
                  </w:r>
                  <w:r w:rsidRPr="00301966">
                    <w:rPr>
                      <w:rFonts w:ascii="Symbol" w:hAnsi="Symbol"/>
                    </w:rPr>
                    <w:t></w:t>
                  </w:r>
                  <w:r w:rsidRPr="00E753BD">
                    <w:tab/>
                    <w:t>OM</w:t>
                  </w:r>
                  <w:r w:rsidRPr="00E753BD">
                    <w:tab/>
                    <w:t>≤</w:t>
                  </w:r>
                  <w:r w:rsidRPr="00E753BD">
                    <w:tab/>
                    <w:t>4,50</w:t>
                  </w:r>
                </w:p>
              </w:tc>
            </w:tr>
            <w:tr w:rsidR="00DD2AC3" w:rsidRPr="00E753BD" w:rsidTr="00443376">
              <w:tc>
                <w:tcPr>
                  <w:tcW w:w="225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Közepes</w:t>
                  </w:r>
                </w:p>
              </w:tc>
              <w:tc>
                <w:tcPr>
                  <w:tcW w:w="805"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(3)</w:t>
                  </w:r>
                </w:p>
              </w:tc>
              <w:tc>
                <w:tcPr>
                  <w:tcW w:w="90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ha</w:t>
                  </w:r>
                </w:p>
              </w:tc>
              <w:tc>
                <w:tcPr>
                  <w:tcW w:w="234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pPr>
                    <w:tabs>
                      <w:tab w:val="left" w:pos="425"/>
                      <w:tab w:val="left" w:pos="680"/>
                      <w:tab w:val="left" w:pos="1077"/>
                      <w:tab w:val="left" w:pos="1310"/>
                    </w:tabs>
                  </w:pPr>
                  <w:r w:rsidRPr="00E753BD">
                    <w:t>2,51</w:t>
                  </w:r>
                  <w:r w:rsidRPr="00E753BD">
                    <w:tab/>
                  </w:r>
                  <w:r w:rsidRPr="00301966">
                    <w:rPr>
                      <w:rFonts w:ascii="Symbol" w:hAnsi="Symbol"/>
                    </w:rPr>
                    <w:t></w:t>
                  </w:r>
                  <w:r w:rsidRPr="00E753BD">
                    <w:tab/>
                    <w:t>OM</w:t>
                  </w:r>
                  <w:r w:rsidRPr="00E753BD">
                    <w:tab/>
                    <w:t>≤</w:t>
                  </w:r>
                  <w:r w:rsidRPr="00E753BD">
                    <w:tab/>
                    <w:t>3,50</w:t>
                  </w:r>
                </w:p>
              </w:tc>
            </w:tr>
            <w:tr w:rsidR="00DD2AC3" w:rsidRPr="00E753BD" w:rsidTr="00443376">
              <w:tc>
                <w:tcPr>
                  <w:tcW w:w="225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Elégséges</w:t>
                  </w:r>
                </w:p>
              </w:tc>
              <w:tc>
                <w:tcPr>
                  <w:tcW w:w="805"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(2)</w:t>
                  </w:r>
                </w:p>
              </w:tc>
              <w:tc>
                <w:tcPr>
                  <w:tcW w:w="90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r w:rsidRPr="00E753BD">
                    <w:t>ha</w:t>
                  </w:r>
                </w:p>
              </w:tc>
              <w:tc>
                <w:tcPr>
                  <w:tcW w:w="2340" w:type="dxa"/>
                  <w:tcBorders>
                    <w:top w:val="single" w:sz="4" w:space="0" w:color="auto"/>
                    <w:left w:val="single" w:sz="4" w:space="0" w:color="auto"/>
                    <w:bottom w:val="single" w:sz="4" w:space="0" w:color="auto"/>
                    <w:right w:val="single" w:sz="4" w:space="0" w:color="auto"/>
                  </w:tcBorders>
                  <w:vAlign w:val="center"/>
                </w:tcPr>
                <w:p w:rsidR="00DD2AC3" w:rsidRPr="00E753BD" w:rsidRDefault="00DD2AC3" w:rsidP="00443376">
                  <w:pPr>
                    <w:tabs>
                      <w:tab w:val="left" w:pos="425"/>
                      <w:tab w:val="left" w:pos="680"/>
                      <w:tab w:val="left" w:pos="1077"/>
                      <w:tab w:val="left" w:pos="1310"/>
                    </w:tabs>
                  </w:pPr>
                  <w:r w:rsidRPr="00E753BD">
                    <w:t>2,00</w:t>
                  </w:r>
                  <w:r w:rsidRPr="00E753BD">
                    <w:tab/>
                  </w:r>
                  <w:r w:rsidRPr="00301966">
                    <w:rPr>
                      <w:rFonts w:ascii="Symbol" w:hAnsi="Symbol"/>
                    </w:rPr>
                    <w:t></w:t>
                  </w:r>
                  <w:r w:rsidRPr="00E753BD">
                    <w:tab/>
                    <w:t>OM</w:t>
                  </w:r>
                  <w:r w:rsidRPr="00E753BD">
                    <w:tab/>
                    <w:t>≤</w:t>
                  </w:r>
                  <w:r w:rsidRPr="00E753BD">
                    <w:tab/>
                    <w:t>2,50</w:t>
                  </w:r>
                </w:p>
              </w:tc>
            </w:tr>
          </w:tbl>
          <w:p w:rsidR="00DD2AC3" w:rsidRPr="00E753BD" w:rsidRDefault="00DD2AC3" w:rsidP="00443376">
            <w:pPr>
              <w:ind w:left="662"/>
            </w:pPr>
          </w:p>
          <w:p w:rsidR="00DD2AC3" w:rsidRPr="00E753BD" w:rsidRDefault="00DD2AC3" w:rsidP="00443376">
            <w:pPr>
              <w:ind w:left="662"/>
            </w:pPr>
          </w:p>
          <w:p w:rsidR="00DD2AC3" w:rsidRPr="00E753BD" w:rsidRDefault="00DD2AC3" w:rsidP="00443376">
            <w:r w:rsidRPr="00E753BD">
              <w:t>A diplomadolgozat érdemjegyét a záróvizsga-bizottság állapítja meg a bírálók által javasolt érdemjegyek és a szóbeli védés alapján.</w:t>
            </w:r>
          </w:p>
          <w:p w:rsidR="00DD2AC3" w:rsidRPr="00E753BD" w:rsidRDefault="00DD2AC3" w:rsidP="00443376">
            <w:r w:rsidRPr="00E753BD">
              <w:t>A komplex vizsga vagy a diplomadolgozat elégtelen minősítése esetén a záróvizsga sikertelennek tekintendő, azt az intézményi szabályzatban rögzítetteknek megfelelően meg kell ismételni.</w:t>
            </w:r>
          </w:p>
          <w:p w:rsidR="00DD2AC3" w:rsidRPr="00E753BD" w:rsidRDefault="00DD2AC3" w:rsidP="00443376">
            <w:pPr>
              <w:ind w:left="662"/>
            </w:pPr>
          </w:p>
        </w:tc>
      </w:tr>
      <w:tr w:rsidR="00DD2AC3" w:rsidRPr="00E753BD" w:rsidTr="00443376">
        <w:trPr>
          <w:jc w:val="center"/>
        </w:trPr>
        <w:tc>
          <w:tcPr>
            <w:tcW w:w="9889" w:type="dxa"/>
            <w:shd w:val="clear" w:color="auto" w:fill="D9D9D9"/>
          </w:tcPr>
          <w:p w:rsidR="00DD2AC3" w:rsidRPr="00E753BD" w:rsidRDefault="00DD2AC3" w:rsidP="00443376">
            <w:pPr>
              <w:pStyle w:val="Heading2"/>
              <w:ind w:left="8"/>
              <w:jc w:val="both"/>
            </w:pPr>
            <w:r w:rsidRPr="00E753BD">
              <w:t>Requirements of final exam, Diploma graduation</w:t>
            </w:r>
          </w:p>
        </w:tc>
      </w:tr>
      <w:tr w:rsidR="00DD2AC3" w:rsidRPr="00E753BD" w:rsidTr="00443376">
        <w:trPr>
          <w:trHeight w:val="454"/>
          <w:jc w:val="center"/>
        </w:trPr>
        <w:tc>
          <w:tcPr>
            <w:tcW w:w="9889" w:type="dxa"/>
            <w:shd w:val="clear" w:color="auto" w:fill="D9D9D9"/>
            <w:vAlign w:val="center"/>
          </w:tcPr>
          <w:p w:rsidR="00DD2AC3" w:rsidRPr="00E753BD" w:rsidRDefault="00DD2AC3" w:rsidP="00443376">
            <w:pPr>
              <w:ind w:left="302"/>
            </w:pPr>
            <w:r w:rsidRPr="00E753BD">
              <w:t>Degree certificate criteria</w:t>
            </w:r>
          </w:p>
          <w:p w:rsidR="00DD2AC3" w:rsidRPr="00E753BD" w:rsidRDefault="00DD2AC3" w:rsidP="00443376">
            <w:pPr>
              <w:ind w:left="302"/>
            </w:pPr>
            <w:r w:rsidRPr="00E753BD">
              <w:t>Completion of the final exam</w:t>
            </w:r>
          </w:p>
          <w:p w:rsidR="00DD2AC3" w:rsidRPr="00E753BD" w:rsidRDefault="00DD2AC3" w:rsidP="00443376">
            <w:pPr>
              <w:ind w:left="302"/>
            </w:pPr>
            <w:r w:rsidRPr="00E753BD">
              <w:t>Fulfilling the language criterion.</w:t>
            </w:r>
          </w:p>
          <w:p w:rsidR="00DD2AC3" w:rsidRPr="00E753BD" w:rsidRDefault="00DD2AC3" w:rsidP="00443376">
            <w:pPr>
              <w:ind w:left="302"/>
            </w:pPr>
            <w:r w:rsidRPr="00E753BD">
              <w:t>Method of calculating the degree classification:</w:t>
            </w:r>
          </w:p>
          <w:p w:rsidR="00DD2AC3" w:rsidRPr="00E753BD" w:rsidRDefault="00DD2AC3" w:rsidP="00443376">
            <w:pPr>
              <w:ind w:left="302"/>
            </w:pPr>
            <w:r w:rsidRPr="00E753BD">
              <w:object w:dxaOrig="1579" w:dyaOrig="620">
                <v:shape id="_x0000_i1028" type="#_x0000_t75" style="width:83.25pt;height:33pt" o:ole="" fillcolor="yellow">
                  <v:imagedata r:id="rId30" o:title=""/>
                </v:shape>
                <o:OLEObject Type="Embed" ProgID="Equation.3" ShapeID="_x0000_i1028" DrawAspect="Content" ObjectID="_1464421294" r:id="rId31"/>
              </w:object>
            </w:r>
            <w:r w:rsidRPr="00E753BD">
              <w:tab/>
            </w:r>
          </w:p>
          <w:p w:rsidR="00DD2AC3" w:rsidRPr="00E753BD" w:rsidRDefault="00DD2AC3" w:rsidP="00443376">
            <w:pPr>
              <w:ind w:left="302"/>
            </w:pPr>
            <w:r w:rsidRPr="00E753BD">
              <w:t>where</w:t>
            </w:r>
            <w:r w:rsidRPr="00E753BD">
              <w:tab/>
              <w:t>FR</w:t>
            </w:r>
            <w:r w:rsidRPr="00E753BD">
              <w:tab/>
              <w:t xml:space="preserve">aggregated results of the final exam </w:t>
            </w:r>
          </w:p>
          <w:p w:rsidR="00DD2AC3" w:rsidRPr="00E753BD" w:rsidRDefault="00DD2AC3" w:rsidP="00443376">
            <w:pPr>
              <w:ind w:left="302"/>
            </w:pPr>
            <w:r w:rsidRPr="00E753BD">
              <w:tab/>
            </w:r>
            <w:r w:rsidRPr="00E753BD">
              <w:tab/>
              <w:t>FE</w:t>
            </w:r>
            <w:r w:rsidRPr="00E753BD">
              <w:tab/>
              <w:t xml:space="preserve">complex oral exam result of the final exam </w:t>
            </w:r>
          </w:p>
          <w:p w:rsidR="00DD2AC3" w:rsidRPr="00E753BD" w:rsidRDefault="00DD2AC3" w:rsidP="00443376">
            <w:pPr>
              <w:ind w:left="302"/>
            </w:pPr>
            <w:r w:rsidRPr="00E753BD">
              <w:tab/>
            </w:r>
            <w:r w:rsidRPr="00E753BD">
              <w:tab/>
              <w:t>DM</w:t>
            </w:r>
            <w:r w:rsidRPr="00E753BD">
              <w:tab/>
              <w:t xml:space="preserve">thesis final mark </w:t>
            </w:r>
            <w:r w:rsidRPr="00E753BD">
              <w:tab/>
            </w:r>
          </w:p>
          <w:p w:rsidR="00DD2AC3" w:rsidRPr="00E753BD" w:rsidRDefault="00DD2AC3" w:rsidP="00443376">
            <w:pPr>
              <w:ind w:left="302"/>
            </w:pPr>
            <w:r w:rsidRPr="00E753BD">
              <w:tab/>
            </w:r>
          </w:p>
          <w:p w:rsidR="00DD2AC3" w:rsidRPr="00E753BD" w:rsidRDefault="00DD2AC3" w:rsidP="00443376">
            <w:pPr>
              <w:ind w:left="302"/>
            </w:pPr>
          </w:p>
          <w:p w:rsidR="00DD2AC3" w:rsidRPr="00E753BD" w:rsidRDefault="00DD2AC3" w:rsidP="00443376">
            <w:pPr>
              <w:ind w:left="302"/>
            </w:pPr>
            <w:r w:rsidRPr="00E753BD">
              <w:tab/>
            </w:r>
            <w:r w:rsidRPr="00E753BD">
              <w:object w:dxaOrig="2320" w:dyaOrig="620">
                <v:shape id="_x0000_i1029" type="#_x0000_t75" style="width:126.75pt;height:33.75pt" o:ole="" fillcolor="yellow">
                  <v:imagedata r:id="rId32" o:title=""/>
                </v:shape>
                <o:OLEObject Type="Embed" ProgID="Equation.3" ShapeID="_x0000_i1029" DrawAspect="Content" ObjectID="_1464421295" r:id="rId33"/>
              </w:object>
            </w:r>
          </w:p>
          <w:p w:rsidR="00DD2AC3" w:rsidRPr="00E753BD" w:rsidRDefault="00DD2AC3" w:rsidP="00443376">
            <w:pPr>
              <w:ind w:left="302"/>
            </w:pPr>
            <w:r w:rsidRPr="00E753BD">
              <w:t>where</w:t>
            </w:r>
            <w:r w:rsidRPr="00E753BD">
              <w:tab/>
              <w:t>DC</w:t>
            </w:r>
            <w:r w:rsidRPr="00E753BD">
              <w:tab/>
              <w:t xml:space="preserve">degree classification </w:t>
            </w:r>
          </w:p>
          <w:p w:rsidR="00DD2AC3" w:rsidRPr="00E753BD" w:rsidRDefault="00DD2AC3" w:rsidP="00443376">
            <w:pPr>
              <w:ind w:left="302"/>
            </w:pPr>
            <w:r w:rsidRPr="00E753BD">
              <w:tab/>
            </w:r>
            <w:r w:rsidRPr="00E753BD">
              <w:tab/>
              <w:t>GPA</w:t>
            </w:r>
            <w:r w:rsidRPr="00E753BD">
              <w:tab/>
              <w:t>aggregated GPA</w:t>
            </w:r>
          </w:p>
          <w:p w:rsidR="00DD2AC3" w:rsidRPr="00E753BD" w:rsidRDefault="00DD2AC3" w:rsidP="00443376">
            <w:pPr>
              <w:ind w:left="302"/>
            </w:pPr>
            <w:r w:rsidRPr="00E753BD">
              <w:tab/>
            </w:r>
            <w:r w:rsidRPr="00E753BD">
              <w:tab/>
              <w:t>FE</w:t>
            </w:r>
            <w:r w:rsidRPr="00E753BD">
              <w:tab/>
              <w:t xml:space="preserve">complex oral exam result of the final exam </w:t>
            </w:r>
          </w:p>
          <w:p w:rsidR="00DD2AC3" w:rsidRPr="00E753BD" w:rsidRDefault="00DD2AC3" w:rsidP="00443376">
            <w:pPr>
              <w:ind w:left="302"/>
            </w:pPr>
            <w:r w:rsidRPr="00E753BD">
              <w:tab/>
            </w:r>
            <w:r w:rsidRPr="00E753BD">
              <w:tab/>
              <w:t>DM</w:t>
            </w:r>
            <w:r w:rsidRPr="00E753BD">
              <w:tab/>
              <w:t xml:space="preserve">thesis final mark </w:t>
            </w:r>
            <w:r w:rsidRPr="00E753BD">
              <w:tab/>
            </w:r>
          </w:p>
          <w:p w:rsidR="00DD2AC3" w:rsidRPr="00E753BD" w:rsidRDefault="00DD2AC3" w:rsidP="00443376">
            <w:pPr>
              <w:ind w:left="302"/>
            </w:pPr>
            <w:r w:rsidRPr="00E753BD">
              <w:tab/>
            </w:r>
            <w:r w:rsidRPr="00E753BD">
              <w:tab/>
            </w:r>
          </w:p>
          <w:p w:rsidR="00DD2AC3" w:rsidRPr="00E753BD" w:rsidRDefault="00DD2AC3" w:rsidP="00443376">
            <w:pPr>
              <w:ind w:left="302"/>
            </w:pPr>
          </w:p>
          <w:p w:rsidR="00DD2AC3" w:rsidRPr="00E753BD" w:rsidRDefault="00DD2AC3" w:rsidP="00443376">
            <w:pPr>
              <w:ind w:left="302"/>
            </w:pPr>
            <w:r w:rsidRPr="00E753BD">
              <w:t>The thesis mark is determined by the final exam panel based on the marks recommended by the internal and external markers and the defence during the final exam. If the final exam or the thesis is assessed as a fail the final exam has to be regarded as unsuccessful and will have to be repeated in accordance with the university regulations.</w:t>
            </w:r>
          </w:p>
          <w:p w:rsidR="00DD2AC3" w:rsidRPr="00E753BD" w:rsidRDefault="00DD2AC3" w:rsidP="00443376">
            <w:pPr>
              <w:ind w:left="302"/>
            </w:pPr>
            <w:r w:rsidRPr="00E753BD">
              <w:t>The degree classifications are the following:</w:t>
            </w:r>
          </w:p>
          <w:tbl>
            <w:tblPr>
              <w:tblW w:w="0" w:type="auto"/>
              <w:tblLook w:val="0000"/>
            </w:tblPr>
            <w:tblGrid>
              <w:gridCol w:w="3182"/>
              <w:gridCol w:w="798"/>
              <w:gridCol w:w="720"/>
              <w:gridCol w:w="4680"/>
            </w:tblGrid>
            <w:tr w:rsidR="00DD2AC3" w:rsidRPr="00E753BD" w:rsidTr="00443376">
              <w:tc>
                <w:tcPr>
                  <w:tcW w:w="3182" w:type="dxa"/>
                  <w:vAlign w:val="center"/>
                </w:tcPr>
                <w:p w:rsidR="00DD2AC3" w:rsidRPr="00E753BD" w:rsidRDefault="00DD2AC3" w:rsidP="00443376">
                  <w:pPr>
                    <w:ind w:left="302"/>
                  </w:pPr>
                  <w:r w:rsidRPr="00E753BD">
                    <w:t>Excellent with distinction</w:t>
                  </w:r>
                </w:p>
              </w:tc>
              <w:tc>
                <w:tcPr>
                  <w:tcW w:w="540" w:type="dxa"/>
                  <w:vAlign w:val="center"/>
                </w:tcPr>
                <w:p w:rsidR="00DD2AC3" w:rsidRPr="00E753BD" w:rsidRDefault="00DD2AC3" w:rsidP="00443376">
                  <w:pPr>
                    <w:ind w:left="302"/>
                  </w:pPr>
                  <w:r w:rsidRPr="00E753BD">
                    <w:t>(5)</w:t>
                  </w:r>
                </w:p>
              </w:tc>
              <w:tc>
                <w:tcPr>
                  <w:tcW w:w="720" w:type="dxa"/>
                  <w:vAlign w:val="center"/>
                </w:tcPr>
                <w:p w:rsidR="00DD2AC3" w:rsidRPr="00E753BD" w:rsidRDefault="00DD2AC3" w:rsidP="00443376">
                  <w:pPr>
                    <w:ind w:left="302"/>
                  </w:pPr>
                  <w:r w:rsidRPr="00E753BD">
                    <w:t>if</w:t>
                  </w:r>
                </w:p>
              </w:tc>
              <w:tc>
                <w:tcPr>
                  <w:tcW w:w="4680" w:type="dxa"/>
                  <w:vAlign w:val="center"/>
                </w:tcPr>
                <w:p w:rsidR="00DD2AC3" w:rsidRPr="00E753BD" w:rsidRDefault="00DD2AC3" w:rsidP="00443376">
                  <w:pPr>
                    <w:ind w:left="302"/>
                  </w:pPr>
                  <w:r w:rsidRPr="00E753BD">
                    <w:tab/>
                  </w:r>
                  <w:r w:rsidRPr="00E753BD">
                    <w:tab/>
                    <w:t>DC</w:t>
                  </w:r>
                  <w:r w:rsidRPr="00E753BD">
                    <w:tab/>
                    <w:t>=</w:t>
                  </w:r>
                  <w:r w:rsidRPr="00E753BD">
                    <w:tab/>
                    <w:t>5,00</w:t>
                  </w:r>
                </w:p>
              </w:tc>
            </w:tr>
            <w:tr w:rsidR="00DD2AC3" w:rsidRPr="00E753BD" w:rsidTr="00443376">
              <w:tc>
                <w:tcPr>
                  <w:tcW w:w="3182" w:type="dxa"/>
                  <w:vAlign w:val="center"/>
                </w:tcPr>
                <w:p w:rsidR="00DD2AC3" w:rsidRPr="00E753BD" w:rsidRDefault="00DD2AC3" w:rsidP="00443376">
                  <w:pPr>
                    <w:ind w:left="302"/>
                  </w:pPr>
                  <w:r w:rsidRPr="00E753BD">
                    <w:t>Excellent</w:t>
                  </w:r>
                </w:p>
              </w:tc>
              <w:tc>
                <w:tcPr>
                  <w:tcW w:w="540" w:type="dxa"/>
                  <w:vAlign w:val="center"/>
                </w:tcPr>
                <w:p w:rsidR="00DD2AC3" w:rsidRPr="00E753BD" w:rsidRDefault="00DD2AC3" w:rsidP="00443376">
                  <w:pPr>
                    <w:ind w:left="302"/>
                  </w:pPr>
                  <w:r w:rsidRPr="00E753BD">
                    <w:t>(5)</w:t>
                  </w:r>
                </w:p>
              </w:tc>
              <w:tc>
                <w:tcPr>
                  <w:tcW w:w="720" w:type="dxa"/>
                  <w:vAlign w:val="center"/>
                </w:tcPr>
                <w:p w:rsidR="00DD2AC3" w:rsidRPr="00E753BD" w:rsidRDefault="00DD2AC3" w:rsidP="00443376">
                  <w:pPr>
                    <w:ind w:left="302"/>
                  </w:pPr>
                  <w:r w:rsidRPr="00E753BD">
                    <w:t>if</w:t>
                  </w:r>
                </w:p>
              </w:tc>
              <w:tc>
                <w:tcPr>
                  <w:tcW w:w="4680" w:type="dxa"/>
                  <w:vAlign w:val="center"/>
                </w:tcPr>
                <w:p w:rsidR="00DD2AC3" w:rsidRPr="00E753BD" w:rsidRDefault="00DD2AC3" w:rsidP="00443376">
                  <w:pPr>
                    <w:ind w:left="302"/>
                  </w:pPr>
                  <w:r w:rsidRPr="00E753BD">
                    <w:t>4,51</w:t>
                  </w:r>
                  <w:r w:rsidRPr="00E753BD">
                    <w:tab/>
                    <w:t>≤</w:t>
                  </w:r>
                  <w:r w:rsidRPr="00E753BD">
                    <w:tab/>
                    <w:t>DC</w:t>
                  </w:r>
                  <w:r w:rsidRPr="00E753BD">
                    <w:tab/>
                  </w:r>
                  <w:r w:rsidRPr="00E753BD">
                    <w:sym w:font="Symbol" w:char="F03C"/>
                  </w:r>
                  <w:r w:rsidRPr="00E753BD">
                    <w:tab/>
                    <w:t>5,00</w:t>
                  </w:r>
                </w:p>
              </w:tc>
            </w:tr>
            <w:tr w:rsidR="00DD2AC3" w:rsidRPr="00E753BD" w:rsidTr="00443376">
              <w:tc>
                <w:tcPr>
                  <w:tcW w:w="3182" w:type="dxa"/>
                  <w:vAlign w:val="center"/>
                </w:tcPr>
                <w:p w:rsidR="00DD2AC3" w:rsidRPr="00E753BD" w:rsidRDefault="00DD2AC3" w:rsidP="00443376">
                  <w:pPr>
                    <w:ind w:left="302"/>
                  </w:pPr>
                  <w:r w:rsidRPr="00E753BD">
                    <w:t>Good</w:t>
                  </w:r>
                </w:p>
              </w:tc>
              <w:tc>
                <w:tcPr>
                  <w:tcW w:w="540" w:type="dxa"/>
                  <w:vAlign w:val="center"/>
                </w:tcPr>
                <w:p w:rsidR="00DD2AC3" w:rsidRPr="00E753BD" w:rsidRDefault="00DD2AC3" w:rsidP="00443376">
                  <w:pPr>
                    <w:ind w:left="302"/>
                  </w:pPr>
                  <w:r w:rsidRPr="00E753BD">
                    <w:t>(4)</w:t>
                  </w:r>
                </w:p>
              </w:tc>
              <w:tc>
                <w:tcPr>
                  <w:tcW w:w="720" w:type="dxa"/>
                  <w:vAlign w:val="center"/>
                </w:tcPr>
                <w:p w:rsidR="00DD2AC3" w:rsidRPr="00E753BD" w:rsidRDefault="00DD2AC3" w:rsidP="00443376">
                  <w:pPr>
                    <w:ind w:left="302"/>
                  </w:pPr>
                  <w:r w:rsidRPr="00E753BD">
                    <w:t>if</w:t>
                  </w:r>
                </w:p>
              </w:tc>
              <w:tc>
                <w:tcPr>
                  <w:tcW w:w="4680" w:type="dxa"/>
                  <w:vAlign w:val="center"/>
                </w:tcPr>
                <w:p w:rsidR="00DD2AC3" w:rsidRPr="00E753BD" w:rsidRDefault="00DD2AC3" w:rsidP="00443376">
                  <w:pPr>
                    <w:ind w:left="302"/>
                  </w:pPr>
                  <w:r w:rsidRPr="00E753BD">
                    <w:t>3,51</w:t>
                  </w:r>
                  <w:r w:rsidRPr="00E753BD">
                    <w:tab/>
                    <w:t>≤</w:t>
                  </w:r>
                  <w:r w:rsidRPr="00E753BD">
                    <w:tab/>
                    <w:t>DC</w:t>
                  </w:r>
                  <w:r w:rsidRPr="00E753BD">
                    <w:tab/>
                    <w:t>≤</w:t>
                  </w:r>
                  <w:r w:rsidRPr="00E753BD">
                    <w:tab/>
                    <w:t>4,50</w:t>
                  </w:r>
                </w:p>
              </w:tc>
            </w:tr>
            <w:tr w:rsidR="00DD2AC3" w:rsidRPr="00E753BD" w:rsidTr="00443376">
              <w:tc>
                <w:tcPr>
                  <w:tcW w:w="3182" w:type="dxa"/>
                  <w:vAlign w:val="center"/>
                </w:tcPr>
                <w:p w:rsidR="00DD2AC3" w:rsidRPr="00E753BD" w:rsidRDefault="00DD2AC3" w:rsidP="00443376">
                  <w:pPr>
                    <w:ind w:left="302"/>
                  </w:pPr>
                  <w:r w:rsidRPr="00E753BD">
                    <w:t>Average</w:t>
                  </w:r>
                </w:p>
              </w:tc>
              <w:tc>
                <w:tcPr>
                  <w:tcW w:w="540" w:type="dxa"/>
                  <w:vAlign w:val="center"/>
                </w:tcPr>
                <w:p w:rsidR="00DD2AC3" w:rsidRPr="00E753BD" w:rsidRDefault="00DD2AC3" w:rsidP="00443376">
                  <w:pPr>
                    <w:ind w:left="302"/>
                  </w:pPr>
                  <w:r w:rsidRPr="00E753BD">
                    <w:t>(3)</w:t>
                  </w:r>
                </w:p>
              </w:tc>
              <w:tc>
                <w:tcPr>
                  <w:tcW w:w="720" w:type="dxa"/>
                  <w:vAlign w:val="center"/>
                </w:tcPr>
                <w:p w:rsidR="00DD2AC3" w:rsidRPr="00E753BD" w:rsidRDefault="00DD2AC3" w:rsidP="00443376">
                  <w:pPr>
                    <w:ind w:left="302"/>
                  </w:pPr>
                  <w:r w:rsidRPr="00E753BD">
                    <w:t>if</w:t>
                  </w:r>
                </w:p>
              </w:tc>
              <w:tc>
                <w:tcPr>
                  <w:tcW w:w="4680" w:type="dxa"/>
                  <w:vAlign w:val="center"/>
                </w:tcPr>
                <w:p w:rsidR="00DD2AC3" w:rsidRPr="00E753BD" w:rsidRDefault="00DD2AC3" w:rsidP="00443376">
                  <w:pPr>
                    <w:ind w:left="302"/>
                  </w:pPr>
                  <w:r w:rsidRPr="00E753BD">
                    <w:t>2,51</w:t>
                  </w:r>
                  <w:r w:rsidRPr="00E753BD">
                    <w:tab/>
                    <w:t>≤</w:t>
                  </w:r>
                  <w:r w:rsidRPr="00E753BD">
                    <w:tab/>
                    <w:t>DC</w:t>
                  </w:r>
                  <w:r w:rsidRPr="00E753BD">
                    <w:tab/>
                    <w:t>≤</w:t>
                  </w:r>
                  <w:r w:rsidRPr="00E753BD">
                    <w:tab/>
                    <w:t>3,50</w:t>
                  </w:r>
                </w:p>
              </w:tc>
            </w:tr>
            <w:tr w:rsidR="00DD2AC3" w:rsidRPr="00E753BD" w:rsidTr="00443376">
              <w:tc>
                <w:tcPr>
                  <w:tcW w:w="3182" w:type="dxa"/>
                  <w:vAlign w:val="center"/>
                </w:tcPr>
                <w:p w:rsidR="00DD2AC3" w:rsidRPr="00E753BD" w:rsidRDefault="00DD2AC3" w:rsidP="00443376">
                  <w:pPr>
                    <w:ind w:left="302"/>
                  </w:pPr>
                  <w:r w:rsidRPr="00E753BD">
                    <w:t>Satisfactory</w:t>
                  </w:r>
                </w:p>
              </w:tc>
              <w:tc>
                <w:tcPr>
                  <w:tcW w:w="540" w:type="dxa"/>
                  <w:vAlign w:val="center"/>
                </w:tcPr>
                <w:p w:rsidR="00DD2AC3" w:rsidRPr="00E753BD" w:rsidRDefault="00DD2AC3" w:rsidP="00443376">
                  <w:pPr>
                    <w:ind w:left="302"/>
                  </w:pPr>
                  <w:r w:rsidRPr="00E753BD">
                    <w:t>(2)</w:t>
                  </w:r>
                </w:p>
              </w:tc>
              <w:tc>
                <w:tcPr>
                  <w:tcW w:w="720" w:type="dxa"/>
                  <w:vAlign w:val="center"/>
                </w:tcPr>
                <w:p w:rsidR="00DD2AC3" w:rsidRPr="00E753BD" w:rsidRDefault="00DD2AC3" w:rsidP="00443376">
                  <w:pPr>
                    <w:ind w:left="302"/>
                  </w:pPr>
                  <w:r w:rsidRPr="00E753BD">
                    <w:t>if</w:t>
                  </w:r>
                </w:p>
              </w:tc>
              <w:tc>
                <w:tcPr>
                  <w:tcW w:w="4680" w:type="dxa"/>
                  <w:vAlign w:val="center"/>
                </w:tcPr>
                <w:p w:rsidR="00DD2AC3" w:rsidRPr="00E753BD" w:rsidRDefault="00DD2AC3" w:rsidP="00443376">
                  <w:pPr>
                    <w:ind w:left="302"/>
                  </w:pPr>
                  <w:r w:rsidRPr="00E753BD">
                    <w:t>2,00</w:t>
                  </w:r>
                  <w:r w:rsidRPr="00E753BD">
                    <w:tab/>
                    <w:t>≤</w:t>
                  </w:r>
                  <w:r w:rsidRPr="00E753BD">
                    <w:tab/>
                    <w:t>DC</w:t>
                  </w:r>
                  <w:r w:rsidRPr="00E753BD">
                    <w:tab/>
                    <w:t>≤</w:t>
                  </w:r>
                  <w:r w:rsidRPr="00E753BD">
                    <w:tab/>
                    <w:t>2,50</w:t>
                  </w:r>
                </w:p>
              </w:tc>
            </w:tr>
          </w:tbl>
          <w:p w:rsidR="00DD2AC3" w:rsidRPr="00E753BD" w:rsidRDefault="00DD2AC3" w:rsidP="00443376">
            <w:pPr>
              <w:ind w:firstLine="426"/>
              <w:rPr>
                <w:lang w:val="en-US"/>
              </w:rPr>
            </w:pPr>
          </w:p>
        </w:tc>
      </w:tr>
    </w:tbl>
    <w:p w:rsidR="00DD2AC3" w:rsidRPr="00E753BD" w:rsidRDefault="00DD2AC3" w:rsidP="00BB3B15"/>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1"/>
              <w:rPr>
                <w:rFonts w:ascii="Times New Roman" w:hAnsi="Times New Roman" w:cs="Times New Roman"/>
                <w:caps/>
              </w:rPr>
            </w:pPr>
            <w:r w:rsidRPr="00E753BD">
              <w:rPr>
                <w:rFonts w:ascii="Times New Roman" w:hAnsi="Times New Roman" w:cs="Times New Roman"/>
                <w:caps/>
              </w:rPr>
              <w:t>12. Oklevél kiadásának követelménye:</w:t>
            </w:r>
          </w:p>
        </w:tc>
      </w:tr>
      <w:tr w:rsidR="00DD2AC3" w:rsidRPr="00E753BD" w:rsidTr="00443376">
        <w:trPr>
          <w:trHeight w:val="454"/>
          <w:jc w:val="center"/>
        </w:trPr>
        <w:tc>
          <w:tcPr>
            <w:tcW w:w="9889" w:type="dxa"/>
            <w:vAlign w:val="center"/>
          </w:tcPr>
          <w:p w:rsidR="00DD2AC3" w:rsidRPr="00E753BD" w:rsidRDefault="00DD2AC3" w:rsidP="00443376">
            <w:pPr>
              <w:spacing w:before="120" w:after="120"/>
              <w:ind w:firstLine="539"/>
              <w:jc w:val="both"/>
            </w:pPr>
          </w:p>
          <w:p w:rsidR="00DD2AC3" w:rsidRPr="00E753BD" w:rsidRDefault="00DD2AC3" w:rsidP="00AF5615">
            <w:pPr>
              <w:spacing w:before="120" w:after="120"/>
              <w:ind w:firstLine="539"/>
              <w:jc w:val="both"/>
              <w:rPr>
                <w:strike/>
              </w:rPr>
            </w:pPr>
            <w:r w:rsidRPr="00E753BD">
              <w:t>A</w:t>
            </w:r>
            <w:r>
              <w:t>z alap</w:t>
            </w:r>
            <w:r w:rsidRPr="00E753BD">
              <w:t>fokozat megszerzéséhez bármely élő idegen nyelvből államilag elismert, középfokú (B2) komplex típusú nyelvvizsga vagy azzal egyenértékű érettségi bizonyítvány, vagy oklevél szükséges.</w:t>
            </w:r>
          </w:p>
        </w:tc>
      </w:tr>
      <w:tr w:rsidR="00DD2AC3" w:rsidRPr="00E753BD" w:rsidTr="00443376">
        <w:trPr>
          <w:jc w:val="center"/>
        </w:trPr>
        <w:tc>
          <w:tcPr>
            <w:tcW w:w="9889" w:type="dxa"/>
            <w:shd w:val="clear" w:color="auto" w:fill="D9D9D9"/>
          </w:tcPr>
          <w:p w:rsidR="00DD2AC3" w:rsidRPr="00E753BD" w:rsidRDefault="00DD2AC3" w:rsidP="00443376">
            <w:pPr>
              <w:pStyle w:val="Heading1"/>
              <w:rPr>
                <w:rFonts w:ascii="Times New Roman" w:hAnsi="Times New Roman" w:cs="Times New Roman"/>
                <w:caps/>
              </w:rPr>
            </w:pPr>
            <w:r w:rsidRPr="00E753BD">
              <w:rPr>
                <w:rFonts w:ascii="Times New Roman" w:hAnsi="Times New Roman" w:cs="Times New Roman"/>
                <w:caps/>
              </w:rPr>
              <w:t>requirement of issuing diploma:</w:t>
            </w:r>
          </w:p>
        </w:tc>
      </w:tr>
      <w:tr w:rsidR="00DD2AC3" w:rsidRPr="00E753BD" w:rsidTr="00443376">
        <w:trPr>
          <w:trHeight w:val="454"/>
          <w:jc w:val="center"/>
        </w:trPr>
        <w:tc>
          <w:tcPr>
            <w:tcW w:w="9889" w:type="dxa"/>
            <w:shd w:val="clear" w:color="auto" w:fill="D9D9D9"/>
            <w:vAlign w:val="center"/>
          </w:tcPr>
          <w:p w:rsidR="00DD2AC3" w:rsidRPr="00E753BD" w:rsidRDefault="00DD2AC3" w:rsidP="00443376">
            <w:pPr>
              <w:spacing w:before="120" w:after="120"/>
              <w:ind w:firstLine="539"/>
              <w:jc w:val="both"/>
            </w:pPr>
          </w:p>
          <w:p w:rsidR="00DD2AC3" w:rsidRPr="00E753BD" w:rsidRDefault="00DD2AC3" w:rsidP="00AF5615">
            <w:pPr>
              <w:spacing w:before="120" w:after="120"/>
              <w:ind w:firstLine="539"/>
              <w:jc w:val="both"/>
            </w:pPr>
            <w:r w:rsidRPr="00E753BD">
              <w:t xml:space="preserve">Certificate of state acknowledged language examination middle B2 level from any living foreign language or equivalent maturity diploma (certificate) is requested for obtaining </w:t>
            </w:r>
            <w:r>
              <w:t>BSc</w:t>
            </w:r>
            <w:r w:rsidRPr="00E753BD">
              <w:t xml:space="preserve"> degree diploma.</w:t>
            </w:r>
          </w:p>
        </w:tc>
      </w:tr>
    </w:tbl>
    <w:p w:rsidR="00DD2AC3" w:rsidRPr="00E753BD" w:rsidRDefault="00DD2AC3" w:rsidP="00BB3B15"/>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1"/>
              <w:rPr>
                <w:rFonts w:ascii="Times New Roman" w:hAnsi="Times New Roman" w:cs="Times New Roman"/>
                <w:caps/>
              </w:rPr>
            </w:pPr>
            <w:r w:rsidRPr="00E753BD">
              <w:rPr>
                <w:rFonts w:ascii="Times New Roman" w:hAnsi="Times New Roman" w:cs="Times New Roman"/>
                <w:caps/>
              </w:rPr>
              <w:t xml:space="preserve">13. Az elsajátítandó szakmai kompetenciák: </w:t>
            </w:r>
          </w:p>
        </w:tc>
      </w:tr>
      <w:tr w:rsidR="00DD2AC3" w:rsidRPr="00E753BD" w:rsidTr="00443376">
        <w:trPr>
          <w:jc w:val="center"/>
        </w:trPr>
        <w:tc>
          <w:tcPr>
            <w:tcW w:w="9889" w:type="dxa"/>
          </w:tcPr>
          <w:p w:rsidR="00DD2AC3" w:rsidRDefault="00DD2AC3" w:rsidP="00443376">
            <w:r>
              <w:t xml:space="preserve">Az alapfokozat birtokában a kertészmérnökök </w:t>
            </w:r>
            <w:r w:rsidRPr="00D647C0">
              <w:rPr>
                <w:u w:val="single"/>
              </w:rPr>
              <w:t>képesek:</w:t>
            </w:r>
            <w:r>
              <w:t xml:space="preserve"> </w:t>
            </w:r>
          </w:p>
          <w:p w:rsidR="00DD2AC3" w:rsidRDefault="00DD2AC3" w:rsidP="00443376">
            <w:pPr>
              <w:numPr>
                <w:ilvl w:val="0"/>
                <w:numId w:val="32"/>
              </w:numPr>
            </w:pPr>
            <w:r>
              <w:t>A kertészeti növényekben lejátszódó fontosabb folyamatok fizikai, kémiai, biológiai hátterének felismerésére.</w:t>
            </w:r>
          </w:p>
          <w:p w:rsidR="00DD2AC3" w:rsidRDefault="00DD2AC3" w:rsidP="00443376">
            <w:pPr>
              <w:numPr>
                <w:ilvl w:val="0"/>
                <w:numId w:val="32"/>
              </w:numPr>
            </w:pPr>
            <w:r>
              <w:t>Biológiai , kémiai, élettani, műszaki és technológiai ismereteik alapján magas biológiai értékű kertészeti termékek előállítására, megóvására</w:t>
            </w:r>
          </w:p>
          <w:p w:rsidR="00DD2AC3" w:rsidRDefault="00DD2AC3" w:rsidP="00443376">
            <w:pPr>
              <w:numPr>
                <w:ilvl w:val="0"/>
                <w:numId w:val="32"/>
              </w:numPr>
            </w:pPr>
            <w:r>
              <w:t>Termesztés technológiák élettani, műszaki és közgazdasági hátterének meghatározására</w:t>
            </w:r>
          </w:p>
          <w:p w:rsidR="00DD2AC3" w:rsidRDefault="00DD2AC3" w:rsidP="00443376">
            <w:pPr>
              <w:numPr>
                <w:ilvl w:val="0"/>
                <w:numId w:val="32"/>
              </w:numPr>
            </w:pPr>
            <w:r>
              <w:t>Kertészeti termesztésben  károsító szervezetek felismerésére, ellenük való hatékony védekezésre</w:t>
            </w:r>
          </w:p>
          <w:p w:rsidR="00DD2AC3" w:rsidRDefault="00DD2AC3" w:rsidP="00443376">
            <w:pPr>
              <w:numPr>
                <w:ilvl w:val="0"/>
                <w:numId w:val="32"/>
              </w:numPr>
            </w:pPr>
            <w:r>
              <w:t xml:space="preserve"> A termesztéssel kapcsolatos környezetvédelmi előírások alkalmazására</w:t>
            </w:r>
          </w:p>
          <w:p w:rsidR="00DD2AC3" w:rsidRDefault="00DD2AC3" w:rsidP="00443376">
            <w:pPr>
              <w:numPr>
                <w:ilvl w:val="0"/>
                <w:numId w:val="32"/>
              </w:numPr>
            </w:pPr>
            <w:r>
              <w:t>Önálló kertészeti gazdaságok létrehozására, működtetésére</w:t>
            </w:r>
          </w:p>
          <w:p w:rsidR="00DD2AC3" w:rsidRDefault="00DD2AC3" w:rsidP="00443376">
            <w:pPr>
              <w:numPr>
                <w:ilvl w:val="0"/>
                <w:numId w:val="32"/>
              </w:numPr>
            </w:pPr>
            <w:r>
              <w:t>Kertészeti termelés és forgalmazás során a várható trendeket felismerni, a tevékenységez ennek megfelelően változtatni</w:t>
            </w:r>
          </w:p>
          <w:p w:rsidR="00DD2AC3" w:rsidRDefault="00DD2AC3" w:rsidP="00443376">
            <w:pPr>
              <w:numPr>
                <w:ilvl w:val="0"/>
                <w:numId w:val="32"/>
              </w:numPr>
            </w:pPr>
            <w:r w:rsidRPr="00D647C0">
              <w:rPr>
                <w:u w:val="single"/>
              </w:rPr>
              <w:t>Alkalmas</w:t>
            </w:r>
            <w:r>
              <w:t>, a kertészeti termékek előállításával, forgalmazásával kapcsolatos szak- és közigazgatási feladatok ellátására</w:t>
            </w:r>
          </w:p>
          <w:p w:rsidR="00DD2AC3" w:rsidRDefault="00DD2AC3" w:rsidP="00443376">
            <w:pPr>
              <w:numPr>
                <w:ilvl w:val="0"/>
                <w:numId w:val="32"/>
              </w:numPr>
            </w:pPr>
            <w:r>
              <w:t>Kertészeti vállalkozásokban a termelési folyamatokat megszervezni, irányítani</w:t>
            </w:r>
          </w:p>
          <w:p w:rsidR="00DD2AC3" w:rsidRDefault="00DD2AC3" w:rsidP="00443376">
            <w:pPr>
              <w:numPr>
                <w:ilvl w:val="0"/>
                <w:numId w:val="32"/>
              </w:numPr>
            </w:pPr>
            <w:r>
              <w:t>A kertészeti termesztés legújabb eredményeit alkalmazni</w:t>
            </w:r>
          </w:p>
          <w:p w:rsidR="00DD2AC3" w:rsidRDefault="00DD2AC3" w:rsidP="00443376">
            <w:pPr>
              <w:numPr>
                <w:ilvl w:val="0"/>
                <w:numId w:val="32"/>
              </w:numPr>
            </w:pPr>
            <w:r>
              <w:t>Szaktanácsadói feladatokat ellátni</w:t>
            </w:r>
          </w:p>
          <w:p w:rsidR="00DD2AC3" w:rsidRPr="00E753BD" w:rsidRDefault="00DD2AC3" w:rsidP="00443376">
            <w:pPr>
              <w:spacing w:before="120" w:after="120"/>
              <w:ind w:firstLine="539"/>
              <w:jc w:val="both"/>
              <w:rPr>
                <w:highlight w:val="yellow"/>
              </w:rPr>
            </w:pPr>
          </w:p>
        </w:tc>
      </w:tr>
      <w:tr w:rsidR="00DD2AC3" w:rsidRPr="00E753BD" w:rsidTr="00443376">
        <w:trPr>
          <w:jc w:val="center"/>
        </w:trPr>
        <w:tc>
          <w:tcPr>
            <w:tcW w:w="9889" w:type="dxa"/>
            <w:shd w:val="clear" w:color="auto" w:fill="D9D9D9"/>
          </w:tcPr>
          <w:p w:rsidR="00DD2AC3" w:rsidRPr="00E753BD" w:rsidRDefault="00DD2AC3" w:rsidP="00443376">
            <w:pPr>
              <w:pStyle w:val="Heading1"/>
              <w:rPr>
                <w:rFonts w:ascii="Times New Roman" w:hAnsi="Times New Roman" w:cs="Times New Roman"/>
                <w:caps/>
              </w:rPr>
            </w:pPr>
            <w:r w:rsidRPr="00E753BD">
              <w:rPr>
                <w:rFonts w:ascii="Times New Roman" w:hAnsi="Times New Roman" w:cs="Times New Roman"/>
                <w:caps/>
                <w:lang w:val="en-GB"/>
              </w:rPr>
              <w:t>professional competence to be attained</w:t>
            </w:r>
            <w:r w:rsidRPr="00E753BD">
              <w:rPr>
                <w:rFonts w:ascii="Times New Roman" w:hAnsi="Times New Roman" w:cs="Times New Roman"/>
                <w:caps/>
              </w:rPr>
              <w:t xml:space="preserve">: </w:t>
            </w:r>
          </w:p>
        </w:tc>
      </w:tr>
      <w:tr w:rsidR="00DD2AC3" w:rsidRPr="00E753BD" w:rsidTr="00443376">
        <w:trPr>
          <w:jc w:val="center"/>
        </w:trPr>
        <w:tc>
          <w:tcPr>
            <w:tcW w:w="9889" w:type="dxa"/>
            <w:shd w:val="clear" w:color="auto" w:fill="D9D9D9"/>
          </w:tcPr>
          <w:p w:rsidR="00DD2AC3" w:rsidRPr="00B8156E" w:rsidRDefault="00DD2AC3" w:rsidP="00443376">
            <w:pPr>
              <w:shd w:val="clear" w:color="auto" w:fill="F5F5F5"/>
              <w:textAlignment w:val="top"/>
              <w:rPr>
                <w:sz w:val="20"/>
                <w:szCs w:val="20"/>
              </w:rPr>
            </w:pPr>
            <w:r w:rsidRPr="00B8156E">
              <w:rPr>
                <w:rStyle w:val="hps"/>
              </w:rPr>
              <w:t>The</w:t>
            </w:r>
            <w:r w:rsidRPr="00B8156E">
              <w:t xml:space="preserve"> </w:t>
            </w:r>
            <w:r w:rsidRPr="00B8156E">
              <w:rPr>
                <w:rStyle w:val="hps"/>
              </w:rPr>
              <w:t>possession of a</w:t>
            </w:r>
            <w:r w:rsidRPr="00B8156E">
              <w:t xml:space="preserve"> </w:t>
            </w:r>
            <w:r w:rsidRPr="00B8156E">
              <w:rPr>
                <w:rStyle w:val="hps"/>
              </w:rPr>
              <w:t>bachelor's degree</w:t>
            </w:r>
            <w:r w:rsidRPr="00B8156E">
              <w:t xml:space="preserve"> </w:t>
            </w:r>
            <w:r w:rsidRPr="00B8156E">
              <w:rPr>
                <w:rStyle w:val="hps"/>
              </w:rPr>
              <w:t>in</w:t>
            </w:r>
            <w:r w:rsidRPr="00B8156E">
              <w:t xml:space="preserve"> </w:t>
            </w:r>
            <w:r w:rsidRPr="00B8156E">
              <w:rPr>
                <w:rStyle w:val="hps"/>
              </w:rPr>
              <w:t>horticulture</w:t>
            </w:r>
            <w:r w:rsidRPr="00B8156E">
              <w:t xml:space="preserve"> </w:t>
            </w:r>
            <w:r w:rsidRPr="00B8156E">
              <w:rPr>
                <w:rStyle w:val="hps"/>
              </w:rPr>
              <w:t>engineers are able to</w:t>
            </w:r>
            <w:r w:rsidRPr="00B8156E">
              <w:t>:</w:t>
            </w:r>
            <w:r w:rsidRPr="00B8156E">
              <w:br/>
            </w:r>
            <w:r w:rsidRPr="00B8156E">
              <w:rPr>
                <w:rStyle w:val="hps"/>
              </w:rPr>
              <w:t>•</w:t>
            </w:r>
            <w:r w:rsidRPr="00B8156E">
              <w:t xml:space="preserve"> </w:t>
            </w:r>
            <w:r w:rsidRPr="00B8156E">
              <w:rPr>
                <w:rStyle w:val="hps"/>
              </w:rPr>
              <w:t>The</w:t>
            </w:r>
            <w:r w:rsidRPr="00B8156E">
              <w:t xml:space="preserve"> </w:t>
            </w:r>
            <w:r w:rsidRPr="00B8156E">
              <w:rPr>
                <w:rStyle w:val="hps"/>
              </w:rPr>
              <w:t>most important</w:t>
            </w:r>
            <w:r w:rsidRPr="00B8156E">
              <w:t xml:space="preserve"> </w:t>
            </w:r>
            <w:r w:rsidRPr="00B8156E">
              <w:rPr>
                <w:rStyle w:val="hps"/>
              </w:rPr>
              <w:t>horticultural</w:t>
            </w:r>
            <w:r w:rsidRPr="00B8156E">
              <w:t xml:space="preserve"> </w:t>
            </w:r>
            <w:r w:rsidRPr="00B8156E">
              <w:rPr>
                <w:rStyle w:val="hps"/>
              </w:rPr>
              <w:t>crop</w:t>
            </w:r>
            <w:r w:rsidRPr="00B8156E">
              <w:t xml:space="preserve"> </w:t>
            </w:r>
            <w:r w:rsidRPr="00B8156E">
              <w:rPr>
                <w:rStyle w:val="hps"/>
              </w:rPr>
              <w:t>in the</w:t>
            </w:r>
            <w:r w:rsidRPr="00B8156E">
              <w:t xml:space="preserve"> </w:t>
            </w:r>
            <w:r w:rsidRPr="00B8156E">
              <w:rPr>
                <w:rStyle w:val="hps"/>
              </w:rPr>
              <w:t>formation</w:t>
            </w:r>
            <w:r w:rsidRPr="00B8156E">
              <w:t xml:space="preserve"> </w:t>
            </w:r>
            <w:r w:rsidRPr="00B8156E">
              <w:rPr>
                <w:rStyle w:val="hps"/>
              </w:rPr>
              <w:t>processes</w:t>
            </w:r>
            <w:r w:rsidRPr="00B8156E">
              <w:t xml:space="preserve"> </w:t>
            </w:r>
            <w:r w:rsidRPr="00B8156E">
              <w:rPr>
                <w:rStyle w:val="hps"/>
              </w:rPr>
              <w:t>of physical, chemical</w:t>
            </w:r>
            <w:r w:rsidRPr="00B8156E">
              <w:t xml:space="preserve">, biological </w:t>
            </w:r>
            <w:r w:rsidRPr="00B8156E">
              <w:rPr>
                <w:rStyle w:val="hps"/>
              </w:rPr>
              <w:t>background</w:t>
            </w:r>
            <w:r w:rsidRPr="00B8156E">
              <w:t xml:space="preserve"> </w:t>
            </w:r>
            <w:r w:rsidRPr="00B8156E">
              <w:rPr>
                <w:rStyle w:val="hps"/>
              </w:rPr>
              <w:t>detection.</w:t>
            </w:r>
            <w:r w:rsidRPr="00B8156E">
              <w:br/>
            </w:r>
            <w:r w:rsidRPr="00B8156E">
              <w:rPr>
                <w:rStyle w:val="hps"/>
              </w:rPr>
              <w:t>•</w:t>
            </w:r>
            <w:r w:rsidRPr="00B8156E">
              <w:t xml:space="preserve"> </w:t>
            </w:r>
            <w:r w:rsidRPr="00B8156E">
              <w:rPr>
                <w:rStyle w:val="hps"/>
              </w:rPr>
              <w:t>Biological,</w:t>
            </w:r>
            <w:r w:rsidRPr="00B8156E">
              <w:t xml:space="preserve"> </w:t>
            </w:r>
            <w:r w:rsidRPr="00B8156E">
              <w:rPr>
                <w:rStyle w:val="hps"/>
              </w:rPr>
              <w:t>chemical,</w:t>
            </w:r>
            <w:r w:rsidRPr="00B8156E">
              <w:t xml:space="preserve"> </w:t>
            </w:r>
            <w:r w:rsidRPr="00B8156E">
              <w:rPr>
                <w:rStyle w:val="hps"/>
              </w:rPr>
              <w:t>biological</w:t>
            </w:r>
            <w:r w:rsidRPr="00B8156E">
              <w:t xml:space="preserve">, technical and technological </w:t>
            </w:r>
            <w:r w:rsidRPr="00B8156E">
              <w:rPr>
                <w:rStyle w:val="hps"/>
              </w:rPr>
              <w:t>knowledge</w:t>
            </w:r>
            <w:r w:rsidRPr="00B8156E">
              <w:t xml:space="preserve"> </w:t>
            </w:r>
            <w:r w:rsidRPr="00B8156E">
              <w:rPr>
                <w:rStyle w:val="hps"/>
              </w:rPr>
              <w:t>of</w:t>
            </w:r>
            <w:r w:rsidRPr="00B8156E">
              <w:t xml:space="preserve"> </w:t>
            </w:r>
            <w:r w:rsidRPr="00B8156E">
              <w:rPr>
                <w:rStyle w:val="hps"/>
              </w:rPr>
              <w:t>high biological value</w:t>
            </w:r>
            <w:r w:rsidRPr="00B8156E">
              <w:t xml:space="preserve"> </w:t>
            </w:r>
            <w:r w:rsidRPr="00B8156E">
              <w:rPr>
                <w:rStyle w:val="hps"/>
              </w:rPr>
              <w:t>horticultural</w:t>
            </w:r>
            <w:r w:rsidRPr="00B8156E">
              <w:t xml:space="preserve"> </w:t>
            </w:r>
            <w:r w:rsidRPr="00B8156E">
              <w:rPr>
                <w:rStyle w:val="hps"/>
              </w:rPr>
              <w:t>products,</w:t>
            </w:r>
            <w:r w:rsidRPr="00B8156E">
              <w:t xml:space="preserve"> </w:t>
            </w:r>
            <w:r w:rsidRPr="00B8156E">
              <w:rPr>
                <w:rStyle w:val="hps"/>
              </w:rPr>
              <w:t>to protect</w:t>
            </w:r>
            <w:r w:rsidRPr="00B8156E">
              <w:br/>
            </w:r>
            <w:r w:rsidRPr="00B8156E">
              <w:rPr>
                <w:rStyle w:val="hps"/>
              </w:rPr>
              <w:t>•</w:t>
            </w:r>
            <w:r w:rsidRPr="00B8156E">
              <w:t xml:space="preserve"> </w:t>
            </w:r>
            <w:r w:rsidRPr="00B8156E">
              <w:rPr>
                <w:rStyle w:val="hps"/>
              </w:rPr>
              <w:t>Production</w:t>
            </w:r>
            <w:r w:rsidRPr="00B8156E">
              <w:t xml:space="preserve"> </w:t>
            </w:r>
            <w:r w:rsidRPr="00B8156E">
              <w:rPr>
                <w:rStyle w:val="hps"/>
              </w:rPr>
              <w:t>technologies</w:t>
            </w:r>
            <w:r w:rsidRPr="00B8156E">
              <w:t xml:space="preserve"> </w:t>
            </w:r>
            <w:r w:rsidRPr="00B8156E">
              <w:rPr>
                <w:rStyle w:val="hps"/>
              </w:rPr>
              <w:t>physiological</w:t>
            </w:r>
            <w:r w:rsidRPr="00B8156E">
              <w:t xml:space="preserve">, </w:t>
            </w:r>
            <w:r w:rsidRPr="00B8156E">
              <w:rPr>
                <w:rStyle w:val="hps"/>
              </w:rPr>
              <w:t>technical and economic</w:t>
            </w:r>
            <w:r w:rsidRPr="00B8156E">
              <w:t xml:space="preserve"> </w:t>
            </w:r>
            <w:r w:rsidRPr="00B8156E">
              <w:rPr>
                <w:rStyle w:val="hps"/>
              </w:rPr>
              <w:t>background of</w:t>
            </w:r>
            <w:r w:rsidRPr="00B8156E">
              <w:t xml:space="preserve"> </w:t>
            </w:r>
            <w:r w:rsidRPr="00B8156E">
              <w:rPr>
                <w:rStyle w:val="hps"/>
              </w:rPr>
              <w:t>the determination</w:t>
            </w:r>
            <w:r w:rsidRPr="00B8156E">
              <w:br/>
            </w:r>
            <w:r w:rsidRPr="00B8156E">
              <w:rPr>
                <w:rStyle w:val="hps"/>
              </w:rPr>
              <w:t>•</w:t>
            </w:r>
            <w:r w:rsidRPr="00B8156E">
              <w:t xml:space="preserve"> </w:t>
            </w:r>
            <w:r w:rsidRPr="00B8156E">
              <w:rPr>
                <w:rStyle w:val="hps"/>
              </w:rPr>
              <w:t>Horticulture</w:t>
            </w:r>
            <w:r w:rsidRPr="00B8156E">
              <w:t xml:space="preserve"> </w:t>
            </w:r>
            <w:r w:rsidRPr="00B8156E">
              <w:rPr>
                <w:rStyle w:val="hps"/>
              </w:rPr>
              <w:t>cultivation</w:t>
            </w:r>
            <w:r w:rsidRPr="00B8156E">
              <w:t xml:space="preserve"> </w:t>
            </w:r>
            <w:r w:rsidRPr="00B8156E">
              <w:rPr>
                <w:rStyle w:val="hps"/>
              </w:rPr>
              <w:t>to identify</w:t>
            </w:r>
            <w:r w:rsidRPr="00B8156E">
              <w:t xml:space="preserve"> </w:t>
            </w:r>
            <w:r w:rsidRPr="00B8156E">
              <w:rPr>
                <w:rStyle w:val="hps"/>
              </w:rPr>
              <w:t>harmful organisms</w:t>
            </w:r>
            <w:r w:rsidRPr="00B8156E">
              <w:t xml:space="preserve">, </w:t>
            </w:r>
            <w:r w:rsidRPr="00B8156E">
              <w:rPr>
                <w:rStyle w:val="hps"/>
              </w:rPr>
              <w:t>with</w:t>
            </w:r>
            <w:r w:rsidRPr="00B8156E">
              <w:t xml:space="preserve"> </w:t>
            </w:r>
            <w:r w:rsidRPr="00B8156E">
              <w:rPr>
                <w:rStyle w:val="hps"/>
              </w:rPr>
              <w:t>an effective</w:t>
            </w:r>
            <w:r w:rsidRPr="00B8156E">
              <w:t xml:space="preserve"> </w:t>
            </w:r>
            <w:r w:rsidRPr="00B8156E">
              <w:rPr>
                <w:rStyle w:val="hps"/>
              </w:rPr>
              <w:t>defense</w:t>
            </w:r>
            <w:r w:rsidRPr="00B8156E">
              <w:t xml:space="preserve"> </w:t>
            </w:r>
            <w:r w:rsidRPr="00B8156E">
              <w:rPr>
                <w:rStyle w:val="hps"/>
              </w:rPr>
              <w:t>against</w:t>
            </w:r>
            <w:r w:rsidRPr="00B8156E">
              <w:br/>
            </w:r>
            <w:r w:rsidRPr="00B8156E">
              <w:rPr>
                <w:rStyle w:val="hps"/>
              </w:rPr>
              <w:t>•</w:t>
            </w:r>
            <w:r w:rsidRPr="00B8156E">
              <w:t xml:space="preserve"> </w:t>
            </w:r>
            <w:r w:rsidRPr="00B8156E">
              <w:rPr>
                <w:rStyle w:val="hps"/>
              </w:rPr>
              <w:t>The</w:t>
            </w:r>
            <w:r w:rsidRPr="00B8156E">
              <w:t xml:space="preserve"> </w:t>
            </w:r>
            <w:r w:rsidRPr="00B8156E">
              <w:rPr>
                <w:rStyle w:val="hps"/>
              </w:rPr>
              <w:t>growing</w:t>
            </w:r>
            <w:r w:rsidRPr="00B8156E">
              <w:t xml:space="preserve"> </w:t>
            </w:r>
            <w:r w:rsidRPr="00B8156E">
              <w:rPr>
                <w:rStyle w:val="hps"/>
              </w:rPr>
              <w:t>environmental requirements</w:t>
            </w:r>
            <w:r w:rsidRPr="00B8156E">
              <w:t xml:space="preserve"> </w:t>
            </w:r>
            <w:r w:rsidRPr="00B8156E">
              <w:rPr>
                <w:rStyle w:val="hps"/>
              </w:rPr>
              <w:t>relating to</w:t>
            </w:r>
            <w:r w:rsidRPr="00B8156E">
              <w:t xml:space="preserve"> </w:t>
            </w:r>
            <w:r w:rsidRPr="00B8156E">
              <w:rPr>
                <w:rStyle w:val="hps"/>
              </w:rPr>
              <w:t>the application</w:t>
            </w:r>
            <w:r w:rsidRPr="00B8156E">
              <w:br/>
            </w:r>
            <w:r w:rsidRPr="00B8156E">
              <w:rPr>
                <w:rStyle w:val="hps"/>
              </w:rPr>
              <w:t>• Private horticultural</w:t>
            </w:r>
            <w:r w:rsidRPr="00B8156E">
              <w:t xml:space="preserve"> company </w:t>
            </w:r>
            <w:r w:rsidRPr="00B8156E">
              <w:rPr>
                <w:rStyle w:val="hps"/>
              </w:rPr>
              <w:t>establishment, operation</w:t>
            </w:r>
            <w:r w:rsidRPr="00B8156E">
              <w:br/>
            </w:r>
            <w:r w:rsidRPr="00B8156E">
              <w:rPr>
                <w:rStyle w:val="hps"/>
              </w:rPr>
              <w:t>•</w:t>
            </w:r>
            <w:r w:rsidRPr="00B8156E">
              <w:t xml:space="preserve"> </w:t>
            </w:r>
            <w:r w:rsidRPr="00B8156E">
              <w:rPr>
                <w:rStyle w:val="hps"/>
              </w:rPr>
              <w:t>Horticultural</w:t>
            </w:r>
            <w:r w:rsidRPr="00B8156E">
              <w:t xml:space="preserve"> </w:t>
            </w:r>
            <w:r w:rsidRPr="00B8156E">
              <w:rPr>
                <w:rStyle w:val="hps"/>
              </w:rPr>
              <w:t>production and marketing</w:t>
            </w:r>
            <w:r w:rsidRPr="00B8156E">
              <w:t xml:space="preserve"> </w:t>
            </w:r>
            <w:r w:rsidRPr="00B8156E">
              <w:rPr>
                <w:rStyle w:val="hps"/>
              </w:rPr>
              <w:t>of</w:t>
            </w:r>
            <w:r w:rsidRPr="00B8156E">
              <w:t xml:space="preserve"> </w:t>
            </w:r>
            <w:r w:rsidRPr="00B8156E">
              <w:rPr>
                <w:rStyle w:val="hps"/>
              </w:rPr>
              <w:t>the</w:t>
            </w:r>
            <w:r w:rsidRPr="00B8156E">
              <w:t xml:space="preserve"> </w:t>
            </w:r>
            <w:r w:rsidRPr="00B8156E">
              <w:rPr>
                <w:rStyle w:val="hps"/>
              </w:rPr>
              <w:t>trends</w:t>
            </w:r>
            <w:r w:rsidRPr="00B8156E">
              <w:t xml:space="preserve"> </w:t>
            </w:r>
            <w:r w:rsidRPr="00B8156E">
              <w:rPr>
                <w:rStyle w:val="hps"/>
              </w:rPr>
              <w:t>expected</w:t>
            </w:r>
            <w:r w:rsidRPr="00B8156E">
              <w:t xml:space="preserve"> </w:t>
            </w:r>
            <w:r w:rsidRPr="00B8156E">
              <w:rPr>
                <w:rStyle w:val="hps"/>
              </w:rPr>
              <w:t>to recognize</w:t>
            </w:r>
            <w:r w:rsidRPr="00B8156E">
              <w:br/>
            </w:r>
            <w:r w:rsidRPr="00B8156E">
              <w:rPr>
                <w:rStyle w:val="hps"/>
              </w:rPr>
              <w:t>• Capable</w:t>
            </w:r>
            <w:r w:rsidRPr="00B8156E">
              <w:t xml:space="preserve"> </w:t>
            </w:r>
            <w:r w:rsidRPr="00B8156E">
              <w:rPr>
                <w:rStyle w:val="hps"/>
              </w:rPr>
              <w:t>of</w:t>
            </w:r>
            <w:r w:rsidRPr="00B8156E">
              <w:t xml:space="preserve"> </w:t>
            </w:r>
            <w:r w:rsidRPr="00B8156E">
              <w:rPr>
                <w:rStyle w:val="hps"/>
              </w:rPr>
              <w:t>horticultural</w:t>
            </w:r>
            <w:r w:rsidRPr="00B8156E">
              <w:t xml:space="preserve"> </w:t>
            </w:r>
            <w:r w:rsidRPr="00B8156E">
              <w:rPr>
                <w:rStyle w:val="hps"/>
              </w:rPr>
              <w:t>production,</w:t>
            </w:r>
            <w:r w:rsidRPr="00B8156E">
              <w:t xml:space="preserve"> </w:t>
            </w:r>
            <w:r w:rsidRPr="00B8156E">
              <w:rPr>
                <w:rStyle w:val="hps"/>
              </w:rPr>
              <w:t>marketing of</w:t>
            </w:r>
            <w:r w:rsidRPr="00B8156E">
              <w:t xml:space="preserve"> </w:t>
            </w:r>
            <w:r w:rsidRPr="00B8156E">
              <w:rPr>
                <w:rStyle w:val="hps"/>
              </w:rPr>
              <w:t>professional and</w:t>
            </w:r>
            <w:r w:rsidRPr="00B8156E">
              <w:t xml:space="preserve"> </w:t>
            </w:r>
            <w:r w:rsidRPr="00B8156E">
              <w:rPr>
                <w:rStyle w:val="hps"/>
              </w:rPr>
              <w:t>administrative</w:t>
            </w:r>
            <w:r w:rsidRPr="00B8156E">
              <w:t xml:space="preserve"> </w:t>
            </w:r>
            <w:r w:rsidRPr="00B8156E">
              <w:rPr>
                <w:rStyle w:val="hps"/>
              </w:rPr>
              <w:t>tasks</w:t>
            </w:r>
            <w:r w:rsidRPr="00B8156E">
              <w:br/>
            </w:r>
            <w:r w:rsidRPr="00B8156E">
              <w:rPr>
                <w:rStyle w:val="hps"/>
              </w:rPr>
              <w:t>•</w:t>
            </w:r>
            <w:r w:rsidRPr="00B8156E">
              <w:t xml:space="preserve"> </w:t>
            </w:r>
            <w:r w:rsidRPr="00B8156E">
              <w:rPr>
                <w:rStyle w:val="hps"/>
              </w:rPr>
              <w:t>Horticulture</w:t>
            </w:r>
            <w:r w:rsidRPr="00B8156E">
              <w:t xml:space="preserve"> </w:t>
            </w:r>
            <w:r w:rsidRPr="00B8156E">
              <w:rPr>
                <w:rStyle w:val="hps"/>
              </w:rPr>
              <w:t>enterprises</w:t>
            </w:r>
            <w:r w:rsidRPr="00B8156E">
              <w:t xml:space="preserve"> </w:t>
            </w:r>
            <w:r w:rsidRPr="00B8156E">
              <w:rPr>
                <w:rStyle w:val="hps"/>
              </w:rPr>
              <w:t>in the production</w:t>
            </w:r>
            <w:r w:rsidRPr="00B8156E">
              <w:t xml:space="preserve"> </w:t>
            </w:r>
            <w:r w:rsidRPr="00B8156E">
              <w:rPr>
                <w:rStyle w:val="hps"/>
              </w:rPr>
              <w:t>processes</w:t>
            </w:r>
            <w:r w:rsidRPr="00B8156E">
              <w:t xml:space="preserve"> </w:t>
            </w:r>
            <w:r w:rsidRPr="00B8156E">
              <w:rPr>
                <w:rStyle w:val="hps"/>
              </w:rPr>
              <w:t>to organize</w:t>
            </w:r>
            <w:r w:rsidRPr="00B8156E">
              <w:t xml:space="preserve">, </w:t>
            </w:r>
            <w:r w:rsidRPr="00B8156E">
              <w:rPr>
                <w:rStyle w:val="hps"/>
              </w:rPr>
              <w:t>manage</w:t>
            </w:r>
            <w:r w:rsidRPr="00B8156E">
              <w:br/>
            </w:r>
            <w:r w:rsidRPr="00B8156E">
              <w:rPr>
                <w:rStyle w:val="hps"/>
              </w:rPr>
              <w:t>•</w:t>
            </w:r>
            <w:r w:rsidRPr="00B8156E">
              <w:t xml:space="preserve"> </w:t>
            </w:r>
            <w:r w:rsidRPr="00B8156E">
              <w:rPr>
                <w:rStyle w:val="hps"/>
              </w:rPr>
              <w:t>The</w:t>
            </w:r>
            <w:r w:rsidRPr="00B8156E">
              <w:t xml:space="preserve"> </w:t>
            </w:r>
            <w:r w:rsidRPr="00B8156E">
              <w:rPr>
                <w:rStyle w:val="hps"/>
              </w:rPr>
              <w:t>latest</w:t>
            </w:r>
            <w:r w:rsidRPr="00B8156E">
              <w:t xml:space="preserve"> </w:t>
            </w:r>
            <w:r w:rsidRPr="00B8156E">
              <w:rPr>
                <w:rStyle w:val="hps"/>
              </w:rPr>
              <w:t>results of</w:t>
            </w:r>
            <w:r w:rsidRPr="00B8156E">
              <w:t xml:space="preserve"> </w:t>
            </w:r>
            <w:r w:rsidRPr="00B8156E">
              <w:rPr>
                <w:rStyle w:val="hps"/>
              </w:rPr>
              <w:t>applied</w:t>
            </w:r>
            <w:r w:rsidRPr="00B8156E">
              <w:t xml:space="preserve"> </w:t>
            </w:r>
            <w:r w:rsidRPr="00B8156E">
              <w:rPr>
                <w:rStyle w:val="hps"/>
              </w:rPr>
              <w:t>horticultural production</w:t>
            </w:r>
            <w:r w:rsidRPr="00B8156E">
              <w:br/>
            </w:r>
            <w:r w:rsidRPr="00B8156E">
              <w:rPr>
                <w:rStyle w:val="hps"/>
              </w:rPr>
              <w:t>•</w:t>
            </w:r>
            <w:r w:rsidRPr="00B8156E">
              <w:t xml:space="preserve"> </w:t>
            </w:r>
            <w:r w:rsidRPr="00B8156E">
              <w:rPr>
                <w:rStyle w:val="hps"/>
              </w:rPr>
              <w:t>Advisors</w:t>
            </w:r>
            <w:r w:rsidRPr="00B8156E">
              <w:t xml:space="preserve"> </w:t>
            </w:r>
            <w:r w:rsidRPr="00B8156E">
              <w:rPr>
                <w:rStyle w:val="hps"/>
              </w:rPr>
              <w:t>to perform tasks</w:t>
            </w:r>
          </w:p>
          <w:p w:rsidR="00DD2AC3" w:rsidRPr="00E753BD" w:rsidRDefault="00DD2AC3" w:rsidP="00443376">
            <w:pPr>
              <w:spacing w:before="120" w:after="120"/>
              <w:ind w:firstLine="539"/>
              <w:jc w:val="both"/>
              <w:rPr>
                <w:highlight w:val="yellow"/>
              </w:rPr>
            </w:pPr>
          </w:p>
        </w:tc>
      </w:tr>
    </w:tbl>
    <w:p w:rsidR="00DD2AC3" w:rsidRPr="00E753BD" w:rsidRDefault="00DD2AC3" w:rsidP="00BB3B15"/>
    <w:p w:rsidR="00DD2AC3" w:rsidRPr="00E753BD" w:rsidRDefault="00DD2AC3" w:rsidP="00BB3B15">
      <w:r w:rsidRPr="00E753BD">
        <w:br w:type="page"/>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DD2AC3" w:rsidRPr="00E753BD" w:rsidTr="00443376">
        <w:trPr>
          <w:jc w:val="center"/>
        </w:trPr>
        <w:tc>
          <w:tcPr>
            <w:tcW w:w="9889" w:type="dxa"/>
          </w:tcPr>
          <w:p w:rsidR="00DD2AC3" w:rsidRPr="00E753BD" w:rsidRDefault="00DD2AC3" w:rsidP="00443376">
            <w:pPr>
              <w:pStyle w:val="Heading1"/>
              <w:rPr>
                <w:rFonts w:ascii="Times New Roman" w:hAnsi="Times New Roman" w:cs="Times New Roman"/>
                <w:caps/>
              </w:rPr>
            </w:pPr>
            <w:r w:rsidRPr="00E753BD">
              <w:rPr>
                <w:rFonts w:ascii="Times New Roman" w:hAnsi="Times New Roman" w:cs="Times New Roman"/>
                <w:caps/>
              </w:rPr>
              <w:t>14. Modell tanterv / Model curriculum</w:t>
            </w:r>
          </w:p>
        </w:tc>
      </w:tr>
    </w:tbl>
    <w:p w:rsidR="00DD2AC3" w:rsidRPr="00E753BD" w:rsidRDefault="00DD2AC3" w:rsidP="00B14725"/>
    <w:p w:rsidR="00DD2AC3" w:rsidRPr="00E753BD" w:rsidRDefault="00DD2AC3" w:rsidP="00B14725">
      <w:pPr>
        <w:spacing w:before="480" w:after="120"/>
        <w:jc w:val="center"/>
        <w:rPr>
          <w:b/>
        </w:rPr>
      </w:pPr>
      <w:r w:rsidRPr="00E753BD">
        <w:rPr>
          <w:b/>
        </w:rPr>
        <w:t>1.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DD2AC3" w:rsidRPr="00E753BD" w:rsidRDefault="00DD2AC3" w:rsidP="003F7AC2">
            <w:pPr>
              <w:jc w:val="center"/>
              <w:rPr>
                <w:b/>
                <w:bCs/>
                <w:sz w:val="16"/>
                <w:szCs w:val="16"/>
              </w:rPr>
            </w:pPr>
            <w:r w:rsidRPr="00E753BD">
              <w:rPr>
                <w:b/>
                <w:bCs/>
                <w:sz w:val="16"/>
                <w:szCs w:val="16"/>
              </w:rPr>
              <w:t>Course title</w:t>
            </w:r>
          </w:p>
        </w:tc>
        <w:tc>
          <w:tcPr>
            <w:tcW w:w="1440"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Tárgykód</w:t>
            </w:r>
          </w:p>
          <w:p w:rsidR="00DD2AC3" w:rsidRPr="00E753BD" w:rsidRDefault="00DD2AC3" w:rsidP="003F7AC2">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Óraszám</w:t>
            </w:r>
          </w:p>
          <w:p w:rsidR="00DD2AC3" w:rsidRPr="00E753BD" w:rsidRDefault="00DD2AC3" w:rsidP="003F7AC2">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Kredit</w:t>
            </w:r>
          </w:p>
          <w:p w:rsidR="00DD2AC3" w:rsidRPr="00E753BD" w:rsidRDefault="00DD2AC3" w:rsidP="003F7AC2">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Számon-</w:t>
            </w:r>
          </w:p>
          <w:p w:rsidR="00DD2AC3" w:rsidRPr="00E753BD" w:rsidRDefault="00DD2AC3" w:rsidP="003F7AC2">
            <w:pPr>
              <w:jc w:val="center"/>
              <w:rPr>
                <w:b/>
                <w:bCs/>
                <w:sz w:val="16"/>
                <w:szCs w:val="16"/>
              </w:rPr>
            </w:pPr>
            <w:r w:rsidRPr="00E753BD">
              <w:rPr>
                <w:b/>
                <w:bCs/>
                <w:sz w:val="16"/>
                <w:szCs w:val="16"/>
              </w:rPr>
              <w:t>kérés</w:t>
            </w:r>
          </w:p>
          <w:p w:rsidR="00DD2AC3" w:rsidRPr="00E753BD" w:rsidRDefault="00DD2AC3" w:rsidP="003F7AC2">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4"/>
                <w:szCs w:val="14"/>
              </w:rPr>
            </w:pPr>
            <w:r w:rsidRPr="00E753BD">
              <w:rPr>
                <w:b/>
                <w:bCs/>
                <w:sz w:val="14"/>
                <w:szCs w:val="14"/>
              </w:rPr>
              <w:t>Tanszék</w:t>
            </w:r>
          </w:p>
          <w:p w:rsidR="00DD2AC3" w:rsidRPr="00E753BD" w:rsidRDefault="00DD2AC3" w:rsidP="003F7AC2">
            <w:pPr>
              <w:jc w:val="center"/>
              <w:rPr>
                <w:b/>
                <w:bCs/>
                <w:sz w:val="14"/>
                <w:szCs w:val="14"/>
              </w:rPr>
            </w:pPr>
            <w:r w:rsidRPr="00E753BD">
              <w:rPr>
                <w:b/>
                <w:bCs/>
                <w:sz w:val="14"/>
                <w:szCs w:val="14"/>
              </w:rPr>
              <w:t>kódja</w:t>
            </w:r>
          </w:p>
          <w:p w:rsidR="00DD2AC3" w:rsidRPr="00E753BD" w:rsidRDefault="00DD2AC3" w:rsidP="003F7AC2">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Előtanulmány</w:t>
            </w:r>
          </w:p>
          <w:p w:rsidR="00DD2AC3" w:rsidRPr="00E753BD" w:rsidRDefault="00DD2AC3" w:rsidP="003F7AC2">
            <w:pPr>
              <w:jc w:val="center"/>
              <w:rPr>
                <w:bCs/>
                <w:sz w:val="16"/>
                <w:szCs w:val="16"/>
              </w:rPr>
            </w:pPr>
            <w:r w:rsidRPr="00E753BD">
              <w:rPr>
                <w:bCs/>
                <w:sz w:val="16"/>
                <w:szCs w:val="16"/>
              </w:rPr>
              <w:t>Prerequisite</w:t>
            </w: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27"/>
          <w:jc w:val="center"/>
        </w:trPr>
        <w:tc>
          <w:tcPr>
            <w:tcW w:w="1985"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bottom w:val="single" w:sz="4" w:space="0" w:color="auto"/>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44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Informatika</w:t>
            </w:r>
          </w:p>
          <w:p w:rsidR="00DD2AC3" w:rsidRPr="00B8156E" w:rsidRDefault="00DD2AC3" w:rsidP="003F7AC2"/>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rPr>
                <w:b/>
              </w:rPr>
            </w:pPr>
            <w:r w:rsidRPr="00B8156E">
              <w:rPr>
                <w:sz w:val="22"/>
                <w:szCs w:val="22"/>
              </w:rPr>
              <w:t>Information technology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KEGNGMB123A</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3</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Pr>
                <w:sz w:val="20"/>
                <w:szCs w:val="20"/>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GM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r w:rsidRPr="00B8156E">
              <w:rPr>
                <w:sz w:val="20"/>
                <w:szCs w:val="20"/>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Agrofizika</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Agrophysics</w:t>
            </w:r>
          </w:p>
          <w:p w:rsidR="00DD2AC3" w:rsidRPr="00B8156E" w:rsidRDefault="00DD2AC3" w:rsidP="003F7AC2">
            <w:pPr>
              <w:rPr>
                <w:b/>
              </w:rPr>
            </w:pP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KEGNAMB142D</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AM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r w:rsidRPr="00B8156E">
              <w:rPr>
                <w:sz w:val="20"/>
                <w:szCs w:val="20"/>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Kémia</w:t>
            </w:r>
          </w:p>
          <w:p w:rsidR="00DD2AC3" w:rsidRPr="00B8156E" w:rsidRDefault="00DD2AC3" w:rsidP="003F7AC2"/>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rPr>
                <w:b/>
              </w:rPr>
            </w:pPr>
            <w:r w:rsidRPr="00B8156E">
              <w:rPr>
                <w:sz w:val="22"/>
                <w:szCs w:val="22"/>
              </w:rPr>
              <w:t>Chemistry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KEGNNBB154C</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rPr>
                <w:sz w:val="20"/>
                <w:szCs w:val="20"/>
              </w:rPr>
            </w:pPr>
            <w:r>
              <w:rPr>
                <w:color w:val="FF0000"/>
                <w:sz w:val="20"/>
                <w:szCs w:val="20"/>
              </w:rPr>
              <w:t xml:space="preserve">     </w:t>
            </w:r>
            <w:r w:rsidRPr="00B8156E">
              <w:rPr>
                <w:sz w:val="20"/>
                <w:szCs w:val="20"/>
              </w:rPr>
              <w:t>5</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NB</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r w:rsidRPr="00B8156E">
              <w:rPr>
                <w:sz w:val="20"/>
                <w:szCs w:val="20"/>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Növénytan</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 xml:space="preserve">Botany </w:t>
            </w:r>
          </w:p>
          <w:p w:rsidR="00DD2AC3" w:rsidRPr="00B8156E" w:rsidRDefault="00DD2AC3" w:rsidP="003F7AC2">
            <w:pPr>
              <w:rPr>
                <w:b/>
              </w:rPr>
            </w:pP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KEGNNBB144D</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5</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NB</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r w:rsidRPr="00B8156E">
              <w:rPr>
                <w:sz w:val="20"/>
                <w:szCs w:val="20"/>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Műszaki alapismeretek</w:t>
            </w:r>
          </w:p>
          <w:p w:rsidR="00DD2AC3" w:rsidRPr="00B8156E" w:rsidRDefault="00DD2AC3" w:rsidP="003F7AC2"/>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rPr>
                <w:b/>
              </w:rPr>
            </w:pPr>
            <w:r w:rsidRPr="00B8156E">
              <w:rPr>
                <w:sz w:val="22"/>
                <w:szCs w:val="22"/>
              </w:rPr>
              <w:t>Foundamental Technical Studies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KEGNAMB144A</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5</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AM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r w:rsidRPr="00B8156E">
              <w:rPr>
                <w:sz w:val="20"/>
                <w:szCs w:val="20"/>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Közgazdaságtan</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rPr>
                <w:b/>
              </w:rPr>
            </w:pPr>
            <w:r w:rsidRPr="00B8156E">
              <w:rPr>
                <w:sz w:val="22"/>
                <w:szCs w:val="22"/>
              </w:rPr>
              <w:t>Economics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KEGNGTB112B</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GT</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r w:rsidRPr="00B8156E">
              <w:rPr>
                <w:sz w:val="20"/>
                <w:szCs w:val="20"/>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Mezőgazdasági ism</w:t>
            </w:r>
            <w:r>
              <w:rPr>
                <w:sz w:val="22"/>
                <w:szCs w:val="22"/>
              </w:rPr>
              <w:t>eretek (állatteny., növényterm.</w:t>
            </w:r>
            <w:r w:rsidRPr="00B8156E">
              <w:rPr>
                <w:sz w:val="22"/>
                <w:szCs w:val="22"/>
              </w:rPr>
              <w:t>)</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rPr>
                <w:b/>
              </w:rPr>
            </w:pPr>
            <w:r w:rsidRPr="00B8156E">
              <w:rPr>
                <w:sz w:val="22"/>
                <w:szCs w:val="22"/>
              </w:rPr>
              <w:t>Principles of Agriculture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KEGNNOB143D</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Pr>
                <w:sz w:val="20"/>
                <w:szCs w:val="20"/>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NO</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r w:rsidRPr="00B8156E">
              <w:rPr>
                <w:sz w:val="20"/>
                <w:szCs w:val="20"/>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595534" w:rsidTr="003F7AC2">
        <w:trPr>
          <w:trHeight w:val="345"/>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595534" w:rsidRDefault="00DD2AC3" w:rsidP="003F7AC2">
            <w:r w:rsidRPr="00B8156E">
              <w:rPr>
                <w:sz w:val="22"/>
                <w:szCs w:val="22"/>
              </w:rPr>
              <w:t>Munkavédelem</w:t>
            </w:r>
          </w:p>
        </w:tc>
        <w:tc>
          <w:tcPr>
            <w:tcW w:w="1800" w:type="dxa"/>
            <w:vMerge w:val="restart"/>
            <w:tcBorders>
              <w:top w:val="single" w:sz="4" w:space="0" w:color="auto"/>
              <w:left w:val="nil"/>
              <w:right w:val="single" w:sz="4" w:space="0" w:color="auto"/>
            </w:tcBorders>
            <w:shd w:val="clear" w:color="auto" w:fill="FFFFFF"/>
            <w:vAlign w:val="center"/>
          </w:tcPr>
          <w:p w:rsidR="00DD2AC3" w:rsidRPr="00A23674" w:rsidRDefault="00DD2AC3" w:rsidP="003F7AC2">
            <w:pPr>
              <w:rPr>
                <w:b/>
              </w:rPr>
            </w:pPr>
            <w:r w:rsidRPr="006A635F">
              <w:rPr>
                <w:rStyle w:val="Strong"/>
                <w:b w:val="0"/>
                <w:sz w:val="22"/>
                <w:szCs w:val="22"/>
              </w:rPr>
              <w:t>Safeguarding the Interests of the Workers and Health Protection</w:t>
            </w:r>
            <w:r w:rsidRPr="00A23674">
              <w:rPr>
                <w:b/>
                <w:sz w:val="22"/>
                <w:szCs w:val="22"/>
              </w:rPr>
              <w:t>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595534" w:rsidRDefault="00DD2AC3" w:rsidP="003F7AC2">
            <w:pPr>
              <w:rPr>
                <w:bCs/>
                <w:sz w:val="18"/>
                <w:szCs w:val="18"/>
              </w:rPr>
            </w:pPr>
            <w:r w:rsidRPr="00BC14F3">
              <w:rPr>
                <w:bCs/>
                <w:sz w:val="16"/>
                <w:szCs w:val="16"/>
              </w:rPr>
              <w:t>KEGNGTB211A</w:t>
            </w:r>
          </w:p>
        </w:tc>
        <w:tc>
          <w:tcPr>
            <w:tcW w:w="360" w:type="dxa"/>
            <w:tcBorders>
              <w:top w:val="single" w:sz="4" w:space="0" w:color="auto"/>
              <w:left w:val="nil"/>
              <w:bottom w:val="single" w:sz="4" w:space="0" w:color="auto"/>
              <w:right w:val="single" w:sz="4" w:space="0" w:color="auto"/>
            </w:tcBorders>
            <w:noWrap/>
            <w:vAlign w:val="center"/>
          </w:tcPr>
          <w:p w:rsidR="00DD2AC3" w:rsidRPr="00595534" w:rsidRDefault="00DD2AC3" w:rsidP="003F7AC2">
            <w:pPr>
              <w:jc w:val="center"/>
              <w:rPr>
                <w:sz w:val="20"/>
                <w:szCs w:val="20"/>
              </w:rPr>
            </w:pPr>
            <w:r>
              <w:rPr>
                <w:sz w:val="20"/>
                <w:szCs w:val="20"/>
              </w:rPr>
              <w:t>1</w:t>
            </w:r>
          </w:p>
        </w:tc>
        <w:tc>
          <w:tcPr>
            <w:tcW w:w="360" w:type="dxa"/>
            <w:tcBorders>
              <w:top w:val="single" w:sz="4" w:space="0" w:color="auto"/>
              <w:left w:val="nil"/>
              <w:bottom w:val="single" w:sz="4" w:space="0" w:color="auto"/>
              <w:right w:val="single" w:sz="4" w:space="0" w:color="auto"/>
            </w:tcBorders>
            <w:vAlign w:val="center"/>
          </w:tcPr>
          <w:p w:rsidR="00DD2AC3" w:rsidRPr="00595534"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vAlign w:val="center"/>
          </w:tcPr>
          <w:p w:rsidR="00DD2AC3" w:rsidRPr="00595534"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1</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GT</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595534" w:rsidRDefault="00DD2AC3" w:rsidP="003F7AC2"/>
        </w:tc>
      </w:tr>
      <w:tr w:rsidR="00DD2AC3" w:rsidRPr="00595534" w:rsidTr="003F7AC2">
        <w:trPr>
          <w:trHeight w:val="872"/>
          <w:jc w:val="center"/>
        </w:trPr>
        <w:tc>
          <w:tcPr>
            <w:tcW w:w="1985" w:type="dxa"/>
            <w:vMerge/>
            <w:tcBorders>
              <w:left w:val="single" w:sz="4" w:space="0" w:color="auto"/>
              <w:right w:val="single" w:sz="4" w:space="0" w:color="auto"/>
            </w:tcBorders>
            <w:shd w:val="clear" w:color="auto" w:fill="FFFFFF"/>
            <w:noWrap/>
            <w:vAlign w:val="center"/>
          </w:tcPr>
          <w:p w:rsidR="00DD2AC3" w:rsidRPr="00595534" w:rsidRDefault="00DD2AC3" w:rsidP="003F7AC2"/>
        </w:tc>
        <w:tc>
          <w:tcPr>
            <w:tcW w:w="1800" w:type="dxa"/>
            <w:vMerge/>
            <w:tcBorders>
              <w:left w:val="nil"/>
              <w:right w:val="single" w:sz="4" w:space="0" w:color="auto"/>
            </w:tcBorders>
            <w:shd w:val="clear" w:color="auto" w:fill="FFFFFF"/>
            <w:vAlign w:val="center"/>
          </w:tcPr>
          <w:p w:rsidR="00DD2AC3" w:rsidRPr="00595534" w:rsidRDefault="00DD2AC3" w:rsidP="003F7AC2"/>
        </w:tc>
        <w:tc>
          <w:tcPr>
            <w:tcW w:w="1440" w:type="dxa"/>
            <w:vMerge/>
            <w:tcBorders>
              <w:left w:val="single" w:sz="4" w:space="0" w:color="auto"/>
              <w:right w:val="single" w:sz="4" w:space="0" w:color="auto"/>
            </w:tcBorders>
            <w:shd w:val="clear" w:color="auto" w:fill="FFFFFF"/>
            <w:noWrap/>
            <w:vAlign w:val="center"/>
          </w:tcPr>
          <w:p w:rsidR="00DD2AC3" w:rsidRPr="00595534" w:rsidRDefault="00DD2AC3" w:rsidP="003F7AC2">
            <w:pPr>
              <w:rPr>
                <w:bCs/>
                <w:sz w:val="18"/>
                <w:szCs w:val="18"/>
              </w:rPr>
            </w:pPr>
          </w:p>
        </w:tc>
        <w:tc>
          <w:tcPr>
            <w:tcW w:w="360" w:type="dxa"/>
            <w:tcBorders>
              <w:top w:val="single" w:sz="4" w:space="0" w:color="auto"/>
              <w:left w:val="nil"/>
              <w:bottom w:val="single" w:sz="4" w:space="0" w:color="auto"/>
              <w:right w:val="single" w:sz="4" w:space="0" w:color="auto"/>
            </w:tcBorders>
            <w:shd w:val="clear" w:color="auto" w:fill="D9D9D9"/>
            <w:noWrap/>
            <w:vAlign w:val="center"/>
          </w:tcPr>
          <w:p w:rsidR="00DD2AC3" w:rsidRDefault="00DD2AC3" w:rsidP="003F7AC2">
            <w:pPr>
              <w:jc w:val="center"/>
              <w:rPr>
                <w:sz w:val="20"/>
                <w:szCs w:val="20"/>
              </w:rPr>
            </w:pPr>
            <w:r>
              <w:rPr>
                <w:sz w:val="20"/>
                <w:szCs w:val="20"/>
              </w:rPr>
              <w:t>5</w:t>
            </w:r>
          </w:p>
        </w:tc>
        <w:tc>
          <w:tcPr>
            <w:tcW w:w="360" w:type="dxa"/>
            <w:tcBorders>
              <w:top w:val="single" w:sz="4" w:space="0" w:color="auto"/>
              <w:left w:val="nil"/>
              <w:bottom w:val="single" w:sz="4" w:space="0" w:color="auto"/>
              <w:right w:val="single" w:sz="4" w:space="0" w:color="auto"/>
            </w:tcBorders>
            <w:shd w:val="clear" w:color="auto" w:fill="D9D9D9"/>
            <w:vAlign w:val="center"/>
          </w:tcPr>
          <w:p w:rsidR="00DD2AC3" w:rsidRPr="00595534"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D9D9D9"/>
            <w:vAlign w:val="center"/>
          </w:tcPr>
          <w:p w:rsidR="00DD2AC3" w:rsidRPr="00595534" w:rsidRDefault="00DD2AC3" w:rsidP="003F7AC2">
            <w:pPr>
              <w:jc w:val="center"/>
              <w:rPr>
                <w:sz w:val="20"/>
                <w:szCs w:val="20"/>
              </w:rPr>
            </w:pPr>
          </w:p>
        </w:tc>
        <w:tc>
          <w:tcPr>
            <w:tcW w:w="720" w:type="dxa"/>
            <w:vMerge/>
            <w:tcBorders>
              <w:left w:val="nil"/>
              <w:right w:val="single" w:sz="4" w:space="0" w:color="auto"/>
            </w:tcBorders>
            <w:shd w:val="clear" w:color="auto" w:fill="FFFFFF"/>
            <w:noWrap/>
            <w:vAlign w:val="center"/>
          </w:tcPr>
          <w:p w:rsidR="00DD2AC3" w:rsidRPr="00595534" w:rsidRDefault="00DD2AC3" w:rsidP="003F7AC2">
            <w:pPr>
              <w:jc w:val="center"/>
              <w:rPr>
                <w:sz w:val="20"/>
                <w:szCs w:val="20"/>
              </w:rPr>
            </w:pPr>
          </w:p>
        </w:tc>
        <w:tc>
          <w:tcPr>
            <w:tcW w:w="900" w:type="dxa"/>
            <w:vMerge/>
            <w:tcBorders>
              <w:left w:val="nil"/>
              <w:right w:val="single" w:sz="4" w:space="0" w:color="auto"/>
            </w:tcBorders>
            <w:shd w:val="clear" w:color="auto" w:fill="FFFFFF"/>
            <w:noWrap/>
            <w:vAlign w:val="center"/>
          </w:tcPr>
          <w:p w:rsidR="00DD2AC3" w:rsidRPr="00595534" w:rsidRDefault="00DD2AC3" w:rsidP="003F7AC2">
            <w:pPr>
              <w:jc w:val="center"/>
              <w:rPr>
                <w:sz w:val="20"/>
                <w:szCs w:val="20"/>
              </w:rPr>
            </w:pPr>
          </w:p>
        </w:tc>
        <w:tc>
          <w:tcPr>
            <w:tcW w:w="720" w:type="dxa"/>
            <w:vMerge/>
            <w:tcBorders>
              <w:left w:val="nil"/>
              <w:right w:val="single" w:sz="4" w:space="0" w:color="auto"/>
            </w:tcBorders>
            <w:shd w:val="clear" w:color="auto" w:fill="FFFFFF"/>
            <w:vAlign w:val="center"/>
          </w:tcPr>
          <w:p w:rsidR="00DD2AC3" w:rsidRPr="00595534" w:rsidRDefault="00DD2AC3" w:rsidP="003F7AC2">
            <w:pPr>
              <w:jc w:val="center"/>
              <w:rPr>
                <w:sz w:val="20"/>
                <w:szCs w:val="20"/>
              </w:rPr>
            </w:pPr>
          </w:p>
        </w:tc>
        <w:tc>
          <w:tcPr>
            <w:tcW w:w="1440" w:type="dxa"/>
            <w:vMerge/>
            <w:tcBorders>
              <w:left w:val="nil"/>
              <w:right w:val="single" w:sz="4" w:space="0" w:color="auto"/>
            </w:tcBorders>
            <w:shd w:val="clear" w:color="auto" w:fill="FFFFFF"/>
            <w:noWrap/>
            <w:vAlign w:val="center"/>
          </w:tcPr>
          <w:p w:rsidR="00DD2AC3" w:rsidRPr="00595534" w:rsidRDefault="00DD2AC3" w:rsidP="003F7AC2"/>
        </w:tc>
      </w:tr>
      <w:tr w:rsidR="00DD2AC3" w:rsidRPr="00595534" w:rsidTr="003F7AC2">
        <w:trPr>
          <w:trHeight w:val="165"/>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595534" w:rsidRDefault="00DD2AC3" w:rsidP="003F7AC2">
            <w:r w:rsidRPr="00595534">
              <w:rPr>
                <w:sz w:val="22"/>
                <w:szCs w:val="22"/>
              </w:rPr>
              <w:t>Szociológia</w:t>
            </w:r>
          </w:p>
        </w:tc>
        <w:tc>
          <w:tcPr>
            <w:tcW w:w="1800" w:type="dxa"/>
            <w:vMerge w:val="restart"/>
            <w:tcBorders>
              <w:top w:val="single" w:sz="4" w:space="0" w:color="auto"/>
              <w:left w:val="nil"/>
              <w:right w:val="single" w:sz="4" w:space="0" w:color="auto"/>
            </w:tcBorders>
            <w:shd w:val="clear" w:color="auto" w:fill="FFFFFF"/>
            <w:vAlign w:val="center"/>
          </w:tcPr>
          <w:p w:rsidR="00DD2AC3" w:rsidRPr="00595534" w:rsidRDefault="00DD2AC3" w:rsidP="003F7AC2">
            <w:r w:rsidRPr="00595534">
              <w:rPr>
                <w:sz w:val="22"/>
                <w:szCs w:val="22"/>
              </w:rPr>
              <w:t>Sociology</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595534" w:rsidRDefault="00DD2AC3" w:rsidP="003F7AC2">
            <w:pPr>
              <w:rPr>
                <w:bCs/>
                <w:sz w:val="16"/>
                <w:szCs w:val="16"/>
              </w:rPr>
            </w:pPr>
            <w:r w:rsidRPr="00595534">
              <w:rPr>
                <w:bCs/>
                <w:sz w:val="18"/>
                <w:szCs w:val="18"/>
              </w:rPr>
              <w:t>KEGNGTB212O</w:t>
            </w:r>
          </w:p>
        </w:tc>
        <w:tc>
          <w:tcPr>
            <w:tcW w:w="360" w:type="dxa"/>
            <w:tcBorders>
              <w:top w:val="single" w:sz="4" w:space="0" w:color="auto"/>
              <w:left w:val="nil"/>
              <w:bottom w:val="single" w:sz="4" w:space="0" w:color="auto"/>
              <w:right w:val="single" w:sz="4" w:space="0" w:color="auto"/>
            </w:tcBorders>
            <w:noWrap/>
            <w:vAlign w:val="center"/>
          </w:tcPr>
          <w:p w:rsidR="00DD2AC3" w:rsidRPr="00595534" w:rsidRDefault="00DD2AC3" w:rsidP="003F7AC2">
            <w:pPr>
              <w:jc w:val="center"/>
              <w:rPr>
                <w:sz w:val="20"/>
                <w:szCs w:val="20"/>
              </w:rPr>
            </w:pPr>
            <w:r w:rsidRPr="00595534">
              <w:rPr>
                <w:sz w:val="20"/>
                <w:szCs w:val="20"/>
              </w:rPr>
              <w:t>2</w:t>
            </w:r>
          </w:p>
        </w:tc>
        <w:tc>
          <w:tcPr>
            <w:tcW w:w="360" w:type="dxa"/>
            <w:tcBorders>
              <w:top w:val="single" w:sz="4" w:space="0" w:color="auto"/>
              <w:left w:val="nil"/>
              <w:bottom w:val="single" w:sz="4" w:space="0" w:color="auto"/>
              <w:right w:val="single" w:sz="4" w:space="0" w:color="auto"/>
            </w:tcBorders>
            <w:vAlign w:val="center"/>
          </w:tcPr>
          <w:p w:rsidR="00DD2AC3" w:rsidRPr="00595534"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vAlign w:val="center"/>
          </w:tcPr>
          <w:p w:rsidR="00DD2AC3" w:rsidRPr="00595534"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595534" w:rsidRDefault="00DD2AC3" w:rsidP="003F7AC2">
            <w:pPr>
              <w:jc w:val="center"/>
              <w:rPr>
                <w:sz w:val="20"/>
                <w:szCs w:val="20"/>
              </w:rPr>
            </w:pPr>
            <w:r w:rsidRPr="00595534">
              <w:rPr>
                <w:sz w:val="20"/>
                <w:szCs w:val="20"/>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595534" w:rsidRDefault="00DD2AC3" w:rsidP="003F7AC2">
            <w:pPr>
              <w:jc w:val="center"/>
              <w:rPr>
                <w:sz w:val="20"/>
                <w:szCs w:val="20"/>
              </w:rPr>
            </w:pPr>
            <w:r w:rsidRPr="00595534">
              <w:rPr>
                <w:sz w:val="20"/>
                <w:szCs w:val="20"/>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595534" w:rsidRDefault="00DD2AC3" w:rsidP="003F7AC2">
            <w:pPr>
              <w:jc w:val="center"/>
              <w:rPr>
                <w:sz w:val="20"/>
                <w:szCs w:val="20"/>
              </w:rPr>
            </w:pPr>
            <w:r w:rsidRPr="00595534">
              <w:rPr>
                <w:sz w:val="20"/>
                <w:szCs w:val="20"/>
              </w:rPr>
              <w:t>GT</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595534" w:rsidRDefault="00DD2AC3" w:rsidP="003F7AC2"/>
        </w:tc>
      </w:tr>
      <w:tr w:rsidR="00DD2AC3" w:rsidRPr="00595534" w:rsidTr="003F7AC2">
        <w:trPr>
          <w:trHeight w:val="280"/>
          <w:jc w:val="center"/>
        </w:trPr>
        <w:tc>
          <w:tcPr>
            <w:tcW w:w="1985" w:type="dxa"/>
            <w:vMerge/>
            <w:tcBorders>
              <w:left w:val="single" w:sz="4" w:space="0" w:color="auto"/>
              <w:right w:val="single" w:sz="4" w:space="0" w:color="auto"/>
            </w:tcBorders>
            <w:shd w:val="clear" w:color="auto" w:fill="FFFFFF"/>
            <w:noWrap/>
            <w:vAlign w:val="center"/>
          </w:tcPr>
          <w:p w:rsidR="00DD2AC3" w:rsidRPr="00595534" w:rsidRDefault="00DD2AC3" w:rsidP="003F7AC2"/>
        </w:tc>
        <w:tc>
          <w:tcPr>
            <w:tcW w:w="1800" w:type="dxa"/>
            <w:vMerge/>
            <w:tcBorders>
              <w:left w:val="nil"/>
              <w:right w:val="single" w:sz="4" w:space="0" w:color="auto"/>
            </w:tcBorders>
            <w:shd w:val="clear" w:color="auto" w:fill="FFFFFF"/>
            <w:vAlign w:val="center"/>
          </w:tcPr>
          <w:p w:rsidR="00DD2AC3" w:rsidRPr="00595534" w:rsidRDefault="00DD2AC3" w:rsidP="003F7AC2"/>
        </w:tc>
        <w:tc>
          <w:tcPr>
            <w:tcW w:w="1440" w:type="dxa"/>
            <w:vMerge/>
            <w:tcBorders>
              <w:left w:val="single" w:sz="4" w:space="0" w:color="auto"/>
              <w:right w:val="single" w:sz="4" w:space="0" w:color="auto"/>
            </w:tcBorders>
            <w:shd w:val="clear" w:color="auto" w:fill="FFFFFF"/>
            <w:noWrap/>
            <w:vAlign w:val="center"/>
          </w:tcPr>
          <w:p w:rsidR="00DD2AC3" w:rsidRPr="00595534" w:rsidRDefault="00DD2AC3" w:rsidP="003F7AC2">
            <w:pPr>
              <w:rPr>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595534" w:rsidRDefault="00DD2AC3" w:rsidP="003F7AC2">
            <w:pPr>
              <w:jc w:val="center"/>
              <w:rPr>
                <w:sz w:val="20"/>
                <w:szCs w:val="20"/>
              </w:rPr>
            </w:pPr>
            <w:r w:rsidRPr="00595534">
              <w:rPr>
                <w:sz w:val="20"/>
                <w:szCs w:val="20"/>
              </w:rPr>
              <w:t>10</w:t>
            </w:r>
          </w:p>
        </w:tc>
        <w:tc>
          <w:tcPr>
            <w:tcW w:w="360" w:type="dxa"/>
            <w:tcBorders>
              <w:top w:val="single" w:sz="4" w:space="0" w:color="auto"/>
              <w:left w:val="nil"/>
              <w:bottom w:val="single" w:sz="4" w:space="0" w:color="auto"/>
              <w:right w:val="single" w:sz="4" w:space="0" w:color="auto"/>
            </w:tcBorders>
            <w:vAlign w:val="center"/>
          </w:tcPr>
          <w:p w:rsidR="00DD2AC3" w:rsidRPr="00595534"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vAlign w:val="center"/>
          </w:tcPr>
          <w:p w:rsidR="00DD2AC3" w:rsidRPr="00595534" w:rsidRDefault="00DD2AC3" w:rsidP="003F7AC2">
            <w:pPr>
              <w:jc w:val="center"/>
              <w:rPr>
                <w:sz w:val="20"/>
                <w:szCs w:val="20"/>
              </w:rPr>
            </w:pPr>
          </w:p>
        </w:tc>
        <w:tc>
          <w:tcPr>
            <w:tcW w:w="720" w:type="dxa"/>
            <w:vMerge/>
            <w:tcBorders>
              <w:left w:val="nil"/>
              <w:right w:val="single" w:sz="4" w:space="0" w:color="auto"/>
            </w:tcBorders>
            <w:shd w:val="clear" w:color="auto" w:fill="FFFFFF"/>
            <w:noWrap/>
            <w:vAlign w:val="center"/>
          </w:tcPr>
          <w:p w:rsidR="00DD2AC3" w:rsidRPr="00595534" w:rsidRDefault="00DD2AC3" w:rsidP="003F7AC2">
            <w:pPr>
              <w:jc w:val="center"/>
              <w:rPr>
                <w:sz w:val="20"/>
                <w:szCs w:val="20"/>
              </w:rPr>
            </w:pPr>
          </w:p>
        </w:tc>
        <w:tc>
          <w:tcPr>
            <w:tcW w:w="900" w:type="dxa"/>
            <w:vMerge/>
            <w:tcBorders>
              <w:left w:val="nil"/>
              <w:right w:val="single" w:sz="4" w:space="0" w:color="auto"/>
            </w:tcBorders>
            <w:shd w:val="clear" w:color="auto" w:fill="FFFFFF"/>
            <w:noWrap/>
            <w:vAlign w:val="center"/>
          </w:tcPr>
          <w:p w:rsidR="00DD2AC3" w:rsidRPr="00595534" w:rsidRDefault="00DD2AC3" w:rsidP="003F7AC2">
            <w:pPr>
              <w:jc w:val="center"/>
              <w:rPr>
                <w:sz w:val="20"/>
                <w:szCs w:val="20"/>
              </w:rPr>
            </w:pPr>
          </w:p>
        </w:tc>
        <w:tc>
          <w:tcPr>
            <w:tcW w:w="720" w:type="dxa"/>
            <w:vMerge/>
            <w:tcBorders>
              <w:left w:val="nil"/>
              <w:right w:val="single" w:sz="4" w:space="0" w:color="auto"/>
            </w:tcBorders>
            <w:shd w:val="clear" w:color="auto" w:fill="FFFFFF"/>
            <w:vAlign w:val="center"/>
          </w:tcPr>
          <w:p w:rsidR="00DD2AC3" w:rsidRPr="00595534" w:rsidRDefault="00DD2AC3" w:rsidP="003F7AC2">
            <w:pPr>
              <w:jc w:val="center"/>
              <w:rPr>
                <w:sz w:val="20"/>
                <w:szCs w:val="20"/>
              </w:rPr>
            </w:pPr>
          </w:p>
        </w:tc>
        <w:tc>
          <w:tcPr>
            <w:tcW w:w="1440" w:type="dxa"/>
            <w:vMerge/>
            <w:tcBorders>
              <w:left w:val="nil"/>
              <w:right w:val="single" w:sz="4" w:space="0" w:color="auto"/>
            </w:tcBorders>
            <w:shd w:val="clear" w:color="auto" w:fill="FFFFFF"/>
            <w:noWrap/>
            <w:vAlign w:val="center"/>
          </w:tcPr>
          <w:p w:rsidR="00DD2AC3" w:rsidRPr="00595534" w:rsidRDefault="00DD2AC3" w:rsidP="003F7AC2">
            <w:pPr>
              <w:rPr>
                <w:sz w:val="16"/>
                <w:szCs w:val="16"/>
              </w:rPr>
            </w:pPr>
          </w:p>
        </w:tc>
      </w:tr>
      <w:tr w:rsidR="00DD2AC3" w:rsidRPr="00595534"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595534" w:rsidRDefault="00DD2AC3" w:rsidP="003F7AC2">
            <w:r w:rsidRPr="00595534">
              <w:rPr>
                <w:sz w:val="22"/>
                <w:szCs w:val="22"/>
              </w:rPr>
              <w:t>Testnevelés I.</w:t>
            </w:r>
          </w:p>
        </w:tc>
        <w:tc>
          <w:tcPr>
            <w:tcW w:w="1800" w:type="dxa"/>
            <w:vMerge w:val="restart"/>
            <w:tcBorders>
              <w:top w:val="single" w:sz="4" w:space="0" w:color="auto"/>
              <w:left w:val="nil"/>
              <w:right w:val="single" w:sz="4" w:space="0" w:color="auto"/>
            </w:tcBorders>
            <w:shd w:val="clear" w:color="auto" w:fill="FFFFFF"/>
            <w:vAlign w:val="center"/>
          </w:tcPr>
          <w:p w:rsidR="00DD2AC3" w:rsidRPr="00595534" w:rsidRDefault="00DD2AC3" w:rsidP="003F7AC2">
            <w:r w:rsidRPr="00595534">
              <w:rPr>
                <w:sz w:val="22"/>
                <w:szCs w:val="22"/>
              </w:rPr>
              <w:t>Gymnastic I.</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595534" w:rsidRDefault="00DD2AC3" w:rsidP="003F7AC2">
            <w:pPr>
              <w:rPr>
                <w:b/>
                <w:sz w:val="16"/>
                <w:szCs w:val="16"/>
              </w:rPr>
            </w:pPr>
            <w:r w:rsidRPr="00595534">
              <w:rPr>
                <w:bCs/>
                <w:sz w:val="16"/>
                <w:szCs w:val="16"/>
              </w:rPr>
              <w:t>KEGNRSB122A</w:t>
            </w:r>
          </w:p>
        </w:tc>
        <w:tc>
          <w:tcPr>
            <w:tcW w:w="360" w:type="dxa"/>
            <w:tcBorders>
              <w:top w:val="single" w:sz="4" w:space="0" w:color="auto"/>
              <w:left w:val="nil"/>
              <w:bottom w:val="single" w:sz="4" w:space="0" w:color="auto"/>
              <w:right w:val="single" w:sz="4" w:space="0" w:color="auto"/>
            </w:tcBorders>
            <w:noWrap/>
            <w:vAlign w:val="center"/>
          </w:tcPr>
          <w:p w:rsidR="00DD2AC3" w:rsidRPr="00595534"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vAlign w:val="center"/>
          </w:tcPr>
          <w:p w:rsidR="00DD2AC3" w:rsidRPr="00595534" w:rsidRDefault="00DD2AC3" w:rsidP="003F7AC2">
            <w:pPr>
              <w:jc w:val="center"/>
              <w:rPr>
                <w:sz w:val="20"/>
                <w:szCs w:val="20"/>
              </w:rPr>
            </w:pPr>
            <w:r w:rsidRPr="00595534">
              <w:rPr>
                <w:sz w:val="20"/>
                <w:szCs w:val="20"/>
              </w:rPr>
              <w:t>2</w:t>
            </w:r>
          </w:p>
        </w:tc>
        <w:tc>
          <w:tcPr>
            <w:tcW w:w="360" w:type="dxa"/>
            <w:tcBorders>
              <w:top w:val="single" w:sz="4" w:space="0" w:color="auto"/>
              <w:left w:val="nil"/>
              <w:bottom w:val="single" w:sz="4" w:space="0" w:color="auto"/>
              <w:right w:val="single" w:sz="4" w:space="0" w:color="auto"/>
            </w:tcBorders>
            <w:vAlign w:val="center"/>
          </w:tcPr>
          <w:p w:rsidR="00DD2AC3" w:rsidRPr="00595534"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595534" w:rsidRDefault="00DD2AC3" w:rsidP="003F7AC2">
            <w:pPr>
              <w:jc w:val="center"/>
              <w:rPr>
                <w:sz w:val="20"/>
                <w:szCs w:val="20"/>
              </w:rPr>
            </w:pPr>
            <w:r w:rsidRPr="00595534">
              <w:rPr>
                <w:sz w:val="20"/>
                <w:szCs w:val="20"/>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595534" w:rsidRDefault="00DD2AC3" w:rsidP="003F7AC2">
            <w:pPr>
              <w:jc w:val="center"/>
              <w:rPr>
                <w:sz w:val="20"/>
                <w:szCs w:val="20"/>
              </w:rPr>
            </w:pPr>
            <w:r w:rsidRPr="00595534">
              <w:rPr>
                <w:sz w:val="20"/>
                <w:szCs w:val="20"/>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595534" w:rsidRDefault="00DD2AC3" w:rsidP="003F7AC2">
            <w:pPr>
              <w:jc w:val="center"/>
              <w:rPr>
                <w:sz w:val="20"/>
                <w:szCs w:val="20"/>
              </w:rPr>
            </w:pPr>
            <w:r w:rsidRPr="00595534">
              <w:rPr>
                <w:sz w:val="20"/>
                <w:szCs w:val="20"/>
              </w:rPr>
              <w:t>RS</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595534"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4024BF">
            <w:r w:rsidRPr="00B8156E">
              <w:rPr>
                <w:sz w:val="22"/>
                <w:szCs w:val="22"/>
              </w:rPr>
              <w:t>Idegen nyelv I. angol</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English language course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KEGNILB124A</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rPr>
                <w:sz w:val="20"/>
                <w:szCs w:val="20"/>
              </w:rPr>
            </w:pPr>
            <w:r w:rsidRPr="00B8156E">
              <w:rPr>
                <w:sz w:val="20"/>
                <w:szCs w:val="20"/>
              </w:rPr>
              <w:t>4</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Pr>
                <w:sz w:val="20"/>
                <w:szCs w:val="20"/>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IL</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Idegen nyelv I. német</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German  language course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KEGNILB124B</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rPr>
                <w:sz w:val="20"/>
                <w:szCs w:val="20"/>
              </w:rPr>
            </w:pPr>
            <w:r w:rsidRPr="00B8156E">
              <w:rPr>
                <w:sz w:val="20"/>
                <w:szCs w:val="20"/>
              </w:rPr>
              <w:t>4</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rPr>
                <w:sz w:val="20"/>
                <w:szCs w:val="20"/>
              </w:rPr>
            </w:pPr>
            <w:r>
              <w:rPr>
                <w:sz w:val="20"/>
                <w:szCs w:val="20"/>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IL</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Napos beosztás I.</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rPr>
                <w:color w:val="000000"/>
              </w:rPr>
            </w:pPr>
            <w:r w:rsidRPr="00B8156E">
              <w:rPr>
                <w:color w:val="000000"/>
                <w:sz w:val="22"/>
                <w:szCs w:val="22"/>
              </w:rPr>
              <w:t>Daily  Practice in Horticulture I.</w:t>
            </w:r>
          </w:p>
          <w:p w:rsidR="00DD2AC3" w:rsidRPr="00B8156E" w:rsidRDefault="00DD2AC3" w:rsidP="003F7AC2"/>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691108" w:rsidRDefault="00DD2AC3" w:rsidP="003F7AC2">
            <w:pPr>
              <w:rPr>
                <w:b/>
                <w:sz w:val="16"/>
                <w:szCs w:val="16"/>
              </w:rPr>
            </w:pPr>
            <w:r w:rsidRPr="00691108">
              <w:rPr>
                <w:bCs/>
                <w:sz w:val="16"/>
                <w:szCs w:val="16"/>
              </w:rPr>
              <w:t>KEGNKEB126A</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rPr>
                <w:sz w:val="20"/>
                <w:szCs w:val="20"/>
              </w:rPr>
            </w:pPr>
            <w:r w:rsidRPr="00B8156E">
              <w:rPr>
                <w:sz w:val="20"/>
                <w:szCs w:val="20"/>
              </w:rPr>
              <w:t>6</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rPr>
                <w:sz w:val="20"/>
                <w:szCs w:val="20"/>
              </w:rP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r w:rsidRPr="00B8156E">
              <w:rPr>
                <w:sz w:val="20"/>
                <w:szCs w:val="20"/>
              </w:rPr>
              <w:t>0</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r>
              <w:rPr>
                <w:sz w:val="20"/>
                <w:szCs w:val="20"/>
              </w:rPr>
              <w:t>A</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r w:rsidRPr="00B8156E">
              <w:rPr>
                <w:sz w:val="20"/>
                <w:szCs w:val="20"/>
              </w:rP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rPr>
                <w:sz w:val="20"/>
                <w:szCs w:val="20"/>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rPr>
                <w:sz w:val="20"/>
                <w:szCs w:val="20"/>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rPr>
                <w:sz w:val="20"/>
                <w:szCs w:val="20"/>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0D2EBF" w:rsidRDefault="00DD2AC3" w:rsidP="003F7AC2">
            <w:pPr>
              <w:rPr>
                <w:b/>
                <w:sz w:val="16"/>
                <w:szCs w:val="16"/>
              </w:rPr>
            </w:pPr>
            <w:r w:rsidRPr="000D2EBF">
              <w:rPr>
                <w:b/>
                <w:sz w:val="16"/>
                <w:szCs w:val="16"/>
              </w:rPr>
              <w:t> Elvárható félévi kredit</w:t>
            </w:r>
          </w:p>
          <w:p w:rsidR="00DD2AC3" w:rsidRPr="000D2EBF" w:rsidRDefault="00DD2AC3" w:rsidP="003F7AC2">
            <w:pPr>
              <w:rPr>
                <w:b/>
                <w:i/>
                <w:sz w:val="16"/>
                <w:szCs w:val="16"/>
              </w:rPr>
            </w:pPr>
          </w:p>
        </w:tc>
        <w:tc>
          <w:tcPr>
            <w:tcW w:w="1800" w:type="dxa"/>
            <w:tcBorders>
              <w:top w:val="single" w:sz="4" w:space="0" w:color="auto"/>
              <w:left w:val="nil"/>
              <w:bottom w:val="single" w:sz="4" w:space="0" w:color="auto"/>
              <w:right w:val="single" w:sz="4" w:space="0" w:color="auto"/>
            </w:tcBorders>
            <w:shd w:val="clear" w:color="auto" w:fill="FFFF99"/>
            <w:vAlign w:val="center"/>
          </w:tcPr>
          <w:p w:rsidR="00DD2AC3" w:rsidRPr="000D2EBF" w:rsidRDefault="00DD2AC3" w:rsidP="003F7AC2">
            <w:pPr>
              <w:rPr>
                <w:b/>
                <w:sz w:val="16"/>
                <w:szCs w:val="16"/>
              </w:rPr>
            </w:pPr>
            <w:r w:rsidRPr="000D2EBF">
              <w:rPr>
                <w:b/>
                <w:sz w:val="16"/>
                <w:szCs w:val="16"/>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B8156E"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B8156E" w:rsidRDefault="00DD2AC3" w:rsidP="003F7AC2">
            <w:pPr>
              <w:jc w:val="center"/>
              <w:rPr>
                <w:sz w:val="20"/>
                <w:szCs w:val="20"/>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DD2AC3" w:rsidRPr="00B8156E" w:rsidRDefault="00DD2AC3" w:rsidP="003F7AC2">
            <w:pPr>
              <w:jc w:val="center"/>
              <w:rPr>
                <w:sz w:val="20"/>
                <w:szCs w:val="20"/>
              </w:rPr>
            </w:pPr>
            <w:r w:rsidRPr="00595534">
              <w:rPr>
                <w:sz w:val="20"/>
                <w:szCs w:val="20"/>
              </w:rPr>
              <w:t>29</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DD2AC3" w:rsidRPr="00B8156E" w:rsidRDefault="00DD2AC3" w:rsidP="003F7AC2">
            <w:pPr>
              <w:jc w:val="center"/>
              <w:rPr>
                <w:sz w:val="20"/>
                <w:szCs w:val="20"/>
              </w:rPr>
            </w:pPr>
          </w:p>
        </w:tc>
        <w:tc>
          <w:tcPr>
            <w:tcW w:w="720" w:type="dxa"/>
            <w:tcBorders>
              <w:top w:val="single" w:sz="4" w:space="0" w:color="auto"/>
              <w:left w:val="nil"/>
              <w:bottom w:val="single" w:sz="4" w:space="0" w:color="auto"/>
              <w:right w:val="single" w:sz="4" w:space="0" w:color="auto"/>
            </w:tcBorders>
            <w:shd w:val="clear" w:color="auto" w:fill="FFFF99"/>
            <w:vAlign w:val="center"/>
          </w:tcPr>
          <w:p w:rsidR="00DD2AC3" w:rsidRPr="00B8156E" w:rsidRDefault="00DD2AC3" w:rsidP="003F7AC2">
            <w:pPr>
              <w:jc w:val="center"/>
              <w:rPr>
                <w:sz w:val="20"/>
                <w:szCs w:val="20"/>
              </w:rP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rPr>
                <w:sz w:val="16"/>
                <w:szCs w:val="16"/>
              </w:rPr>
            </w:pPr>
          </w:p>
        </w:tc>
      </w:tr>
    </w:tbl>
    <w:p w:rsidR="00DD2AC3" w:rsidRDefault="00DD2AC3" w:rsidP="00B14725"/>
    <w:p w:rsidR="00DD2AC3" w:rsidRDefault="00DD2AC3" w:rsidP="00B14725"/>
    <w:p w:rsidR="00DD2AC3" w:rsidRDefault="00DD2AC3" w:rsidP="00B14725"/>
    <w:p w:rsidR="00DD2AC3" w:rsidRDefault="00DD2AC3" w:rsidP="00B14725"/>
    <w:p w:rsidR="00DD2AC3" w:rsidRDefault="00DD2AC3" w:rsidP="00B14725"/>
    <w:p w:rsidR="00DD2AC3" w:rsidRDefault="00DD2AC3" w:rsidP="00B14725"/>
    <w:p w:rsidR="00DD2AC3" w:rsidRDefault="00DD2AC3" w:rsidP="00B14725">
      <w:pPr>
        <w:jc w:val="center"/>
      </w:pPr>
      <w:r>
        <w:t>2.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DD2AC3" w:rsidRPr="00E753BD" w:rsidRDefault="00DD2AC3" w:rsidP="003F7AC2">
            <w:pPr>
              <w:jc w:val="center"/>
              <w:rPr>
                <w:b/>
                <w:bCs/>
                <w:sz w:val="16"/>
                <w:szCs w:val="16"/>
              </w:rPr>
            </w:pPr>
            <w:r w:rsidRPr="00E753BD">
              <w:rPr>
                <w:b/>
                <w:bCs/>
                <w:sz w:val="16"/>
                <w:szCs w:val="16"/>
              </w:rPr>
              <w:t>Course title</w:t>
            </w:r>
          </w:p>
        </w:tc>
        <w:tc>
          <w:tcPr>
            <w:tcW w:w="1440"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Tárgykód</w:t>
            </w:r>
          </w:p>
          <w:p w:rsidR="00DD2AC3" w:rsidRPr="00E753BD" w:rsidRDefault="00DD2AC3" w:rsidP="003F7AC2">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Óraszám</w:t>
            </w:r>
          </w:p>
          <w:p w:rsidR="00DD2AC3" w:rsidRPr="00E753BD" w:rsidRDefault="00DD2AC3" w:rsidP="003F7AC2">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Kredit</w:t>
            </w:r>
          </w:p>
          <w:p w:rsidR="00DD2AC3" w:rsidRPr="00E753BD" w:rsidRDefault="00DD2AC3" w:rsidP="003F7AC2">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Számon-</w:t>
            </w:r>
          </w:p>
          <w:p w:rsidR="00DD2AC3" w:rsidRPr="00E753BD" w:rsidRDefault="00DD2AC3" w:rsidP="003F7AC2">
            <w:pPr>
              <w:jc w:val="center"/>
              <w:rPr>
                <w:b/>
                <w:bCs/>
                <w:sz w:val="16"/>
                <w:szCs w:val="16"/>
              </w:rPr>
            </w:pPr>
            <w:r w:rsidRPr="00E753BD">
              <w:rPr>
                <w:b/>
                <w:bCs/>
                <w:sz w:val="16"/>
                <w:szCs w:val="16"/>
              </w:rPr>
              <w:t>kérés</w:t>
            </w:r>
          </w:p>
          <w:p w:rsidR="00DD2AC3" w:rsidRPr="00E753BD" w:rsidRDefault="00DD2AC3" w:rsidP="003F7AC2">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4"/>
                <w:szCs w:val="14"/>
              </w:rPr>
            </w:pPr>
            <w:r w:rsidRPr="00E753BD">
              <w:rPr>
                <w:b/>
                <w:bCs/>
                <w:sz w:val="14"/>
                <w:szCs w:val="14"/>
              </w:rPr>
              <w:t>Tanszék</w:t>
            </w:r>
          </w:p>
          <w:p w:rsidR="00DD2AC3" w:rsidRPr="00E753BD" w:rsidRDefault="00DD2AC3" w:rsidP="003F7AC2">
            <w:pPr>
              <w:jc w:val="center"/>
              <w:rPr>
                <w:b/>
                <w:bCs/>
                <w:sz w:val="14"/>
                <w:szCs w:val="14"/>
              </w:rPr>
            </w:pPr>
            <w:r w:rsidRPr="00E753BD">
              <w:rPr>
                <w:b/>
                <w:bCs/>
                <w:sz w:val="14"/>
                <w:szCs w:val="14"/>
              </w:rPr>
              <w:t>kódja</w:t>
            </w:r>
          </w:p>
          <w:p w:rsidR="00DD2AC3" w:rsidRPr="00E753BD" w:rsidRDefault="00DD2AC3" w:rsidP="003F7AC2">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Előtanulmány</w:t>
            </w:r>
          </w:p>
          <w:p w:rsidR="00DD2AC3" w:rsidRPr="00E753BD" w:rsidRDefault="00DD2AC3" w:rsidP="003F7AC2">
            <w:pPr>
              <w:jc w:val="center"/>
              <w:rPr>
                <w:bCs/>
                <w:sz w:val="16"/>
                <w:szCs w:val="16"/>
              </w:rPr>
            </w:pPr>
            <w:r w:rsidRPr="00E753BD">
              <w:rPr>
                <w:bCs/>
                <w:sz w:val="16"/>
                <w:szCs w:val="16"/>
              </w:rPr>
              <w:t>Prerequisite</w:t>
            </w: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27"/>
          <w:jc w:val="center"/>
        </w:trPr>
        <w:tc>
          <w:tcPr>
            <w:tcW w:w="1985"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bottom w:val="single" w:sz="4" w:space="0" w:color="auto"/>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44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Statisztika</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 xml:space="preserve"> Statistics </w:t>
            </w:r>
          </w:p>
          <w:p w:rsidR="00DD2AC3" w:rsidRPr="00B8156E"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KEGNGMB242B</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GM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r w:rsidRPr="00B8156E">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Növényrendszertan</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Taxonomy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KEGNNBB222D</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t>F</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NB</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Növényélettan</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lang w:val="en-GB"/>
              </w:rPr>
              <w:t>Plant Physiology</w:t>
            </w:r>
          </w:p>
          <w:p w:rsidR="00DD2AC3" w:rsidRPr="00B8156E" w:rsidRDefault="00DD2AC3" w:rsidP="003F7AC2">
            <w:r w:rsidRPr="00B8156E">
              <w:rPr>
                <w:sz w:val="22"/>
                <w:szCs w:val="22"/>
              </w:rPr>
              <w:t>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KEGNNBB244B</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NB</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Kertészeti géptan 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lang w:val="en-GB"/>
              </w:rPr>
              <w:t>Horticultural engineering I.</w:t>
            </w:r>
          </w:p>
          <w:p w:rsidR="00DD2AC3" w:rsidRPr="00B8156E" w:rsidRDefault="00DD2AC3" w:rsidP="003F7AC2">
            <w:r w:rsidRPr="00B8156E">
              <w:rPr>
                <w:sz w:val="22"/>
                <w:szCs w:val="22"/>
              </w:rPr>
              <w:t>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KEGNAMB244C</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5</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AM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 xml:space="preserve"> EU</w:t>
            </w:r>
            <w:r w:rsidRPr="00B8156E">
              <w:rPr>
                <w:strike/>
                <w:sz w:val="22"/>
                <w:szCs w:val="22"/>
              </w:rPr>
              <w:t xml:space="preserve"> </w:t>
            </w:r>
            <w:r w:rsidRPr="00B8156E">
              <w:rPr>
                <w:sz w:val="22"/>
                <w:szCs w:val="22"/>
              </w:rPr>
              <w:t>agrárpolitikája</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bCs/>
                <w:sz w:val="22"/>
                <w:szCs w:val="22"/>
              </w:rPr>
              <w:t>The agricultural  policy of the EU</w:t>
            </w:r>
            <w:r w:rsidRPr="00B8156E">
              <w:rPr>
                <w:sz w:val="22"/>
                <w:szCs w:val="22"/>
              </w:rPr>
              <w:t>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KEGNGTB212U</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GT</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Agrometeorológia</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Agrometeorology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KEGNMVB242A</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MV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Talajtan</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Soil Science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KEGNNOB243A</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NO</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1520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Növénynemesítés alapjai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Principles of Plant Breeding</w:t>
            </w:r>
          </w:p>
          <w:p w:rsidR="00DD2AC3" w:rsidRPr="00B8156E" w:rsidRDefault="00DD2AC3" w:rsidP="003F7AC2">
            <w:r w:rsidRPr="00B8156E">
              <w:rPr>
                <w:sz w:val="22"/>
                <w:szCs w:val="22"/>
              </w:rPr>
              <w:t>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C14F3" w:rsidRDefault="00DD2AC3" w:rsidP="003F7AC2">
            <w:pPr>
              <w:jc w:val="center"/>
              <w:rPr>
                <w:bCs/>
                <w:sz w:val="16"/>
                <w:szCs w:val="16"/>
              </w:rPr>
            </w:pPr>
            <w:r w:rsidRPr="00BC14F3">
              <w:rPr>
                <w:bCs/>
                <w:sz w:val="16"/>
                <w:szCs w:val="16"/>
              </w:rPr>
              <w:t>KEGNNBB244E</w:t>
            </w:r>
          </w:p>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t>5</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NB</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Testnevelés II.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Gymnastic II.</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KEGNRSB222B</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RS</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DB3ADA">
            <w:r w:rsidRPr="00B8156E">
              <w:rPr>
                <w:sz w:val="22"/>
                <w:szCs w:val="22"/>
              </w:rPr>
              <w:t>Idegen nyelvI I. angol</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English language course</w:t>
            </w:r>
          </w:p>
        </w:tc>
        <w:tc>
          <w:tcPr>
            <w:tcW w:w="1440" w:type="dxa"/>
            <w:vMerge w:val="restart"/>
            <w:tcBorders>
              <w:top w:val="single" w:sz="4" w:space="0" w:color="auto"/>
              <w:left w:val="single" w:sz="4" w:space="0" w:color="auto"/>
              <w:right w:val="single" w:sz="4" w:space="0" w:color="auto"/>
            </w:tcBorders>
            <w:shd w:val="clear" w:color="auto" w:fill="FFFFFF"/>
            <w:noWrap/>
          </w:tcPr>
          <w:p w:rsidR="00DD2AC3" w:rsidRDefault="00DD2AC3" w:rsidP="003F7AC2">
            <w:pPr>
              <w:rPr>
                <w:bCs/>
                <w:sz w:val="16"/>
                <w:szCs w:val="16"/>
              </w:rPr>
            </w:pPr>
          </w:p>
          <w:p w:rsidR="00DD2AC3" w:rsidRPr="00BC14F3" w:rsidRDefault="00DD2AC3" w:rsidP="003F7AC2">
            <w:pPr>
              <w:rPr>
                <w:sz w:val="16"/>
                <w:szCs w:val="16"/>
              </w:rPr>
            </w:pPr>
            <w:r w:rsidRPr="00BC14F3">
              <w:rPr>
                <w:bCs/>
                <w:sz w:val="16"/>
                <w:szCs w:val="16"/>
              </w:rPr>
              <w:t>KEGNILB224C</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4</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Pr>
                <w:sz w:val="22"/>
                <w:szCs w:val="22"/>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IL</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Idegen nyelvII. német</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German  language course</w:t>
            </w:r>
          </w:p>
        </w:tc>
        <w:tc>
          <w:tcPr>
            <w:tcW w:w="1440" w:type="dxa"/>
            <w:vMerge w:val="restart"/>
            <w:tcBorders>
              <w:top w:val="single" w:sz="4" w:space="0" w:color="auto"/>
              <w:left w:val="single" w:sz="4" w:space="0" w:color="auto"/>
              <w:right w:val="single" w:sz="4" w:space="0" w:color="auto"/>
            </w:tcBorders>
            <w:shd w:val="clear" w:color="auto" w:fill="FFFFFF"/>
            <w:noWrap/>
          </w:tcPr>
          <w:p w:rsidR="00DD2AC3" w:rsidRDefault="00DD2AC3" w:rsidP="003F7AC2">
            <w:pPr>
              <w:rPr>
                <w:bCs/>
                <w:sz w:val="16"/>
                <w:szCs w:val="16"/>
              </w:rPr>
            </w:pPr>
          </w:p>
          <w:p w:rsidR="00DD2AC3" w:rsidRPr="00BC14F3" w:rsidRDefault="00DD2AC3" w:rsidP="003F7AC2">
            <w:pPr>
              <w:rPr>
                <w:sz w:val="16"/>
                <w:szCs w:val="16"/>
              </w:rPr>
            </w:pPr>
            <w:r w:rsidRPr="00BC14F3">
              <w:rPr>
                <w:bCs/>
                <w:sz w:val="16"/>
                <w:szCs w:val="16"/>
              </w:rPr>
              <w:t>KEGNILB224D</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4</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Pr>
                <w:sz w:val="22"/>
                <w:szCs w:val="22"/>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IL</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Napos beosztásI I</w:t>
            </w:r>
            <w:r>
              <w:rPr>
                <w:sz w:val="22"/>
                <w:szCs w:val="22"/>
              </w:rPr>
              <w:t>I</w:t>
            </w:r>
            <w:r w:rsidRPr="00B8156E">
              <w:rPr>
                <w:sz w:val="22"/>
                <w:szCs w:val="22"/>
              </w:rPr>
              <w:t>.</w:t>
            </w:r>
          </w:p>
        </w:tc>
        <w:tc>
          <w:tcPr>
            <w:tcW w:w="180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rPr>
                <w:color w:val="000000"/>
              </w:rPr>
            </w:pPr>
            <w:r w:rsidRPr="00B8156E">
              <w:rPr>
                <w:color w:val="000000"/>
                <w:sz w:val="22"/>
                <w:szCs w:val="22"/>
              </w:rPr>
              <w:t>Daily  Practice in Horticulture II.</w:t>
            </w:r>
          </w:p>
          <w:p w:rsidR="00DD2AC3" w:rsidRPr="00B8156E" w:rsidRDefault="00DD2AC3" w:rsidP="003F7AC2"/>
        </w:tc>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KEGNKEB126A</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6</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0</w:t>
            </w:r>
          </w:p>
        </w:tc>
        <w:tc>
          <w:tcPr>
            <w:tcW w:w="90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Pr>
                <w:sz w:val="22"/>
                <w:szCs w:val="22"/>
              </w:rPr>
              <w:t>A</w:t>
            </w:r>
          </w:p>
        </w:tc>
        <w:tc>
          <w:tcPr>
            <w:tcW w:w="72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13"/>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i/>
                <w:sz w:val="16"/>
                <w:szCs w:val="16"/>
              </w:rPr>
            </w:pPr>
            <w:r w:rsidRPr="00E753BD">
              <w:rPr>
                <w:b/>
                <w:sz w:val="16"/>
                <w:szCs w:val="16"/>
              </w:rPr>
              <w:t> Elvárható félévi kredit</w:t>
            </w:r>
          </w:p>
        </w:tc>
        <w:tc>
          <w:tcPr>
            <w:tcW w:w="180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rPr>
                <w:b/>
                <w:sz w:val="16"/>
                <w:szCs w:val="16"/>
              </w:rPr>
            </w:pPr>
            <w:r w:rsidRPr="00E753BD">
              <w:rPr>
                <w:b/>
                <w:sz w:val="16"/>
                <w:szCs w:val="16"/>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DD2AC3" w:rsidRPr="00B8156E" w:rsidRDefault="00DD2AC3" w:rsidP="003F7AC2">
            <w:pPr>
              <w:jc w:val="center"/>
            </w:pPr>
            <w:r w:rsidRPr="00B8156E">
              <w:rPr>
                <w:sz w:val="22"/>
                <w:szCs w:val="22"/>
              </w:rPr>
              <w:t>2</w:t>
            </w:r>
            <w:r>
              <w:rPr>
                <w:sz w:val="22"/>
                <w:szCs w:val="22"/>
              </w:rPr>
              <w:t>7</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DD2AC3" w:rsidRPr="00B8156E" w:rsidRDefault="00DD2AC3" w:rsidP="003F7AC2">
            <w:pPr>
              <w:jc w:val="center"/>
            </w:pPr>
          </w:p>
        </w:tc>
        <w:tc>
          <w:tcPr>
            <w:tcW w:w="720" w:type="dxa"/>
            <w:tcBorders>
              <w:top w:val="single" w:sz="4" w:space="0" w:color="auto"/>
              <w:left w:val="nil"/>
              <w:bottom w:val="single" w:sz="4" w:space="0" w:color="auto"/>
              <w:right w:val="single" w:sz="4" w:space="0" w:color="auto"/>
            </w:tcBorders>
            <w:shd w:val="clear" w:color="auto" w:fill="FFFF99"/>
            <w:vAlign w:val="center"/>
          </w:tcPr>
          <w:p w:rsidR="00DD2AC3" w:rsidRPr="00B8156E" w:rsidRDefault="00DD2AC3" w:rsidP="003F7AC2">
            <w:pPr>
              <w:jc w:val="cente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rPr>
                <w:sz w:val="16"/>
                <w:szCs w:val="16"/>
              </w:rPr>
            </w:pPr>
          </w:p>
        </w:tc>
      </w:tr>
    </w:tbl>
    <w:p w:rsidR="00DD2AC3" w:rsidRDefault="00DD2AC3" w:rsidP="00B14725">
      <w:pPr>
        <w:tabs>
          <w:tab w:val="left" w:pos="284"/>
        </w:tabs>
      </w:pPr>
    </w:p>
    <w:p w:rsidR="00DD2AC3" w:rsidRDefault="00DD2AC3" w:rsidP="00B14725">
      <w:pPr>
        <w:jc w:val="center"/>
      </w:pPr>
    </w:p>
    <w:p w:rsidR="00DD2AC3" w:rsidRDefault="00DD2AC3" w:rsidP="00B14725">
      <w:pPr>
        <w:jc w:val="center"/>
      </w:pPr>
    </w:p>
    <w:p w:rsidR="00DD2AC3" w:rsidRDefault="00DD2AC3" w:rsidP="00B14725">
      <w:pPr>
        <w:jc w:val="center"/>
      </w:pPr>
    </w:p>
    <w:p w:rsidR="00DD2AC3" w:rsidRDefault="00DD2AC3" w:rsidP="00B14725">
      <w:pPr>
        <w:jc w:val="center"/>
      </w:pPr>
    </w:p>
    <w:p w:rsidR="00DD2AC3" w:rsidRDefault="00DD2AC3" w:rsidP="00B14725">
      <w:pPr>
        <w:jc w:val="center"/>
      </w:pPr>
    </w:p>
    <w:p w:rsidR="00DD2AC3" w:rsidRDefault="00DD2AC3" w:rsidP="00B14725">
      <w:pPr>
        <w:jc w:val="center"/>
      </w:pPr>
      <w:r>
        <w:t>3.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DD2AC3" w:rsidRPr="00E753BD" w:rsidRDefault="00DD2AC3" w:rsidP="003F7AC2">
            <w:pPr>
              <w:jc w:val="center"/>
              <w:rPr>
                <w:b/>
                <w:bCs/>
                <w:sz w:val="16"/>
                <w:szCs w:val="16"/>
              </w:rPr>
            </w:pPr>
            <w:r w:rsidRPr="00E753BD">
              <w:rPr>
                <w:b/>
                <w:bCs/>
                <w:sz w:val="16"/>
                <w:szCs w:val="16"/>
              </w:rPr>
              <w:t>Course title</w:t>
            </w:r>
          </w:p>
        </w:tc>
        <w:tc>
          <w:tcPr>
            <w:tcW w:w="1440"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Tárgykód</w:t>
            </w:r>
          </w:p>
          <w:p w:rsidR="00DD2AC3" w:rsidRPr="00E753BD" w:rsidRDefault="00DD2AC3" w:rsidP="003F7AC2">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Óraszám</w:t>
            </w:r>
          </w:p>
          <w:p w:rsidR="00DD2AC3" w:rsidRPr="00E753BD" w:rsidRDefault="00DD2AC3" w:rsidP="003F7AC2">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Kredit</w:t>
            </w:r>
          </w:p>
          <w:p w:rsidR="00DD2AC3" w:rsidRPr="00E753BD" w:rsidRDefault="00DD2AC3" w:rsidP="003F7AC2">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Számon-</w:t>
            </w:r>
          </w:p>
          <w:p w:rsidR="00DD2AC3" w:rsidRPr="00E753BD" w:rsidRDefault="00DD2AC3" w:rsidP="003F7AC2">
            <w:pPr>
              <w:jc w:val="center"/>
              <w:rPr>
                <w:b/>
                <w:bCs/>
                <w:sz w:val="16"/>
                <w:szCs w:val="16"/>
              </w:rPr>
            </w:pPr>
            <w:r w:rsidRPr="00E753BD">
              <w:rPr>
                <w:b/>
                <w:bCs/>
                <w:sz w:val="16"/>
                <w:szCs w:val="16"/>
              </w:rPr>
              <w:t>kérés</w:t>
            </w:r>
          </w:p>
          <w:p w:rsidR="00DD2AC3" w:rsidRPr="00E753BD" w:rsidRDefault="00DD2AC3" w:rsidP="003F7AC2">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4"/>
                <w:szCs w:val="14"/>
              </w:rPr>
            </w:pPr>
            <w:r w:rsidRPr="00E753BD">
              <w:rPr>
                <w:b/>
                <w:bCs/>
                <w:sz w:val="14"/>
                <w:szCs w:val="14"/>
              </w:rPr>
              <w:t>Tanszék</w:t>
            </w:r>
          </w:p>
          <w:p w:rsidR="00DD2AC3" w:rsidRPr="00E753BD" w:rsidRDefault="00DD2AC3" w:rsidP="003F7AC2">
            <w:pPr>
              <w:jc w:val="center"/>
              <w:rPr>
                <w:b/>
                <w:bCs/>
                <w:sz w:val="14"/>
                <w:szCs w:val="14"/>
              </w:rPr>
            </w:pPr>
            <w:r w:rsidRPr="00E753BD">
              <w:rPr>
                <w:b/>
                <w:bCs/>
                <w:sz w:val="14"/>
                <w:szCs w:val="14"/>
              </w:rPr>
              <w:t>kódja</w:t>
            </w:r>
          </w:p>
          <w:p w:rsidR="00DD2AC3" w:rsidRPr="00E753BD" w:rsidRDefault="00DD2AC3" w:rsidP="003F7AC2">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Előtanulmány</w:t>
            </w:r>
          </w:p>
          <w:p w:rsidR="00DD2AC3" w:rsidRPr="00E753BD" w:rsidRDefault="00DD2AC3" w:rsidP="003F7AC2">
            <w:pPr>
              <w:jc w:val="center"/>
              <w:rPr>
                <w:bCs/>
                <w:sz w:val="16"/>
                <w:szCs w:val="16"/>
              </w:rPr>
            </w:pPr>
            <w:r w:rsidRPr="00E753BD">
              <w:rPr>
                <w:bCs/>
                <w:sz w:val="16"/>
                <w:szCs w:val="16"/>
              </w:rPr>
              <w:t>Prerequisite</w:t>
            </w: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27"/>
          <w:jc w:val="center"/>
        </w:trPr>
        <w:tc>
          <w:tcPr>
            <w:tcW w:w="1985"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bottom w:val="single" w:sz="4" w:space="0" w:color="auto"/>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44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Agrokémia és a növénytáplálás alapjai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Agrochemistry – Fundamentals of crop nutrition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227066" w:rsidRDefault="00DD2AC3" w:rsidP="003F7AC2">
            <w:pPr>
              <w:jc w:val="center"/>
              <w:rPr>
                <w:bCs/>
                <w:sz w:val="16"/>
                <w:szCs w:val="16"/>
              </w:rPr>
            </w:pPr>
            <w:r w:rsidRPr="00227066">
              <w:rPr>
                <w:bCs/>
                <w:sz w:val="16"/>
                <w:szCs w:val="16"/>
              </w:rPr>
              <w:t>KEGNNOB143B</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NO</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C5737B" w:rsidRDefault="00DD2AC3" w:rsidP="003F7AC2">
            <w:pPr>
              <w:jc w:val="center"/>
              <w:rPr>
                <w:sz w:val="20"/>
                <w:szCs w:val="20"/>
              </w:rPr>
            </w:pPr>
            <w:r w:rsidRPr="00C5737B">
              <w:rPr>
                <w:sz w:val="20"/>
                <w:szCs w:val="20"/>
              </w:rPr>
              <w:t>Talajtan VIZSGAJEGY&gt;=2</w:t>
            </w:r>
          </w:p>
          <w:p w:rsidR="00DD2AC3" w:rsidRPr="00C5737B" w:rsidRDefault="00DD2AC3" w:rsidP="003F7AC2">
            <w:pPr>
              <w:jc w:val="center"/>
              <w:rPr>
                <w:sz w:val="20"/>
                <w:szCs w:val="20"/>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22706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C5737B" w:rsidRDefault="00DD2AC3" w:rsidP="003F7AC2">
            <w:pPr>
              <w:rPr>
                <w:sz w:val="20"/>
                <w:szCs w:val="20"/>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Vízgazdálkodás</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Water management </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227066" w:rsidRDefault="00DD2AC3" w:rsidP="003F7AC2">
            <w:pPr>
              <w:jc w:val="center"/>
              <w:rPr>
                <w:bCs/>
                <w:sz w:val="16"/>
                <w:szCs w:val="16"/>
              </w:rPr>
            </w:pPr>
            <w:r w:rsidRPr="00227066">
              <w:rPr>
                <w:bCs/>
                <w:sz w:val="16"/>
                <w:szCs w:val="16"/>
              </w:rPr>
              <w:t>KEGNMVB143A</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MV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C5737B" w:rsidRDefault="00DD2AC3" w:rsidP="003F7AC2">
            <w:pPr>
              <w:jc w:val="center"/>
              <w:rPr>
                <w:sz w:val="20"/>
                <w:szCs w:val="20"/>
              </w:rPr>
            </w:pPr>
            <w:r w:rsidRPr="00C5737B">
              <w:rPr>
                <w:sz w:val="20"/>
                <w:szCs w:val="20"/>
              </w:rPr>
              <w:t>Agrometeorológia VIZSGAJEGY&gt;=2</w:t>
            </w: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22706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C5737B" w:rsidRDefault="00DD2AC3" w:rsidP="003F7AC2">
            <w:pPr>
              <w:rPr>
                <w:sz w:val="20"/>
                <w:szCs w:val="20"/>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Földműveléstan</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Soil management </w:t>
            </w:r>
          </w:p>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227066" w:rsidRDefault="00DD2AC3" w:rsidP="003F7AC2">
            <w:pPr>
              <w:jc w:val="center"/>
              <w:rPr>
                <w:bCs/>
                <w:sz w:val="16"/>
                <w:szCs w:val="16"/>
              </w:rPr>
            </w:pPr>
            <w:r w:rsidRPr="00227066">
              <w:rPr>
                <w:bCs/>
                <w:sz w:val="16"/>
                <w:szCs w:val="16"/>
              </w:rPr>
              <w:t>KEGNNOB144A</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NO</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C5737B" w:rsidRDefault="00DD2AC3" w:rsidP="003F7AC2">
            <w:pPr>
              <w:jc w:val="center"/>
              <w:rPr>
                <w:sz w:val="20"/>
                <w:szCs w:val="20"/>
              </w:rPr>
            </w:pPr>
            <w:r w:rsidRPr="00C5737B">
              <w:rPr>
                <w:sz w:val="20"/>
                <w:szCs w:val="20"/>
              </w:rPr>
              <w:t>Agrometeorológia ALÁÍRÁS</w:t>
            </w:r>
          </w:p>
          <w:p w:rsidR="00DD2AC3" w:rsidRPr="00C5737B" w:rsidRDefault="00DD2AC3" w:rsidP="003F7AC2">
            <w:pPr>
              <w:jc w:val="center"/>
              <w:rPr>
                <w:sz w:val="20"/>
                <w:szCs w:val="20"/>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22706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C5737B" w:rsidRDefault="00DD2AC3" w:rsidP="003F7AC2">
            <w:pPr>
              <w:rPr>
                <w:sz w:val="20"/>
                <w:szCs w:val="20"/>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Dísznövénytermesztés és dendrológia 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 Ornamental plant production and ornamental dendrology I.</w:t>
            </w:r>
          </w:p>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227066" w:rsidRDefault="00DD2AC3" w:rsidP="003F7AC2">
            <w:pPr>
              <w:jc w:val="center"/>
              <w:rPr>
                <w:bCs/>
                <w:sz w:val="16"/>
                <w:szCs w:val="16"/>
              </w:rPr>
            </w:pPr>
            <w:r w:rsidRPr="00227066">
              <w:rPr>
                <w:bCs/>
                <w:sz w:val="16"/>
                <w:szCs w:val="16"/>
              </w:rPr>
              <w:t>KEGNKEB144B</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C5737B" w:rsidRDefault="00DD2AC3" w:rsidP="003F7AC2">
            <w:pPr>
              <w:jc w:val="center"/>
              <w:rPr>
                <w:sz w:val="20"/>
                <w:szCs w:val="20"/>
              </w:rPr>
            </w:pPr>
            <w:r w:rsidRPr="00C5737B">
              <w:rPr>
                <w:sz w:val="20"/>
                <w:szCs w:val="20"/>
              </w:rPr>
              <w:t>Növényélettan ALÁÍRÁS</w:t>
            </w:r>
          </w:p>
          <w:p w:rsidR="00DD2AC3" w:rsidRPr="00C5737B" w:rsidRDefault="00DD2AC3" w:rsidP="003F7AC2">
            <w:pPr>
              <w:jc w:val="center"/>
              <w:rPr>
                <w:sz w:val="20"/>
                <w:szCs w:val="20"/>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22706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C5737B" w:rsidRDefault="00DD2AC3" w:rsidP="003F7AC2">
            <w:pPr>
              <w:rPr>
                <w:sz w:val="20"/>
                <w:szCs w:val="20"/>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Gyümölcstermesztés 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Fruit production I.</w:t>
            </w:r>
          </w:p>
          <w:p w:rsidR="00DD2AC3" w:rsidRPr="00B8156E" w:rsidRDefault="00DD2AC3" w:rsidP="003F7AC2">
            <w:r w:rsidRPr="00B8156E">
              <w:rPr>
                <w:sz w:val="22"/>
                <w:szCs w:val="22"/>
              </w:rPr>
              <w:t> </w:t>
            </w:r>
          </w:p>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227066" w:rsidRDefault="00DD2AC3" w:rsidP="003F7AC2">
            <w:pPr>
              <w:jc w:val="center"/>
              <w:rPr>
                <w:bCs/>
                <w:sz w:val="16"/>
                <w:szCs w:val="16"/>
              </w:rPr>
            </w:pPr>
            <w:r w:rsidRPr="00227066">
              <w:rPr>
                <w:bCs/>
                <w:sz w:val="16"/>
                <w:szCs w:val="16"/>
              </w:rPr>
              <w:t>KEGNKEB144D</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C5737B" w:rsidRDefault="00DD2AC3" w:rsidP="003F7AC2">
            <w:pPr>
              <w:rPr>
                <w:sz w:val="20"/>
                <w:szCs w:val="20"/>
              </w:rPr>
            </w:pPr>
            <w:r w:rsidRPr="00C5737B">
              <w:rPr>
                <w:sz w:val="20"/>
                <w:szCs w:val="20"/>
              </w:rPr>
              <w:t>Növényélettan ALÁÍRÁS</w:t>
            </w: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22706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C5737B" w:rsidRDefault="00DD2AC3" w:rsidP="003F7AC2">
            <w:pPr>
              <w:rPr>
                <w:sz w:val="20"/>
                <w:szCs w:val="20"/>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Szőlőtermesztés 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Viticulture I.</w:t>
            </w:r>
          </w:p>
          <w:p w:rsidR="00DD2AC3" w:rsidRPr="00B8156E"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227066" w:rsidRDefault="00DD2AC3" w:rsidP="003F7AC2">
            <w:pPr>
              <w:jc w:val="center"/>
              <w:rPr>
                <w:bCs/>
                <w:sz w:val="16"/>
                <w:szCs w:val="16"/>
              </w:rPr>
            </w:pPr>
            <w:r w:rsidRPr="00227066">
              <w:rPr>
                <w:bCs/>
                <w:sz w:val="16"/>
                <w:szCs w:val="16"/>
              </w:rPr>
              <w:t>KEGNKEB144F</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C5737B" w:rsidRDefault="00DD2AC3" w:rsidP="003F7AC2">
            <w:pPr>
              <w:jc w:val="center"/>
              <w:rPr>
                <w:sz w:val="20"/>
                <w:szCs w:val="20"/>
              </w:rPr>
            </w:pPr>
            <w:r w:rsidRPr="00C5737B">
              <w:rPr>
                <w:sz w:val="20"/>
                <w:szCs w:val="20"/>
              </w:rPr>
              <w:t>Növényélettan ALÁÍRÁS</w:t>
            </w:r>
          </w:p>
          <w:p w:rsidR="00DD2AC3" w:rsidRPr="00C5737B" w:rsidRDefault="00DD2AC3" w:rsidP="003F7AC2">
            <w:pPr>
              <w:rPr>
                <w:sz w:val="20"/>
                <w:szCs w:val="20"/>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22706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C5737B" w:rsidRDefault="00DD2AC3" w:rsidP="003F7AC2">
            <w:pPr>
              <w:rPr>
                <w:sz w:val="20"/>
                <w:szCs w:val="20"/>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Zöldségtermesztés 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Vegetable production I.</w:t>
            </w:r>
          </w:p>
          <w:p w:rsidR="00DD2AC3" w:rsidRPr="00B8156E"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227066" w:rsidRDefault="00DD2AC3" w:rsidP="003F7AC2">
            <w:pPr>
              <w:jc w:val="center"/>
              <w:rPr>
                <w:bCs/>
                <w:sz w:val="16"/>
                <w:szCs w:val="16"/>
              </w:rPr>
            </w:pPr>
            <w:r w:rsidRPr="00227066">
              <w:rPr>
                <w:bCs/>
                <w:sz w:val="16"/>
                <w:szCs w:val="16"/>
              </w:rPr>
              <w:t>KEGNKEB144G</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C5737B" w:rsidRDefault="00DD2AC3" w:rsidP="003F7AC2">
            <w:pPr>
              <w:rPr>
                <w:sz w:val="20"/>
                <w:szCs w:val="20"/>
              </w:rPr>
            </w:pPr>
            <w:r w:rsidRPr="00C5737B">
              <w:rPr>
                <w:sz w:val="20"/>
                <w:szCs w:val="20"/>
              </w:rPr>
              <w:t>Növényélettan ALÁÍRÁS</w:t>
            </w: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22706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Gyógy- és aromanövények termesztése</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Medical and aromatic plants</w:t>
            </w:r>
          </w:p>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227066" w:rsidRDefault="00DD2AC3" w:rsidP="003F7AC2">
            <w:pPr>
              <w:jc w:val="center"/>
              <w:rPr>
                <w:bCs/>
                <w:sz w:val="16"/>
                <w:szCs w:val="16"/>
              </w:rPr>
            </w:pPr>
            <w:r w:rsidRPr="00227066">
              <w:rPr>
                <w:bCs/>
                <w:sz w:val="16"/>
                <w:szCs w:val="16"/>
              </w:rPr>
              <w:t>KEGNKEB143C</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22706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Kertészeti növényvédelem 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Plant Protection for Horticulture I.</w:t>
            </w:r>
          </w:p>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227066" w:rsidRDefault="00DD2AC3" w:rsidP="003F7AC2">
            <w:pPr>
              <w:jc w:val="center"/>
              <w:rPr>
                <w:bCs/>
                <w:sz w:val="16"/>
                <w:szCs w:val="16"/>
              </w:rPr>
            </w:pPr>
            <w:r w:rsidRPr="00227066">
              <w:rPr>
                <w:bCs/>
                <w:sz w:val="16"/>
                <w:szCs w:val="16"/>
              </w:rPr>
              <w:t>KEGNNVB144B</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MV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15"/>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61"/>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DB3ADA">
            <w:r w:rsidRPr="00B8156E">
              <w:rPr>
                <w:sz w:val="22"/>
                <w:szCs w:val="22"/>
              </w:rPr>
              <w:t>Idegen nyelv</w:t>
            </w:r>
            <w:r>
              <w:rPr>
                <w:sz w:val="22"/>
                <w:szCs w:val="22"/>
              </w:rPr>
              <w:t xml:space="preserve"> </w:t>
            </w:r>
            <w:r w:rsidRPr="00B8156E">
              <w:rPr>
                <w:sz w:val="22"/>
                <w:szCs w:val="22"/>
              </w:rPr>
              <w:t>III. angol</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English language course</w:t>
            </w:r>
          </w:p>
        </w:tc>
        <w:tc>
          <w:tcPr>
            <w:tcW w:w="1440" w:type="dxa"/>
            <w:vMerge w:val="restart"/>
            <w:tcBorders>
              <w:top w:val="single" w:sz="4" w:space="0" w:color="auto"/>
              <w:left w:val="single" w:sz="4" w:space="0" w:color="auto"/>
              <w:right w:val="single" w:sz="4" w:space="0" w:color="auto"/>
            </w:tcBorders>
            <w:shd w:val="clear" w:color="auto" w:fill="FFFFFF"/>
            <w:noWrap/>
          </w:tcPr>
          <w:p w:rsidR="00DD2AC3" w:rsidRDefault="00DD2AC3" w:rsidP="003F7AC2">
            <w:pPr>
              <w:rPr>
                <w:bCs/>
                <w:sz w:val="16"/>
                <w:szCs w:val="16"/>
              </w:rPr>
            </w:pPr>
          </w:p>
          <w:p w:rsidR="00DD2AC3" w:rsidRPr="00BC14F3" w:rsidRDefault="00DD2AC3" w:rsidP="003F7AC2">
            <w:pPr>
              <w:rPr>
                <w:sz w:val="16"/>
                <w:szCs w:val="16"/>
              </w:rPr>
            </w:pPr>
            <w:r w:rsidRPr="00BC14F3">
              <w:rPr>
                <w:bCs/>
                <w:sz w:val="16"/>
                <w:szCs w:val="16"/>
              </w:rPr>
              <w:t>KEGNILB224C</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4</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Pr>
                <w:sz w:val="22"/>
                <w:szCs w:val="22"/>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IL</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95"/>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97"/>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Idegen nyelv</w:t>
            </w:r>
            <w:r>
              <w:rPr>
                <w:sz w:val="22"/>
                <w:szCs w:val="22"/>
              </w:rPr>
              <w:t xml:space="preserve"> </w:t>
            </w:r>
            <w:r w:rsidRPr="00B8156E">
              <w:rPr>
                <w:sz w:val="22"/>
                <w:szCs w:val="22"/>
              </w:rPr>
              <w:t>III. német</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DB3ADA">
            <w:r w:rsidRPr="00B8156E">
              <w:rPr>
                <w:sz w:val="22"/>
                <w:szCs w:val="22"/>
              </w:rPr>
              <w:t>German language course</w:t>
            </w:r>
          </w:p>
        </w:tc>
        <w:tc>
          <w:tcPr>
            <w:tcW w:w="1440" w:type="dxa"/>
            <w:vMerge w:val="restart"/>
            <w:tcBorders>
              <w:top w:val="single" w:sz="4" w:space="0" w:color="auto"/>
              <w:left w:val="single" w:sz="4" w:space="0" w:color="auto"/>
              <w:right w:val="single" w:sz="4" w:space="0" w:color="auto"/>
            </w:tcBorders>
            <w:shd w:val="clear" w:color="auto" w:fill="FFFFFF"/>
            <w:noWrap/>
          </w:tcPr>
          <w:p w:rsidR="00DD2AC3" w:rsidRDefault="00DD2AC3" w:rsidP="003F7AC2">
            <w:pPr>
              <w:rPr>
                <w:bCs/>
                <w:sz w:val="16"/>
                <w:szCs w:val="16"/>
              </w:rPr>
            </w:pPr>
          </w:p>
          <w:p w:rsidR="00DD2AC3" w:rsidRPr="00BC14F3" w:rsidRDefault="00DD2AC3" w:rsidP="003F7AC2">
            <w:pPr>
              <w:rPr>
                <w:sz w:val="16"/>
                <w:szCs w:val="16"/>
              </w:rPr>
            </w:pPr>
            <w:r w:rsidRPr="00BC14F3">
              <w:rPr>
                <w:bCs/>
                <w:sz w:val="16"/>
                <w:szCs w:val="16"/>
              </w:rPr>
              <w:t>KEGNILB224D</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4</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Pr>
                <w:sz w:val="22"/>
                <w:szCs w:val="22"/>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IL</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59"/>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Szabadon választható</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Pr>
                <w:sz w:val="22"/>
                <w:szCs w:val="22"/>
              </w:rPr>
              <w:t>O</w:t>
            </w:r>
            <w:r w:rsidRPr="00B8156E">
              <w:rPr>
                <w:sz w:val="22"/>
                <w:szCs w:val="22"/>
              </w:rPr>
              <w:t>ptional subject</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3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CB73FA"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62"/>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r>
              <w:rPr>
                <w:sz w:val="22"/>
                <w:szCs w:val="22"/>
              </w:rPr>
              <w:t>Napos beosztás  I</w:t>
            </w:r>
            <w:r w:rsidRPr="00B8156E">
              <w:rPr>
                <w:sz w:val="22"/>
                <w:szCs w:val="22"/>
              </w:rPr>
              <w:t>II.</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rPr>
                <w:color w:val="000000"/>
              </w:rPr>
            </w:pPr>
            <w:r w:rsidRPr="00B8156E">
              <w:rPr>
                <w:color w:val="000000"/>
                <w:sz w:val="22"/>
                <w:szCs w:val="22"/>
              </w:rPr>
              <w:t>Daily  Practice in Horticulture III.</w:t>
            </w:r>
          </w:p>
          <w:p w:rsidR="00DD2AC3" w:rsidRPr="00B8156E" w:rsidRDefault="00DD2AC3" w:rsidP="003F7AC2"/>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BC14F3" w:rsidRDefault="00DD2AC3" w:rsidP="003F7AC2">
            <w:pPr>
              <w:rPr>
                <w:b/>
                <w:sz w:val="16"/>
                <w:szCs w:val="16"/>
              </w:rPr>
            </w:pPr>
            <w:r w:rsidRPr="00BC14F3">
              <w:rPr>
                <w:bCs/>
                <w:sz w:val="16"/>
                <w:szCs w:val="16"/>
              </w:rPr>
              <w:t>KEGNKEB126</w:t>
            </w:r>
            <w:r>
              <w:rPr>
                <w:bCs/>
                <w:sz w:val="16"/>
                <w:szCs w:val="16"/>
              </w:rPr>
              <w:t>C</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6</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CB73FA" w:rsidRDefault="00DD2AC3" w:rsidP="003F7AC2">
            <w:pPr>
              <w:jc w:val="center"/>
            </w:pPr>
            <w:r w:rsidRPr="00CB73FA">
              <w:rPr>
                <w:sz w:val="22"/>
                <w:szCs w:val="22"/>
              </w:rPr>
              <w:t>0</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AA6031" w:rsidRDefault="00DD2AC3" w:rsidP="003F7AC2">
            <w:pPr>
              <w:jc w:val="center"/>
              <w:rPr>
                <w:sz w:val="20"/>
                <w:szCs w:val="20"/>
              </w:rPr>
            </w:pPr>
            <w:r>
              <w:rPr>
                <w:sz w:val="20"/>
                <w:szCs w:val="20"/>
              </w:rPr>
              <w:t>É</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AA6031" w:rsidRDefault="00DD2AC3" w:rsidP="003F7AC2">
            <w:pPr>
              <w:jc w:val="center"/>
              <w:rPr>
                <w:sz w:val="20"/>
                <w:szCs w:val="20"/>
              </w:rPr>
            </w:pPr>
            <w:r w:rsidRPr="00AA6031">
              <w:rPr>
                <w:sz w:val="20"/>
                <w:szCs w:val="20"/>
              </w:rP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49"/>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446B85" w:rsidRDefault="00DD2AC3" w:rsidP="003F7AC2">
            <w:pPr>
              <w:jc w:val="center"/>
            </w:pPr>
            <w:r w:rsidRPr="00446B85">
              <w:rPr>
                <w:sz w:val="22"/>
                <w:szCs w:val="22"/>
              </w:rPr>
              <w:t>40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46B85"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CB73FA"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53"/>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i/>
                <w:sz w:val="16"/>
                <w:szCs w:val="16"/>
              </w:rPr>
            </w:pPr>
            <w:r w:rsidRPr="00E753BD">
              <w:rPr>
                <w:b/>
                <w:sz w:val="16"/>
                <w:szCs w:val="16"/>
              </w:rPr>
              <w:t> Elvárható félévi kredit</w:t>
            </w:r>
          </w:p>
        </w:tc>
        <w:tc>
          <w:tcPr>
            <w:tcW w:w="180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rPr>
                <w:b/>
                <w:sz w:val="16"/>
                <w:szCs w:val="16"/>
              </w:rPr>
            </w:pPr>
            <w:r w:rsidRPr="00E753BD">
              <w:rPr>
                <w:b/>
                <w:sz w:val="16"/>
                <w:szCs w:val="16"/>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DD2AC3" w:rsidRPr="00CB73FA" w:rsidRDefault="00DD2AC3" w:rsidP="003F7AC2">
            <w:pPr>
              <w:jc w:val="center"/>
            </w:pPr>
            <w:r w:rsidRPr="00CB73FA">
              <w:rPr>
                <w:sz w:val="22"/>
                <w:szCs w:val="22"/>
              </w:rPr>
              <w:t>33</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rPr>
                <w:sz w:val="16"/>
                <w:szCs w:val="16"/>
              </w:rPr>
            </w:pPr>
          </w:p>
        </w:tc>
      </w:tr>
    </w:tbl>
    <w:p w:rsidR="00DD2AC3" w:rsidRDefault="00DD2AC3" w:rsidP="00B14725"/>
    <w:p w:rsidR="00DD2AC3" w:rsidRDefault="00DD2AC3" w:rsidP="00B14725"/>
    <w:p w:rsidR="00DD2AC3" w:rsidRDefault="00DD2AC3" w:rsidP="00B14725"/>
    <w:p w:rsidR="00DD2AC3" w:rsidRDefault="00DD2AC3" w:rsidP="00B14725">
      <w:pPr>
        <w:jc w:val="center"/>
      </w:pPr>
    </w:p>
    <w:p w:rsidR="00DD2AC3" w:rsidRDefault="00DD2AC3" w:rsidP="00B14725">
      <w:pPr>
        <w:jc w:val="center"/>
      </w:pPr>
      <w:r>
        <w:t>4.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DD2AC3" w:rsidRPr="00E753BD" w:rsidRDefault="00DD2AC3" w:rsidP="003F7AC2">
            <w:pPr>
              <w:jc w:val="center"/>
              <w:rPr>
                <w:b/>
                <w:bCs/>
                <w:sz w:val="16"/>
                <w:szCs w:val="16"/>
              </w:rPr>
            </w:pPr>
            <w:r w:rsidRPr="00E753BD">
              <w:rPr>
                <w:b/>
                <w:bCs/>
                <w:sz w:val="16"/>
                <w:szCs w:val="16"/>
              </w:rPr>
              <w:t>Course title</w:t>
            </w:r>
          </w:p>
        </w:tc>
        <w:tc>
          <w:tcPr>
            <w:tcW w:w="1440"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Tárgykód</w:t>
            </w:r>
          </w:p>
          <w:p w:rsidR="00DD2AC3" w:rsidRPr="00E753BD" w:rsidRDefault="00DD2AC3" w:rsidP="003F7AC2">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Óraszám</w:t>
            </w:r>
          </w:p>
          <w:p w:rsidR="00DD2AC3" w:rsidRPr="00E753BD" w:rsidRDefault="00DD2AC3" w:rsidP="003F7AC2">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Kredit</w:t>
            </w:r>
          </w:p>
          <w:p w:rsidR="00DD2AC3" w:rsidRPr="00E753BD" w:rsidRDefault="00DD2AC3" w:rsidP="003F7AC2">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Számon-</w:t>
            </w:r>
          </w:p>
          <w:p w:rsidR="00DD2AC3" w:rsidRPr="00E753BD" w:rsidRDefault="00DD2AC3" w:rsidP="003F7AC2">
            <w:pPr>
              <w:jc w:val="center"/>
              <w:rPr>
                <w:b/>
                <w:bCs/>
                <w:sz w:val="16"/>
                <w:szCs w:val="16"/>
              </w:rPr>
            </w:pPr>
            <w:r w:rsidRPr="00E753BD">
              <w:rPr>
                <w:b/>
                <w:bCs/>
                <w:sz w:val="16"/>
                <w:szCs w:val="16"/>
              </w:rPr>
              <w:t>kérés</w:t>
            </w:r>
          </w:p>
          <w:p w:rsidR="00DD2AC3" w:rsidRPr="00E753BD" w:rsidRDefault="00DD2AC3" w:rsidP="003F7AC2">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4"/>
                <w:szCs w:val="14"/>
              </w:rPr>
            </w:pPr>
            <w:r w:rsidRPr="00E753BD">
              <w:rPr>
                <w:b/>
                <w:bCs/>
                <w:sz w:val="14"/>
                <w:szCs w:val="14"/>
              </w:rPr>
              <w:t>Tanszék</w:t>
            </w:r>
          </w:p>
          <w:p w:rsidR="00DD2AC3" w:rsidRPr="00E753BD" w:rsidRDefault="00DD2AC3" w:rsidP="003F7AC2">
            <w:pPr>
              <w:jc w:val="center"/>
              <w:rPr>
                <w:b/>
                <w:bCs/>
                <w:sz w:val="14"/>
                <w:szCs w:val="14"/>
              </w:rPr>
            </w:pPr>
            <w:r w:rsidRPr="00E753BD">
              <w:rPr>
                <w:b/>
                <w:bCs/>
                <w:sz w:val="14"/>
                <w:szCs w:val="14"/>
              </w:rPr>
              <w:t>kódja</w:t>
            </w:r>
          </w:p>
          <w:p w:rsidR="00DD2AC3" w:rsidRPr="00E753BD" w:rsidRDefault="00DD2AC3" w:rsidP="003F7AC2">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Előtanulmány</w:t>
            </w:r>
          </w:p>
          <w:p w:rsidR="00DD2AC3" w:rsidRPr="00E753BD" w:rsidRDefault="00DD2AC3" w:rsidP="003F7AC2">
            <w:pPr>
              <w:jc w:val="center"/>
              <w:rPr>
                <w:bCs/>
                <w:sz w:val="16"/>
                <w:szCs w:val="16"/>
              </w:rPr>
            </w:pPr>
            <w:r w:rsidRPr="00E753BD">
              <w:rPr>
                <w:bCs/>
                <w:sz w:val="16"/>
                <w:szCs w:val="16"/>
              </w:rPr>
              <w:t>Prerequisite</w:t>
            </w: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27"/>
          <w:jc w:val="center"/>
        </w:trPr>
        <w:tc>
          <w:tcPr>
            <w:tcW w:w="1985"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bottom w:val="single" w:sz="4" w:space="0" w:color="auto"/>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44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526"/>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Dísznövénytermesztés és dendrológia II.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 Ornamental plant production and ornamental dendrology II.</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E91424" w:rsidRDefault="00DD2AC3" w:rsidP="003F7AC2">
            <w:pPr>
              <w:jc w:val="center"/>
              <w:rPr>
                <w:bCs/>
                <w:sz w:val="18"/>
                <w:szCs w:val="18"/>
              </w:rPr>
            </w:pPr>
            <w:r w:rsidRPr="00E91424">
              <w:rPr>
                <w:bCs/>
                <w:sz w:val="18"/>
                <w:szCs w:val="18"/>
              </w:rPr>
              <w:t>KEGNKEB244C</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jc w:val="center"/>
              <w:rPr>
                <w:sz w:val="16"/>
                <w:szCs w:val="16"/>
              </w:rPr>
            </w:pPr>
            <w:r>
              <w:rPr>
                <w:sz w:val="16"/>
                <w:szCs w:val="16"/>
              </w:rPr>
              <w:t>Dísznövénytermesztés és dendrológia I. VIZSGAJEGY&gt;=2</w:t>
            </w:r>
          </w:p>
          <w:p w:rsidR="00DD2AC3" w:rsidRPr="003C250D" w:rsidRDefault="00DD2AC3" w:rsidP="003F7AC2">
            <w:pPr>
              <w:jc w:val="cente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542"/>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Gyümölcstermesztés II.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DB3ADA">
            <w:r w:rsidRPr="00B8156E">
              <w:rPr>
                <w:sz w:val="22"/>
                <w:szCs w:val="22"/>
              </w:rPr>
              <w:t>Fruit production II.</w:t>
            </w:r>
          </w:p>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E91424" w:rsidRDefault="00DD2AC3" w:rsidP="003F7AC2">
            <w:pPr>
              <w:jc w:val="center"/>
              <w:rPr>
                <w:bCs/>
                <w:sz w:val="18"/>
                <w:szCs w:val="18"/>
              </w:rPr>
            </w:pPr>
            <w:r w:rsidRPr="00E91424">
              <w:rPr>
                <w:bCs/>
                <w:sz w:val="18"/>
                <w:szCs w:val="18"/>
              </w:rPr>
              <w:t>KEGNKEB244E</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3C250D" w:rsidRDefault="00DD2AC3" w:rsidP="003F7AC2">
            <w:pPr>
              <w:jc w:val="center"/>
            </w:pPr>
          </w:p>
          <w:p w:rsidR="00DD2AC3" w:rsidRDefault="00DD2AC3" w:rsidP="003F7AC2">
            <w:pPr>
              <w:jc w:val="center"/>
              <w:rPr>
                <w:sz w:val="16"/>
                <w:szCs w:val="16"/>
              </w:rPr>
            </w:pPr>
            <w:r>
              <w:rPr>
                <w:sz w:val="16"/>
                <w:szCs w:val="16"/>
              </w:rPr>
              <w:t>Gyümölcstermesztés I. VIZSGAJEGY&gt;=2</w:t>
            </w:r>
          </w:p>
          <w:p w:rsidR="00DD2AC3" w:rsidRPr="003C250D" w:rsidRDefault="00DD2AC3" w:rsidP="003F7AC2">
            <w:pPr>
              <w:jc w:val="cente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Faiskolai termesztés</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Nursery production</w:t>
            </w:r>
          </w:p>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E91424" w:rsidRDefault="00DD2AC3" w:rsidP="003F7AC2">
            <w:pPr>
              <w:jc w:val="center"/>
              <w:rPr>
                <w:bCs/>
                <w:sz w:val="18"/>
                <w:szCs w:val="18"/>
              </w:rPr>
            </w:pPr>
            <w:r w:rsidRPr="00E91424">
              <w:rPr>
                <w:bCs/>
                <w:sz w:val="18"/>
                <w:szCs w:val="18"/>
              </w:rPr>
              <w:t>KEGNKEB243A</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3C250D" w:rsidRDefault="00DD2AC3" w:rsidP="003F7AC2">
            <w:pPr>
              <w:jc w:val="cente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Szőlőtermesztés II.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Viticulture II.</w:t>
            </w:r>
          </w:p>
          <w:p w:rsidR="00DD2AC3" w:rsidRPr="00B8156E"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E91424" w:rsidRDefault="00DD2AC3" w:rsidP="003F7AC2">
            <w:pPr>
              <w:jc w:val="center"/>
              <w:rPr>
                <w:bCs/>
                <w:sz w:val="18"/>
                <w:szCs w:val="18"/>
              </w:rPr>
            </w:pPr>
            <w:r w:rsidRPr="00E91424">
              <w:rPr>
                <w:bCs/>
                <w:sz w:val="18"/>
                <w:szCs w:val="18"/>
              </w:rPr>
              <w:t>KEGNKEB243B</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jc w:val="center"/>
              <w:rPr>
                <w:sz w:val="16"/>
                <w:szCs w:val="16"/>
              </w:rPr>
            </w:pPr>
            <w:r>
              <w:rPr>
                <w:sz w:val="16"/>
                <w:szCs w:val="16"/>
              </w:rPr>
              <w:t>Szőlőtermesztés I. VIZSGAJEGY&gt;=2</w:t>
            </w:r>
          </w:p>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05"/>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Zöldségtermesztés II.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Vegetable production II.</w:t>
            </w:r>
          </w:p>
          <w:p w:rsidR="00DD2AC3" w:rsidRPr="00B8156E"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E91424" w:rsidRDefault="00DD2AC3" w:rsidP="003F7AC2">
            <w:pPr>
              <w:jc w:val="center"/>
              <w:rPr>
                <w:bCs/>
                <w:sz w:val="18"/>
                <w:szCs w:val="18"/>
              </w:rPr>
            </w:pPr>
            <w:r w:rsidRPr="00E91424">
              <w:rPr>
                <w:bCs/>
                <w:sz w:val="18"/>
                <w:szCs w:val="18"/>
              </w:rPr>
              <w:t>KEGNKEB244H</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jc w:val="center"/>
              <w:rPr>
                <w:sz w:val="16"/>
                <w:szCs w:val="16"/>
              </w:rPr>
            </w:pPr>
            <w:r>
              <w:rPr>
                <w:sz w:val="16"/>
                <w:szCs w:val="16"/>
              </w:rPr>
              <w:t>Zöldségtermesztés I. VIZSGAJEGY&gt;=2</w:t>
            </w:r>
          </w:p>
          <w:p w:rsidR="00DD2AC3" w:rsidRPr="00E753BD" w:rsidRDefault="00DD2AC3" w:rsidP="003F7AC2">
            <w:pPr>
              <w:rPr>
                <w:sz w:val="16"/>
                <w:szCs w:val="16"/>
              </w:rPr>
            </w:pP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572"/>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Kertészeti növényvédelem II.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Plant Protection for Horticulture II.</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E91424" w:rsidRDefault="00DD2AC3" w:rsidP="003F7AC2">
            <w:pPr>
              <w:jc w:val="center"/>
              <w:rPr>
                <w:bCs/>
                <w:sz w:val="18"/>
                <w:szCs w:val="18"/>
              </w:rPr>
            </w:pPr>
            <w:r w:rsidRPr="00E91424">
              <w:rPr>
                <w:bCs/>
                <w:sz w:val="18"/>
                <w:szCs w:val="18"/>
              </w:rPr>
              <w:t>KEGNNVB244C</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NV</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jc w:val="center"/>
              <w:rPr>
                <w:sz w:val="16"/>
                <w:szCs w:val="16"/>
              </w:rPr>
            </w:pPr>
            <w:r>
              <w:rPr>
                <w:sz w:val="16"/>
                <w:szCs w:val="16"/>
              </w:rPr>
              <w:t xml:space="preserve">Kémia VIZSGAJEGY&gt;=2                                                         </w:t>
            </w:r>
          </w:p>
          <w:p w:rsidR="00DD2AC3" w:rsidRPr="00E753BD" w:rsidRDefault="00DD2AC3" w:rsidP="003F7AC2">
            <w:pPr>
              <w:rPr>
                <w:sz w:val="16"/>
                <w:szCs w:val="16"/>
              </w:rPr>
            </w:pPr>
            <w:r>
              <w:rPr>
                <w:sz w:val="16"/>
                <w:szCs w:val="16"/>
              </w:rPr>
              <w:t xml:space="preserve">Kertészeti növényvédelem I. VIZSGAJEGY&gt;=2   </w:t>
            </w:r>
          </w:p>
        </w:tc>
      </w:tr>
      <w:tr w:rsidR="00DD2AC3" w:rsidRPr="00E753BD" w:rsidTr="003F7AC2">
        <w:trPr>
          <w:trHeight w:val="27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sidRPr="00B8156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Minőségbiztosítás alapjai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Quality assurance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E91424" w:rsidRDefault="00DD2AC3" w:rsidP="003F7AC2">
            <w:pPr>
              <w:jc w:val="center"/>
              <w:rPr>
                <w:bCs/>
                <w:sz w:val="18"/>
                <w:szCs w:val="18"/>
              </w:rPr>
            </w:pPr>
            <w:r w:rsidRPr="00E91424">
              <w:rPr>
                <w:bCs/>
                <w:sz w:val="18"/>
                <w:szCs w:val="18"/>
              </w:rPr>
              <w:t>KEGNGTB212F</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G</w:t>
            </w:r>
            <w:r>
              <w:rPr>
                <w:sz w:val="22"/>
                <w:szCs w:val="22"/>
              </w:rPr>
              <w:t>T</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564"/>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right w:val="single" w:sz="4" w:space="0" w:color="auto"/>
            </w:tcBorders>
            <w:shd w:val="clear" w:color="auto" w:fill="E6E6E6"/>
            <w:noWrap/>
            <w:vAlign w:val="center"/>
          </w:tcPr>
          <w:p w:rsidR="00DD2AC3" w:rsidRPr="00B8156E" w:rsidRDefault="00DD2AC3" w:rsidP="003F7AC2">
            <w:pPr>
              <w:jc w:val="center"/>
            </w:pPr>
            <w:r w:rsidRPr="00B8156E">
              <w:rPr>
                <w:sz w:val="22"/>
                <w:szCs w:val="22"/>
              </w:rPr>
              <w:t>10</w:t>
            </w:r>
          </w:p>
        </w:tc>
        <w:tc>
          <w:tcPr>
            <w:tcW w:w="360" w:type="dxa"/>
            <w:tcBorders>
              <w:top w:val="single" w:sz="4" w:space="0" w:color="auto"/>
              <w:left w:val="nil"/>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Szakdolgozat I.</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Thesis I.</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E91424" w:rsidRDefault="00DD2AC3" w:rsidP="003F7AC2">
            <w:pPr>
              <w:jc w:val="center"/>
              <w:rPr>
                <w:bCs/>
                <w:sz w:val="18"/>
                <w:szCs w:val="18"/>
              </w:rPr>
            </w:pPr>
            <w:r w:rsidRPr="00E91424">
              <w:rPr>
                <w:bCs/>
                <w:sz w:val="18"/>
                <w:szCs w:val="18"/>
              </w:rPr>
              <w:t>KEGNKEB222B</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5</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t>F</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564"/>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right w:val="single" w:sz="4" w:space="0" w:color="auto"/>
            </w:tcBorders>
            <w:shd w:val="clear" w:color="auto" w:fill="E6E6E6"/>
            <w:vAlign w:val="center"/>
          </w:tcPr>
          <w:p w:rsidR="00DD2AC3" w:rsidRPr="00B8156E" w:rsidRDefault="00DD2AC3" w:rsidP="003F7AC2">
            <w:pPr>
              <w:jc w:val="center"/>
            </w:pPr>
            <w:r w:rsidRPr="00B8156E">
              <w:rPr>
                <w:sz w:val="22"/>
                <w:szCs w:val="22"/>
              </w:rPr>
              <w:t>10</w:t>
            </w:r>
          </w:p>
        </w:tc>
        <w:tc>
          <w:tcPr>
            <w:tcW w:w="360" w:type="dxa"/>
            <w:tcBorders>
              <w:top w:val="single" w:sz="4" w:space="0" w:color="auto"/>
              <w:left w:val="nil"/>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Idegen nyelv</w:t>
            </w:r>
            <w:r>
              <w:rPr>
                <w:sz w:val="22"/>
                <w:szCs w:val="22"/>
              </w:rPr>
              <w:t xml:space="preserve">  </w:t>
            </w:r>
            <w:r w:rsidRPr="00B8156E">
              <w:rPr>
                <w:sz w:val="22"/>
                <w:szCs w:val="22"/>
              </w:rPr>
              <w:t xml:space="preserve"> IV. angol</w:t>
            </w:r>
          </w:p>
          <w:p w:rsidR="00DD2AC3" w:rsidRPr="00B8156E" w:rsidRDefault="00DD2AC3" w:rsidP="003F7AC2"/>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English language course</w:t>
            </w:r>
          </w:p>
        </w:tc>
        <w:tc>
          <w:tcPr>
            <w:tcW w:w="1440" w:type="dxa"/>
            <w:vMerge w:val="restart"/>
            <w:tcBorders>
              <w:top w:val="single" w:sz="4" w:space="0" w:color="auto"/>
              <w:left w:val="single" w:sz="4" w:space="0" w:color="auto"/>
              <w:right w:val="single" w:sz="4" w:space="0" w:color="auto"/>
            </w:tcBorders>
            <w:shd w:val="clear" w:color="auto" w:fill="FFFFFF"/>
            <w:noWrap/>
          </w:tcPr>
          <w:p w:rsidR="00DD2AC3" w:rsidRPr="00E91424" w:rsidRDefault="00DD2AC3" w:rsidP="003F7AC2">
            <w:pPr>
              <w:rPr>
                <w:bCs/>
                <w:sz w:val="18"/>
                <w:szCs w:val="18"/>
              </w:rPr>
            </w:pPr>
          </w:p>
          <w:p w:rsidR="00DD2AC3" w:rsidRPr="00E91424" w:rsidRDefault="00DD2AC3" w:rsidP="003F7AC2">
            <w:pPr>
              <w:rPr>
                <w:sz w:val="18"/>
                <w:szCs w:val="18"/>
              </w:rPr>
            </w:pPr>
            <w:r w:rsidRPr="00E91424">
              <w:rPr>
                <w:bCs/>
                <w:sz w:val="18"/>
                <w:szCs w:val="18"/>
              </w:rPr>
              <w:t>KEGNILB224C</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4</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Pr>
                <w:sz w:val="22"/>
                <w:szCs w:val="22"/>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IL</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19"/>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Idegen nyelv</w:t>
            </w:r>
            <w:r>
              <w:rPr>
                <w:sz w:val="22"/>
                <w:szCs w:val="22"/>
              </w:rPr>
              <w:t xml:space="preserve">  </w:t>
            </w:r>
            <w:r w:rsidRPr="00B8156E">
              <w:rPr>
                <w:sz w:val="22"/>
                <w:szCs w:val="22"/>
              </w:rPr>
              <w:t>IV. német</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German  language course</w:t>
            </w:r>
          </w:p>
        </w:tc>
        <w:tc>
          <w:tcPr>
            <w:tcW w:w="1440" w:type="dxa"/>
            <w:vMerge w:val="restart"/>
            <w:tcBorders>
              <w:top w:val="single" w:sz="4" w:space="0" w:color="auto"/>
              <w:left w:val="single" w:sz="4" w:space="0" w:color="auto"/>
              <w:right w:val="single" w:sz="4" w:space="0" w:color="auto"/>
            </w:tcBorders>
            <w:shd w:val="clear" w:color="auto" w:fill="FFFFFF"/>
            <w:noWrap/>
          </w:tcPr>
          <w:p w:rsidR="00DD2AC3" w:rsidRPr="00E91424" w:rsidRDefault="00DD2AC3" w:rsidP="003F7AC2">
            <w:pPr>
              <w:rPr>
                <w:bCs/>
                <w:sz w:val="18"/>
                <w:szCs w:val="18"/>
              </w:rPr>
            </w:pPr>
          </w:p>
          <w:p w:rsidR="00DD2AC3" w:rsidRPr="00E91424" w:rsidRDefault="00DD2AC3" w:rsidP="003F7AC2">
            <w:pPr>
              <w:rPr>
                <w:sz w:val="18"/>
                <w:szCs w:val="18"/>
              </w:rPr>
            </w:pPr>
            <w:r w:rsidRPr="00E91424">
              <w:rPr>
                <w:bCs/>
                <w:sz w:val="18"/>
                <w:szCs w:val="18"/>
              </w:rPr>
              <w:t>KEGNILB224D</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4</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Pr>
                <w:sz w:val="22"/>
                <w:szCs w:val="22"/>
              </w:rPr>
              <w:t>A</w:t>
            </w: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r w:rsidRPr="00B8156E">
              <w:rPr>
                <w:sz w:val="22"/>
                <w:szCs w:val="22"/>
              </w:rPr>
              <w:t>IL</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57"/>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Szabadon választható</w:t>
            </w:r>
          </w:p>
        </w:tc>
        <w:tc>
          <w:tcPr>
            <w:tcW w:w="180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optional subject</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sidRPr="00B8156E">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p>
        </w:tc>
        <w:tc>
          <w:tcPr>
            <w:tcW w:w="720" w:type="dxa"/>
            <w:vMerge w:val="restart"/>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8156E"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 xml:space="preserve">Napos beosztás </w:t>
            </w:r>
            <w:r>
              <w:rPr>
                <w:sz w:val="22"/>
                <w:szCs w:val="22"/>
              </w:rPr>
              <w:t xml:space="preserve">  </w:t>
            </w:r>
            <w:r w:rsidRPr="00B8156E">
              <w:rPr>
                <w:sz w:val="22"/>
                <w:szCs w:val="22"/>
              </w:rPr>
              <w:t>IV.</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rPr>
                <w:color w:val="000000"/>
              </w:rPr>
            </w:pPr>
            <w:r w:rsidRPr="00B8156E">
              <w:rPr>
                <w:color w:val="000000"/>
                <w:sz w:val="22"/>
                <w:szCs w:val="22"/>
              </w:rPr>
              <w:t>Daily  Practice in Horti</w:t>
            </w:r>
            <w:r>
              <w:rPr>
                <w:color w:val="000000"/>
                <w:sz w:val="22"/>
                <w:szCs w:val="22"/>
              </w:rPr>
              <w:t xml:space="preserve"> </w:t>
            </w:r>
            <w:r w:rsidRPr="00B8156E">
              <w:rPr>
                <w:color w:val="000000"/>
                <w:sz w:val="22"/>
                <w:szCs w:val="22"/>
              </w:rPr>
              <w:t>culture IV.</w:t>
            </w:r>
          </w:p>
          <w:p w:rsidR="00DD2AC3" w:rsidRPr="00B8156E" w:rsidRDefault="00DD2AC3" w:rsidP="003F7AC2"/>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r w:rsidRPr="00E91424">
              <w:rPr>
                <w:bCs/>
                <w:sz w:val="18"/>
                <w:szCs w:val="18"/>
              </w:rPr>
              <w:t>KEGNKEB126C</w:t>
            </w: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r w:rsidRPr="00B8156E">
              <w:rPr>
                <w:sz w:val="22"/>
                <w:szCs w:val="22"/>
              </w:rPr>
              <w:t>6</w:t>
            </w: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sidRPr="00B8156E">
              <w:rPr>
                <w:sz w:val="22"/>
                <w:szCs w:val="22"/>
              </w:rPr>
              <w:t>0</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r>
              <w:rPr>
                <w:sz w:val="22"/>
                <w:szCs w:val="22"/>
              </w:rPr>
              <w:t>É</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r w:rsidRPr="00B8156E">
              <w:rPr>
                <w:sz w:val="22"/>
                <w:szCs w:val="22"/>
              </w:rP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8156E" w:rsidRDefault="00DD2AC3" w:rsidP="003F7AC2">
            <w:pPr>
              <w:jc w:val="center"/>
            </w:pPr>
            <w:r>
              <w:rPr>
                <w:sz w:val="22"/>
                <w:szCs w:val="22"/>
              </w:rPr>
              <w:t>40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8156E"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B8156E"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B8156E"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59"/>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i/>
                <w:sz w:val="16"/>
                <w:szCs w:val="16"/>
              </w:rPr>
            </w:pPr>
            <w:r w:rsidRPr="00E753BD">
              <w:rPr>
                <w:b/>
                <w:sz w:val="16"/>
                <w:szCs w:val="16"/>
              </w:rPr>
              <w:t> Elvárható félévi kredit</w:t>
            </w:r>
          </w:p>
        </w:tc>
        <w:tc>
          <w:tcPr>
            <w:tcW w:w="180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rPr>
                <w:b/>
                <w:sz w:val="16"/>
                <w:szCs w:val="16"/>
              </w:rPr>
            </w:pPr>
            <w:r w:rsidRPr="00E753BD">
              <w:rPr>
                <w:b/>
                <w:sz w:val="16"/>
                <w:szCs w:val="16"/>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DD2AC3" w:rsidRPr="00B8156E" w:rsidRDefault="00DD2AC3" w:rsidP="003F7AC2">
            <w:pPr>
              <w:jc w:val="center"/>
            </w:pPr>
            <w:r w:rsidRPr="00965BEE">
              <w:rPr>
                <w:sz w:val="22"/>
                <w:szCs w:val="22"/>
              </w:rPr>
              <w:t>33</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DD2AC3" w:rsidRPr="00B8156E" w:rsidRDefault="00DD2AC3" w:rsidP="003F7AC2">
            <w:pPr>
              <w:jc w:val="center"/>
            </w:pPr>
          </w:p>
        </w:tc>
        <w:tc>
          <w:tcPr>
            <w:tcW w:w="720" w:type="dxa"/>
            <w:tcBorders>
              <w:top w:val="single" w:sz="4" w:space="0" w:color="auto"/>
              <w:left w:val="nil"/>
              <w:bottom w:val="single" w:sz="4" w:space="0" w:color="auto"/>
              <w:right w:val="single" w:sz="4" w:space="0" w:color="auto"/>
            </w:tcBorders>
            <w:shd w:val="clear" w:color="auto" w:fill="FFFF99"/>
            <w:vAlign w:val="center"/>
          </w:tcPr>
          <w:p w:rsidR="00DD2AC3" w:rsidRPr="00B8156E" w:rsidRDefault="00DD2AC3" w:rsidP="003F7AC2">
            <w:pPr>
              <w:jc w:val="cente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rPr>
                <w:sz w:val="16"/>
                <w:szCs w:val="16"/>
              </w:rPr>
            </w:pPr>
          </w:p>
        </w:tc>
      </w:tr>
    </w:tbl>
    <w:p w:rsidR="00DD2AC3" w:rsidRDefault="00DD2AC3" w:rsidP="00B14725"/>
    <w:p w:rsidR="00DD2AC3" w:rsidRDefault="00DD2AC3" w:rsidP="00B14725"/>
    <w:p w:rsidR="00DD2AC3" w:rsidRDefault="00DD2AC3" w:rsidP="00B14725"/>
    <w:p w:rsidR="00DD2AC3" w:rsidRDefault="00DD2AC3" w:rsidP="00B14725"/>
    <w:p w:rsidR="00DD2AC3" w:rsidRDefault="00DD2AC3" w:rsidP="00B14725">
      <w:pPr>
        <w:jc w:val="center"/>
      </w:pPr>
      <w:r>
        <w:t>5.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DD2AC3" w:rsidRPr="00E753BD" w:rsidRDefault="00DD2AC3" w:rsidP="003F7AC2">
            <w:pPr>
              <w:jc w:val="center"/>
              <w:rPr>
                <w:b/>
                <w:bCs/>
                <w:sz w:val="16"/>
                <w:szCs w:val="16"/>
              </w:rPr>
            </w:pPr>
            <w:r w:rsidRPr="00E753BD">
              <w:rPr>
                <w:b/>
                <w:bCs/>
                <w:sz w:val="16"/>
                <w:szCs w:val="16"/>
              </w:rPr>
              <w:t>Course title</w:t>
            </w:r>
          </w:p>
        </w:tc>
        <w:tc>
          <w:tcPr>
            <w:tcW w:w="1440"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Tárgykód</w:t>
            </w:r>
          </w:p>
          <w:p w:rsidR="00DD2AC3" w:rsidRPr="00E753BD" w:rsidRDefault="00DD2AC3" w:rsidP="003F7AC2">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Óraszám</w:t>
            </w:r>
          </w:p>
          <w:p w:rsidR="00DD2AC3" w:rsidRPr="00E753BD" w:rsidRDefault="00DD2AC3" w:rsidP="003F7AC2">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Kredit</w:t>
            </w:r>
          </w:p>
          <w:p w:rsidR="00DD2AC3" w:rsidRPr="00E753BD" w:rsidRDefault="00DD2AC3" w:rsidP="003F7AC2">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Számon-</w:t>
            </w:r>
          </w:p>
          <w:p w:rsidR="00DD2AC3" w:rsidRPr="00E753BD" w:rsidRDefault="00DD2AC3" w:rsidP="003F7AC2">
            <w:pPr>
              <w:jc w:val="center"/>
              <w:rPr>
                <w:b/>
                <w:bCs/>
                <w:sz w:val="16"/>
                <w:szCs w:val="16"/>
              </w:rPr>
            </w:pPr>
            <w:r w:rsidRPr="00E753BD">
              <w:rPr>
                <w:b/>
                <w:bCs/>
                <w:sz w:val="16"/>
                <w:szCs w:val="16"/>
              </w:rPr>
              <w:t>kérés</w:t>
            </w:r>
          </w:p>
          <w:p w:rsidR="00DD2AC3" w:rsidRPr="00E753BD" w:rsidRDefault="00DD2AC3" w:rsidP="003F7AC2">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4"/>
                <w:szCs w:val="14"/>
              </w:rPr>
            </w:pPr>
            <w:r w:rsidRPr="00E753BD">
              <w:rPr>
                <w:b/>
                <w:bCs/>
                <w:sz w:val="14"/>
                <w:szCs w:val="14"/>
              </w:rPr>
              <w:t>Tanszék</w:t>
            </w:r>
          </w:p>
          <w:p w:rsidR="00DD2AC3" w:rsidRPr="00E753BD" w:rsidRDefault="00DD2AC3" w:rsidP="003F7AC2">
            <w:pPr>
              <w:jc w:val="center"/>
              <w:rPr>
                <w:b/>
                <w:bCs/>
                <w:sz w:val="14"/>
                <w:szCs w:val="14"/>
              </w:rPr>
            </w:pPr>
            <w:r w:rsidRPr="00E753BD">
              <w:rPr>
                <w:b/>
                <w:bCs/>
                <w:sz w:val="14"/>
                <w:szCs w:val="14"/>
              </w:rPr>
              <w:t>kódja</w:t>
            </w:r>
          </w:p>
          <w:p w:rsidR="00DD2AC3" w:rsidRPr="00E753BD" w:rsidRDefault="00DD2AC3" w:rsidP="003F7AC2">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Előtanulmány</w:t>
            </w:r>
          </w:p>
          <w:p w:rsidR="00DD2AC3" w:rsidRPr="00E753BD" w:rsidRDefault="00DD2AC3" w:rsidP="003F7AC2">
            <w:pPr>
              <w:jc w:val="center"/>
              <w:rPr>
                <w:bCs/>
                <w:sz w:val="16"/>
                <w:szCs w:val="16"/>
              </w:rPr>
            </w:pPr>
            <w:r w:rsidRPr="00E753BD">
              <w:rPr>
                <w:bCs/>
                <w:sz w:val="16"/>
                <w:szCs w:val="16"/>
              </w:rPr>
              <w:t>Prerequisite</w:t>
            </w: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27"/>
          <w:jc w:val="center"/>
        </w:trPr>
        <w:tc>
          <w:tcPr>
            <w:tcW w:w="1985"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bottom w:val="single" w:sz="4" w:space="0" w:color="auto"/>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44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A0A19" w:rsidRDefault="00DD2AC3" w:rsidP="003F7AC2">
            <w:r w:rsidRPr="00BA0A19">
              <w:rPr>
                <w:sz w:val="22"/>
                <w:szCs w:val="22"/>
              </w:rPr>
              <w:t>Agrárgazdaságtan</w:t>
            </w:r>
          </w:p>
        </w:tc>
        <w:tc>
          <w:tcPr>
            <w:tcW w:w="180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r w:rsidRPr="00BA0A19">
              <w:rPr>
                <w:bCs/>
                <w:sz w:val="22"/>
                <w:szCs w:val="22"/>
              </w:rPr>
              <w:t>Agricultural Economics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A0A19" w:rsidRDefault="00DD2AC3" w:rsidP="003F7AC2">
            <w:pPr>
              <w:jc w:val="center"/>
              <w:rPr>
                <w:bCs/>
                <w:sz w:val="16"/>
                <w:szCs w:val="16"/>
              </w:rPr>
            </w:pPr>
            <w:r w:rsidRPr="00BA0A19">
              <w:rPr>
                <w:bCs/>
                <w:sz w:val="16"/>
                <w:szCs w:val="16"/>
              </w:rPr>
              <w:t>KEGNGTB112I</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BA0A19" w:rsidRDefault="00DD2AC3" w:rsidP="003F7AC2">
            <w:pPr>
              <w:jc w:val="center"/>
            </w:pPr>
            <w:r w:rsidRPr="00BA0A19">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A0A1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BA0A1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sidRPr="00BA0A19">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sidRPr="00BA0A19">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pPr>
              <w:jc w:val="center"/>
            </w:pPr>
            <w:r w:rsidRPr="00BA0A19">
              <w:rPr>
                <w:sz w:val="22"/>
                <w:szCs w:val="22"/>
              </w:rPr>
              <w:t>GT</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r w:rsidRPr="001F5C0B">
              <w:rPr>
                <w:sz w:val="16"/>
                <w:szCs w:val="16"/>
              </w:rPr>
              <w:t>Közgazdaságtan VIZSGAJEGY&gt;=2</w:t>
            </w:r>
          </w:p>
        </w:tc>
      </w:tr>
      <w:tr w:rsidR="00DD2AC3" w:rsidRPr="00E753BD" w:rsidTr="003F7AC2">
        <w:trPr>
          <w:trHeight w:val="389"/>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A0A19"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A0A19"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A0A19"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A0A19" w:rsidRDefault="00DD2AC3" w:rsidP="003F7AC2">
            <w:pPr>
              <w:jc w:val="center"/>
            </w:pPr>
            <w:r w:rsidRPr="00BA0A19">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A0A19"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A0A19"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A0A19"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52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A0A19" w:rsidRDefault="00DD2AC3" w:rsidP="003F7AC2">
            <w:r w:rsidRPr="00BA0A19">
              <w:rPr>
                <w:sz w:val="22"/>
                <w:szCs w:val="22"/>
              </w:rPr>
              <w:t>Vállalati gazdaságtan I.</w:t>
            </w:r>
          </w:p>
        </w:tc>
        <w:tc>
          <w:tcPr>
            <w:tcW w:w="180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pPr>
              <w:rPr>
                <w:bCs/>
              </w:rPr>
            </w:pPr>
            <w:r w:rsidRPr="00BA0A19">
              <w:rPr>
                <w:bCs/>
                <w:sz w:val="22"/>
                <w:szCs w:val="22"/>
              </w:rPr>
              <w:t>Farm Business Management I.</w:t>
            </w:r>
          </w:p>
          <w:p w:rsidR="00DD2AC3" w:rsidRPr="00BA0A19" w:rsidRDefault="00DD2AC3" w:rsidP="003F7AC2"/>
          <w:p w:rsidR="00DD2AC3" w:rsidRPr="00BA0A19"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A0A19" w:rsidRDefault="00DD2AC3" w:rsidP="003F7AC2">
            <w:pPr>
              <w:jc w:val="center"/>
              <w:rPr>
                <w:bCs/>
                <w:sz w:val="16"/>
                <w:szCs w:val="16"/>
              </w:rPr>
            </w:pPr>
            <w:r w:rsidRPr="00BA0A19">
              <w:rPr>
                <w:bCs/>
                <w:sz w:val="16"/>
                <w:szCs w:val="16"/>
              </w:rPr>
              <w:t>KEGNVVB144A</w:t>
            </w:r>
          </w:p>
        </w:tc>
        <w:tc>
          <w:tcPr>
            <w:tcW w:w="360" w:type="dxa"/>
            <w:tcBorders>
              <w:top w:val="single" w:sz="4" w:space="0" w:color="auto"/>
              <w:left w:val="nil"/>
              <w:bottom w:val="single" w:sz="4" w:space="0" w:color="auto"/>
              <w:right w:val="single" w:sz="4" w:space="0" w:color="auto"/>
            </w:tcBorders>
            <w:noWrap/>
            <w:vAlign w:val="center"/>
          </w:tcPr>
          <w:p w:rsidR="00DD2AC3" w:rsidRPr="00BA0A19" w:rsidRDefault="00DD2AC3" w:rsidP="003F7AC2">
            <w:pPr>
              <w:jc w:val="center"/>
            </w:pPr>
            <w:r w:rsidRPr="00BA0A19">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BA0A19" w:rsidRDefault="00DD2AC3" w:rsidP="003F7AC2">
            <w:pPr>
              <w:jc w:val="center"/>
            </w:pPr>
            <w:r w:rsidRPr="00BA0A19">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BA0A1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sidRPr="00BA0A19">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sidRPr="00BA0A19">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pPr>
              <w:jc w:val="center"/>
            </w:pPr>
            <w:r w:rsidRPr="00BA0A19">
              <w:rPr>
                <w:sz w:val="22"/>
                <w:szCs w:val="22"/>
              </w:rPr>
              <w:t>VV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1F5C0B" w:rsidRDefault="00DD2AC3" w:rsidP="003F7AC2">
            <w:pPr>
              <w:jc w:val="center"/>
              <w:rPr>
                <w:sz w:val="16"/>
                <w:szCs w:val="16"/>
              </w:rPr>
            </w:pPr>
            <w:r w:rsidRPr="001F5C0B">
              <w:rPr>
                <w:sz w:val="16"/>
                <w:szCs w:val="16"/>
              </w:rPr>
              <w:t>Közgazdaságtan VIZSGAJEGY&gt;=2</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A0A19"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A0A19"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A0A19"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A0A19" w:rsidRDefault="00DD2AC3" w:rsidP="003F7AC2">
            <w:pPr>
              <w:jc w:val="center"/>
            </w:pPr>
            <w:r w:rsidRPr="00BA0A19">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A0A19"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A0A19"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A0A19"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95"/>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A0A19" w:rsidRDefault="00DD2AC3" w:rsidP="003F7AC2">
            <w:r w:rsidRPr="00BA0A19">
              <w:rPr>
                <w:sz w:val="22"/>
                <w:szCs w:val="22"/>
              </w:rPr>
              <w:t>Számviteli és pénzügyi ismeretek</w:t>
            </w:r>
          </w:p>
        </w:tc>
        <w:tc>
          <w:tcPr>
            <w:tcW w:w="180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pPr>
              <w:rPr>
                <w:color w:val="FF0000"/>
              </w:rPr>
            </w:pPr>
            <w:r w:rsidRPr="00BA0A19">
              <w:rPr>
                <w:sz w:val="22"/>
                <w:szCs w:val="22"/>
              </w:rPr>
              <w:t>Accounting and finance</w:t>
            </w:r>
          </w:p>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BA0A19" w:rsidRDefault="00DD2AC3" w:rsidP="003F7AC2">
            <w:pPr>
              <w:jc w:val="center"/>
              <w:rPr>
                <w:bCs/>
                <w:sz w:val="16"/>
                <w:szCs w:val="16"/>
              </w:rPr>
            </w:pPr>
            <w:r w:rsidRPr="00BA0A19">
              <w:rPr>
                <w:bCs/>
                <w:sz w:val="16"/>
                <w:szCs w:val="16"/>
              </w:rPr>
              <w:t>KEGNGMB144A</w:t>
            </w:r>
          </w:p>
        </w:tc>
        <w:tc>
          <w:tcPr>
            <w:tcW w:w="360" w:type="dxa"/>
            <w:tcBorders>
              <w:top w:val="single" w:sz="4" w:space="0" w:color="auto"/>
              <w:left w:val="nil"/>
              <w:bottom w:val="single" w:sz="4" w:space="0" w:color="auto"/>
              <w:right w:val="single" w:sz="4" w:space="0" w:color="auto"/>
            </w:tcBorders>
            <w:noWrap/>
            <w:vAlign w:val="center"/>
          </w:tcPr>
          <w:p w:rsidR="00DD2AC3" w:rsidRPr="00BA0A19" w:rsidRDefault="00DD2AC3" w:rsidP="003F7AC2">
            <w:pPr>
              <w:jc w:val="center"/>
            </w:pPr>
            <w:r w:rsidRPr="00BA0A19">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BA0A19" w:rsidRDefault="00DD2AC3" w:rsidP="003F7AC2">
            <w:pPr>
              <w:jc w:val="center"/>
            </w:pPr>
            <w:r w:rsidRPr="00BA0A19">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BA0A1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sidRPr="00BA0A19">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sidRPr="00BA0A19">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pPr>
              <w:jc w:val="center"/>
            </w:pPr>
            <w:r w:rsidRPr="00BA0A19">
              <w:rPr>
                <w:sz w:val="22"/>
                <w:szCs w:val="22"/>
              </w:rPr>
              <w:t>GM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A0A19"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A0A19"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A0A19"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A0A19" w:rsidRDefault="00DD2AC3" w:rsidP="003F7AC2">
            <w:pPr>
              <w:jc w:val="center"/>
            </w:pPr>
            <w:r w:rsidRPr="00BA0A19">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A0A19"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A0A19"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A0A19"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93"/>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A0A19" w:rsidRDefault="00DD2AC3" w:rsidP="003F7AC2">
            <w:r w:rsidRPr="00BA0A19">
              <w:rPr>
                <w:sz w:val="22"/>
                <w:szCs w:val="22"/>
              </w:rPr>
              <w:t>Növényvédelmi higiéne  és szakigazgatás</w:t>
            </w:r>
          </w:p>
        </w:tc>
        <w:tc>
          <w:tcPr>
            <w:tcW w:w="180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r w:rsidRPr="00BA0A19">
              <w:rPr>
                <w:sz w:val="22"/>
                <w:szCs w:val="22"/>
                <w:lang w:val="en-GB"/>
              </w:rPr>
              <w:t>Plant Protection Administration</w:t>
            </w:r>
          </w:p>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BA0A19" w:rsidRDefault="00DD2AC3" w:rsidP="003F7AC2">
            <w:pPr>
              <w:jc w:val="center"/>
              <w:rPr>
                <w:bCs/>
                <w:sz w:val="16"/>
                <w:szCs w:val="16"/>
              </w:rPr>
            </w:pPr>
            <w:r w:rsidRPr="00BA0A19">
              <w:rPr>
                <w:bCs/>
                <w:sz w:val="16"/>
                <w:szCs w:val="16"/>
              </w:rPr>
              <w:t>KEGNNVB212A</w:t>
            </w:r>
          </w:p>
        </w:tc>
        <w:tc>
          <w:tcPr>
            <w:tcW w:w="360" w:type="dxa"/>
            <w:tcBorders>
              <w:top w:val="single" w:sz="4" w:space="0" w:color="auto"/>
              <w:left w:val="nil"/>
              <w:bottom w:val="single" w:sz="4" w:space="0" w:color="auto"/>
              <w:right w:val="single" w:sz="4" w:space="0" w:color="auto"/>
            </w:tcBorders>
            <w:noWrap/>
            <w:vAlign w:val="center"/>
          </w:tcPr>
          <w:p w:rsidR="00DD2AC3" w:rsidRPr="00BA0A19" w:rsidRDefault="00DD2AC3" w:rsidP="003F7AC2">
            <w:pPr>
              <w:jc w:val="center"/>
            </w:pPr>
            <w:r w:rsidRPr="00BA0A19">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BA0A19"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A0A1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sidRPr="00BA0A19">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sidRPr="00BA0A19">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pPr>
              <w:jc w:val="center"/>
            </w:pPr>
            <w:r w:rsidRPr="00BA0A19">
              <w:rPr>
                <w:sz w:val="22"/>
                <w:szCs w:val="22"/>
              </w:rPr>
              <w:t>NV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r w:rsidRPr="001F5C0B">
              <w:rPr>
                <w:sz w:val="16"/>
                <w:szCs w:val="16"/>
              </w:rPr>
              <w:t xml:space="preserve">Kertészeti növényvédelem I. VIZSGAJEGY&gt;=2  Kertészeti növényvédelem II. VIZSGAJEGY -&gt;=2  </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BA0A19"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BA0A19"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BA0A19"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A0A19" w:rsidRDefault="00DD2AC3" w:rsidP="003F7AC2">
            <w:pPr>
              <w:jc w:val="center"/>
            </w:pPr>
            <w:r w:rsidRPr="00BA0A19">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BA0A19"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BA0A19"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BA0A19"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D47768">
        <w:trPr>
          <w:trHeight w:val="634"/>
          <w:jc w:val="center"/>
        </w:trPr>
        <w:tc>
          <w:tcPr>
            <w:tcW w:w="1985" w:type="dxa"/>
            <w:tcBorders>
              <w:top w:val="single" w:sz="4" w:space="0" w:color="auto"/>
              <w:left w:val="single" w:sz="4" w:space="0" w:color="auto"/>
              <w:right w:val="single" w:sz="4" w:space="0" w:color="auto"/>
            </w:tcBorders>
            <w:shd w:val="clear" w:color="auto" w:fill="FFFFFF"/>
            <w:noWrap/>
            <w:vAlign w:val="center"/>
          </w:tcPr>
          <w:p w:rsidR="00DD2AC3" w:rsidRPr="00B8156E" w:rsidRDefault="00DD2AC3" w:rsidP="003F7AC2">
            <w:r w:rsidRPr="00B8156E">
              <w:rPr>
                <w:sz w:val="22"/>
                <w:szCs w:val="22"/>
              </w:rPr>
              <w:t>Szabadon választható</w:t>
            </w:r>
          </w:p>
        </w:tc>
        <w:tc>
          <w:tcPr>
            <w:tcW w:w="1800" w:type="dxa"/>
            <w:tcBorders>
              <w:top w:val="single" w:sz="4" w:space="0" w:color="auto"/>
              <w:left w:val="nil"/>
              <w:right w:val="single" w:sz="4" w:space="0" w:color="auto"/>
            </w:tcBorders>
            <w:shd w:val="clear" w:color="auto" w:fill="FFFFFF"/>
            <w:vAlign w:val="center"/>
          </w:tcPr>
          <w:p w:rsidR="00DD2AC3" w:rsidRPr="00B8156E" w:rsidRDefault="00DD2AC3" w:rsidP="003F7AC2">
            <w:r w:rsidRPr="00B8156E">
              <w:rPr>
                <w:sz w:val="22"/>
                <w:szCs w:val="22"/>
              </w:rPr>
              <w:t>optional subject</w:t>
            </w:r>
          </w:p>
        </w:tc>
        <w:tc>
          <w:tcPr>
            <w:tcW w:w="1440" w:type="dxa"/>
            <w:tcBorders>
              <w:top w:val="single" w:sz="4" w:space="0" w:color="auto"/>
              <w:left w:val="single" w:sz="4" w:space="0" w:color="auto"/>
              <w:right w:val="single" w:sz="4" w:space="0" w:color="auto"/>
            </w:tcBorders>
            <w:shd w:val="clear" w:color="auto" w:fill="FFFFFF"/>
            <w:noWrap/>
            <w:vAlign w:val="center"/>
          </w:tcPr>
          <w:p w:rsidR="00DD2AC3" w:rsidRPr="00E91424" w:rsidRDefault="00DD2AC3" w:rsidP="003F7AC2">
            <w:pPr>
              <w:rPr>
                <w:b/>
                <w:sz w:val="18"/>
                <w:szCs w:val="18"/>
              </w:rPr>
            </w:pPr>
          </w:p>
        </w:tc>
        <w:tc>
          <w:tcPr>
            <w:tcW w:w="360" w:type="dxa"/>
            <w:tcBorders>
              <w:top w:val="single" w:sz="4" w:space="0" w:color="auto"/>
              <w:left w:val="nil"/>
              <w:bottom w:val="single" w:sz="4" w:space="0" w:color="auto"/>
              <w:right w:val="single" w:sz="4" w:space="0" w:color="auto"/>
            </w:tcBorders>
            <w:noWrap/>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8156E" w:rsidRDefault="00DD2AC3" w:rsidP="003F7AC2">
            <w:pPr>
              <w:jc w:val="center"/>
            </w:pPr>
          </w:p>
        </w:tc>
        <w:tc>
          <w:tcPr>
            <w:tcW w:w="720" w:type="dxa"/>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r>
              <w:rPr>
                <w:sz w:val="22"/>
                <w:szCs w:val="22"/>
              </w:rPr>
              <w:t>2</w:t>
            </w:r>
          </w:p>
        </w:tc>
        <w:tc>
          <w:tcPr>
            <w:tcW w:w="900" w:type="dxa"/>
            <w:tcBorders>
              <w:top w:val="single" w:sz="4" w:space="0" w:color="auto"/>
              <w:left w:val="nil"/>
              <w:right w:val="single" w:sz="4" w:space="0" w:color="auto"/>
            </w:tcBorders>
            <w:shd w:val="clear" w:color="auto" w:fill="FFFFFF"/>
            <w:noWrap/>
            <w:vAlign w:val="center"/>
          </w:tcPr>
          <w:p w:rsidR="00DD2AC3" w:rsidRPr="00B8156E" w:rsidRDefault="00DD2AC3" w:rsidP="003F7AC2">
            <w:pPr>
              <w:jc w:val="center"/>
            </w:pPr>
          </w:p>
        </w:tc>
        <w:tc>
          <w:tcPr>
            <w:tcW w:w="720" w:type="dxa"/>
            <w:tcBorders>
              <w:top w:val="single" w:sz="4" w:space="0" w:color="auto"/>
              <w:left w:val="nil"/>
              <w:right w:val="single" w:sz="4" w:space="0" w:color="auto"/>
            </w:tcBorders>
            <w:shd w:val="clear" w:color="auto" w:fill="FFFFFF"/>
            <w:vAlign w:val="center"/>
          </w:tcPr>
          <w:p w:rsidR="00DD2AC3" w:rsidRPr="00B8156E" w:rsidRDefault="00DD2AC3" w:rsidP="003F7AC2">
            <w:pPr>
              <w:jc w:val="center"/>
            </w:pPr>
          </w:p>
        </w:tc>
        <w:tc>
          <w:tcPr>
            <w:tcW w:w="1440" w:type="dxa"/>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57"/>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BA0A19" w:rsidRDefault="00DD2AC3" w:rsidP="003F7AC2">
            <w:r w:rsidRPr="00BA0A19">
              <w:rPr>
                <w:sz w:val="22"/>
                <w:szCs w:val="22"/>
              </w:rPr>
              <w:t>Szakdolgozat II.</w:t>
            </w:r>
          </w:p>
        </w:tc>
        <w:tc>
          <w:tcPr>
            <w:tcW w:w="180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r w:rsidRPr="00BA0A19">
              <w:rPr>
                <w:sz w:val="22"/>
                <w:szCs w:val="22"/>
              </w:rPr>
              <w:t>Thesis II.</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A0A19" w:rsidRDefault="00DD2AC3" w:rsidP="003F7AC2">
            <w:pPr>
              <w:jc w:val="center"/>
              <w:rPr>
                <w:bCs/>
                <w:sz w:val="16"/>
                <w:szCs w:val="16"/>
              </w:rPr>
            </w:pPr>
            <w:r w:rsidRPr="00BA0A19">
              <w:rPr>
                <w:bCs/>
                <w:sz w:val="16"/>
                <w:szCs w:val="16"/>
              </w:rPr>
              <w:t>KEGNKEB123D</w:t>
            </w:r>
          </w:p>
        </w:tc>
        <w:tc>
          <w:tcPr>
            <w:tcW w:w="360" w:type="dxa"/>
            <w:tcBorders>
              <w:top w:val="single" w:sz="4" w:space="0" w:color="auto"/>
              <w:left w:val="nil"/>
              <w:bottom w:val="single" w:sz="4" w:space="0" w:color="auto"/>
              <w:right w:val="single" w:sz="4" w:space="0" w:color="auto"/>
            </w:tcBorders>
            <w:noWrap/>
            <w:vAlign w:val="center"/>
          </w:tcPr>
          <w:p w:rsidR="00DD2AC3" w:rsidRPr="00BA0A19"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BA0A19" w:rsidRDefault="00DD2AC3" w:rsidP="003F7AC2">
            <w:pPr>
              <w:jc w:val="center"/>
            </w:pPr>
            <w:r w:rsidRPr="00BA0A19">
              <w:rPr>
                <w:sz w:val="22"/>
                <w:szCs w:val="22"/>
              </w:rPr>
              <w:t>3</w:t>
            </w:r>
          </w:p>
        </w:tc>
        <w:tc>
          <w:tcPr>
            <w:tcW w:w="360" w:type="dxa"/>
            <w:tcBorders>
              <w:top w:val="single" w:sz="4" w:space="0" w:color="auto"/>
              <w:left w:val="nil"/>
              <w:bottom w:val="single" w:sz="4" w:space="0" w:color="auto"/>
              <w:right w:val="single" w:sz="4" w:space="0" w:color="auto"/>
            </w:tcBorders>
            <w:vAlign w:val="center"/>
          </w:tcPr>
          <w:p w:rsidR="00DD2AC3" w:rsidRPr="00BA0A1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sidRPr="00BA0A19">
              <w:rPr>
                <w:sz w:val="22"/>
                <w:szCs w:val="22"/>
              </w:rPr>
              <w:t>5</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BA0A19"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BA0A19" w:rsidRDefault="00DD2AC3" w:rsidP="003F7AC2">
            <w:pPr>
              <w:jc w:val="center"/>
            </w:pPr>
            <w:r w:rsidRPr="00BA0A19">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BA0A1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r w:rsidRPr="00BA0A19">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BA0A19"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5225" w:type="dxa"/>
            <w:gridSpan w:val="3"/>
            <w:vMerge w:val="restart"/>
            <w:tcBorders>
              <w:top w:val="single" w:sz="4" w:space="0" w:color="auto"/>
              <w:left w:val="single" w:sz="4" w:space="0" w:color="auto"/>
              <w:right w:val="single" w:sz="4" w:space="0" w:color="auto"/>
            </w:tcBorders>
            <w:shd w:val="clear" w:color="auto" w:fill="FFFFFF"/>
            <w:noWrap/>
            <w:vAlign w:val="center"/>
          </w:tcPr>
          <w:p w:rsidR="00DD2AC3" w:rsidRPr="0060020F" w:rsidRDefault="00DD2AC3" w:rsidP="003F7AC2">
            <w:pPr>
              <w:rPr>
                <w:b/>
                <w:lang w:val="en-GB"/>
              </w:rPr>
            </w:pPr>
            <w:r w:rsidRPr="0060020F">
              <w:rPr>
                <w:b/>
                <w:sz w:val="22"/>
                <w:szCs w:val="22"/>
                <w:lang w:val="en-GB"/>
              </w:rPr>
              <w:t>Specialization fields: Fruitproduction</w:t>
            </w:r>
          </w:p>
          <w:p w:rsidR="00DD2AC3" w:rsidRPr="0060020F" w:rsidRDefault="00DD2AC3" w:rsidP="003F7AC2">
            <w:pPr>
              <w:rPr>
                <w:b/>
              </w:rPr>
            </w:pPr>
            <w:r w:rsidRPr="0060020F">
              <w:rPr>
                <w:b/>
                <w:sz w:val="22"/>
                <w:szCs w:val="22"/>
              </w:rPr>
              <w:t>Gyümölcstermesztés  szakirány</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5225" w:type="dxa"/>
            <w:gridSpan w:val="3"/>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3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D20C81" w:rsidRDefault="00DD2AC3" w:rsidP="003F7AC2">
            <w:r w:rsidRPr="00D20C81">
              <w:rPr>
                <w:sz w:val="22"/>
                <w:szCs w:val="22"/>
              </w:rPr>
              <w:t>Gyümölcstermesztés III.</w:t>
            </w:r>
          </w:p>
        </w:tc>
        <w:tc>
          <w:tcPr>
            <w:tcW w:w="1800" w:type="dxa"/>
            <w:vMerge w:val="restart"/>
            <w:tcBorders>
              <w:top w:val="single" w:sz="4" w:space="0" w:color="auto"/>
              <w:left w:val="nil"/>
              <w:right w:val="single" w:sz="4" w:space="0" w:color="auto"/>
            </w:tcBorders>
            <w:shd w:val="clear" w:color="auto" w:fill="FFFFFF"/>
            <w:vAlign w:val="center"/>
          </w:tcPr>
          <w:p w:rsidR="00DD2AC3" w:rsidRPr="00D20C81" w:rsidRDefault="00DD2AC3" w:rsidP="003F7AC2">
            <w:r w:rsidRPr="00D20C81">
              <w:rPr>
                <w:sz w:val="22"/>
                <w:szCs w:val="22"/>
              </w:rPr>
              <w:t>Fruit production III.</w:t>
            </w:r>
          </w:p>
          <w:p w:rsidR="00DD2AC3" w:rsidRPr="00D20C81"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D20C81" w:rsidRDefault="00DD2AC3" w:rsidP="003F7AC2">
            <w:pPr>
              <w:jc w:val="center"/>
              <w:rPr>
                <w:bCs/>
                <w:sz w:val="16"/>
                <w:szCs w:val="16"/>
              </w:rPr>
            </w:pPr>
            <w:r w:rsidRPr="00D20C81">
              <w:rPr>
                <w:bCs/>
                <w:sz w:val="16"/>
                <w:szCs w:val="16"/>
              </w:rPr>
              <w:t>KEGNKEB144K</w:t>
            </w:r>
          </w:p>
        </w:tc>
        <w:tc>
          <w:tcPr>
            <w:tcW w:w="360" w:type="dxa"/>
            <w:tcBorders>
              <w:top w:val="single" w:sz="4" w:space="0" w:color="auto"/>
              <w:left w:val="nil"/>
              <w:bottom w:val="single" w:sz="4" w:space="0" w:color="auto"/>
              <w:right w:val="single" w:sz="4" w:space="0" w:color="auto"/>
            </w:tcBorders>
            <w:noWrap/>
            <w:vAlign w:val="center"/>
          </w:tcPr>
          <w:p w:rsidR="00DD2AC3" w:rsidRPr="00D20C81" w:rsidRDefault="00DD2AC3" w:rsidP="003F7AC2">
            <w:pPr>
              <w:jc w:val="center"/>
            </w:pPr>
            <w:r w:rsidRPr="00D20C8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D20C81" w:rsidRDefault="00DD2AC3" w:rsidP="003F7AC2">
            <w:pPr>
              <w:jc w:val="center"/>
            </w:pPr>
            <w:r w:rsidRPr="00D20C8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D20C81"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D20C81" w:rsidRDefault="00DD2AC3" w:rsidP="003F7AC2">
            <w:pPr>
              <w:jc w:val="center"/>
            </w:pPr>
            <w:r w:rsidRPr="00D20C81">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D20C81" w:rsidRDefault="00DD2AC3" w:rsidP="003F7AC2">
            <w:pPr>
              <w:jc w:val="center"/>
            </w:pPr>
            <w:r w:rsidRPr="00D20C81">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D20C81" w:rsidRDefault="00DD2AC3" w:rsidP="003F7AC2">
            <w:pPr>
              <w:jc w:val="center"/>
            </w:pPr>
            <w:r w:rsidRPr="00D20C81">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r w:rsidRPr="001F5C0B">
              <w:rPr>
                <w:sz w:val="16"/>
                <w:szCs w:val="16"/>
              </w:rPr>
              <w:t>Gyümölcstermesztés II. VIZSGAJEGY&gt;=2</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D20C81"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D20C81"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D20C81"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D20C81" w:rsidRDefault="00DD2AC3" w:rsidP="003F7AC2">
            <w:pPr>
              <w:jc w:val="center"/>
            </w:pPr>
            <w:r w:rsidRPr="00D20C81">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D20C81"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D20C81"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D20C81"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D20C81"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D20C81"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37"/>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D20C81" w:rsidRDefault="00DD2AC3" w:rsidP="003F7AC2">
            <w:r w:rsidRPr="00D20C81">
              <w:rPr>
                <w:sz w:val="22"/>
                <w:szCs w:val="22"/>
              </w:rPr>
              <w:t>Kertészeti géptan II.</w:t>
            </w:r>
          </w:p>
        </w:tc>
        <w:tc>
          <w:tcPr>
            <w:tcW w:w="1800" w:type="dxa"/>
            <w:vMerge w:val="restart"/>
            <w:tcBorders>
              <w:top w:val="single" w:sz="4" w:space="0" w:color="auto"/>
              <w:left w:val="nil"/>
              <w:right w:val="single" w:sz="4" w:space="0" w:color="auto"/>
            </w:tcBorders>
            <w:shd w:val="clear" w:color="auto" w:fill="FFFFFF"/>
            <w:vAlign w:val="center"/>
          </w:tcPr>
          <w:p w:rsidR="00DD2AC3" w:rsidRPr="00D20C81" w:rsidRDefault="00DD2AC3" w:rsidP="003F7AC2">
            <w:r w:rsidRPr="00D20C81">
              <w:rPr>
                <w:sz w:val="22"/>
                <w:szCs w:val="22"/>
                <w:lang w:val="en-GB"/>
              </w:rPr>
              <w:t>Horticultural engineering II.</w:t>
            </w:r>
          </w:p>
          <w:p w:rsidR="00DD2AC3" w:rsidRPr="00D20C81"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D20C81" w:rsidRDefault="00DD2AC3" w:rsidP="003F7AC2">
            <w:pPr>
              <w:jc w:val="center"/>
              <w:rPr>
                <w:bCs/>
                <w:sz w:val="16"/>
                <w:szCs w:val="16"/>
              </w:rPr>
            </w:pPr>
            <w:r w:rsidRPr="00D20C81">
              <w:rPr>
                <w:bCs/>
                <w:sz w:val="16"/>
                <w:szCs w:val="16"/>
              </w:rPr>
              <w:t>KEGNAMB144D</w:t>
            </w:r>
          </w:p>
        </w:tc>
        <w:tc>
          <w:tcPr>
            <w:tcW w:w="360" w:type="dxa"/>
            <w:tcBorders>
              <w:top w:val="single" w:sz="4" w:space="0" w:color="auto"/>
              <w:left w:val="nil"/>
              <w:bottom w:val="single" w:sz="4" w:space="0" w:color="auto"/>
              <w:right w:val="single" w:sz="4" w:space="0" w:color="auto"/>
            </w:tcBorders>
            <w:noWrap/>
            <w:vAlign w:val="center"/>
          </w:tcPr>
          <w:p w:rsidR="00DD2AC3" w:rsidRPr="00D20C81" w:rsidRDefault="00DD2AC3" w:rsidP="003F7AC2">
            <w:pPr>
              <w:jc w:val="center"/>
            </w:pPr>
            <w:r w:rsidRPr="00D20C8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D20C81" w:rsidRDefault="00DD2AC3" w:rsidP="003F7AC2">
            <w:pPr>
              <w:jc w:val="center"/>
            </w:pPr>
            <w:r w:rsidRPr="00D20C8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D20C81"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D20C81" w:rsidRDefault="00DD2AC3" w:rsidP="003F7AC2">
            <w:pPr>
              <w:jc w:val="center"/>
            </w:pPr>
            <w:r w:rsidRPr="00D20C81">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D20C81" w:rsidRDefault="00DD2AC3" w:rsidP="003F7AC2">
            <w:pPr>
              <w:jc w:val="center"/>
            </w:pPr>
            <w:r w:rsidRPr="00D20C81">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D20C81" w:rsidRDefault="00DD2AC3" w:rsidP="003F7AC2">
            <w:pPr>
              <w:jc w:val="center"/>
            </w:pPr>
            <w:r w:rsidRPr="00D20C81">
              <w:rPr>
                <w:sz w:val="22"/>
                <w:szCs w:val="22"/>
              </w:rPr>
              <w:t>AM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r w:rsidRPr="001F5C0B">
              <w:rPr>
                <w:sz w:val="16"/>
                <w:szCs w:val="16"/>
              </w:rPr>
              <w:t>Kertészeti géptan I. VIZSGAJEGY&gt;=2</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D20C81"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D20C81"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D20C81"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D20C81" w:rsidRDefault="00DD2AC3" w:rsidP="003F7AC2">
            <w:pPr>
              <w:jc w:val="center"/>
            </w:pPr>
            <w:r w:rsidRPr="00D20C81">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D20C81"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D20C81"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D20C81"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D20C81"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D20C81"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76"/>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D20C81" w:rsidRDefault="00DD2AC3" w:rsidP="003F7AC2">
            <w:r w:rsidRPr="00D20C81">
              <w:rPr>
                <w:sz w:val="22"/>
                <w:szCs w:val="22"/>
              </w:rPr>
              <w:t>Anyagmozgatás és csomagolás</w:t>
            </w:r>
          </w:p>
        </w:tc>
        <w:tc>
          <w:tcPr>
            <w:tcW w:w="1800" w:type="dxa"/>
            <w:vMerge w:val="restart"/>
            <w:tcBorders>
              <w:top w:val="single" w:sz="4" w:space="0" w:color="auto"/>
              <w:left w:val="nil"/>
              <w:right w:val="single" w:sz="4" w:space="0" w:color="auto"/>
            </w:tcBorders>
            <w:shd w:val="clear" w:color="auto" w:fill="FFFFFF"/>
            <w:vAlign w:val="center"/>
          </w:tcPr>
          <w:p w:rsidR="00DD2AC3" w:rsidRPr="00D20C81" w:rsidRDefault="00DD2AC3" w:rsidP="003F7AC2">
            <w:r w:rsidRPr="00D20C81">
              <w:rPr>
                <w:sz w:val="22"/>
                <w:szCs w:val="22"/>
              </w:rPr>
              <w:t>Materials handling, packaging</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D20C81" w:rsidRDefault="00DD2AC3" w:rsidP="003F7AC2">
            <w:pPr>
              <w:jc w:val="center"/>
              <w:rPr>
                <w:bCs/>
                <w:sz w:val="16"/>
                <w:szCs w:val="16"/>
              </w:rPr>
            </w:pPr>
            <w:r w:rsidRPr="00D20C81">
              <w:rPr>
                <w:bCs/>
                <w:sz w:val="16"/>
                <w:szCs w:val="16"/>
              </w:rPr>
              <w:t>KEGNKEB143F</w:t>
            </w:r>
          </w:p>
        </w:tc>
        <w:tc>
          <w:tcPr>
            <w:tcW w:w="360" w:type="dxa"/>
            <w:tcBorders>
              <w:top w:val="single" w:sz="4" w:space="0" w:color="auto"/>
              <w:left w:val="nil"/>
              <w:bottom w:val="single" w:sz="4" w:space="0" w:color="auto"/>
              <w:right w:val="single" w:sz="4" w:space="0" w:color="auto"/>
            </w:tcBorders>
            <w:noWrap/>
            <w:vAlign w:val="center"/>
          </w:tcPr>
          <w:p w:rsidR="00DD2AC3" w:rsidRPr="00D20C81" w:rsidRDefault="00DD2AC3" w:rsidP="003F7AC2">
            <w:pPr>
              <w:jc w:val="center"/>
            </w:pPr>
            <w:r w:rsidRPr="00D20C8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D20C81" w:rsidRDefault="00DD2AC3" w:rsidP="003F7AC2">
            <w:pPr>
              <w:jc w:val="center"/>
            </w:pPr>
            <w:r w:rsidRPr="00D20C81">
              <w:rPr>
                <w:sz w:val="22"/>
                <w:szCs w:val="22"/>
              </w:rPr>
              <w:t>1</w:t>
            </w:r>
          </w:p>
        </w:tc>
        <w:tc>
          <w:tcPr>
            <w:tcW w:w="360" w:type="dxa"/>
            <w:tcBorders>
              <w:top w:val="single" w:sz="4" w:space="0" w:color="auto"/>
              <w:left w:val="nil"/>
              <w:bottom w:val="single" w:sz="4" w:space="0" w:color="auto"/>
              <w:right w:val="single" w:sz="4" w:space="0" w:color="auto"/>
            </w:tcBorders>
            <w:vAlign w:val="center"/>
          </w:tcPr>
          <w:p w:rsidR="00DD2AC3" w:rsidRPr="00D20C81"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D20C81" w:rsidRDefault="00DD2AC3" w:rsidP="003F7AC2">
            <w:pPr>
              <w:jc w:val="center"/>
            </w:pPr>
            <w:r w:rsidRPr="00D20C81">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D20C81" w:rsidRDefault="00DD2AC3" w:rsidP="003F7AC2">
            <w:pPr>
              <w:jc w:val="center"/>
            </w:pPr>
            <w:r w:rsidRPr="00D20C81">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D20C81" w:rsidRDefault="00DD2AC3" w:rsidP="003F7AC2">
            <w:pPr>
              <w:jc w:val="center"/>
            </w:pPr>
            <w:r w:rsidRPr="00D20C81">
              <w:rPr>
                <w:sz w:val="22"/>
                <w:szCs w:val="22"/>
              </w:rPr>
              <w:t> AM</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jc w:val="center"/>
              <w:rPr>
                <w:sz w:val="16"/>
                <w:szCs w:val="16"/>
              </w:rPr>
            </w:pPr>
            <w:r w:rsidRPr="001F5C0B">
              <w:rPr>
                <w:sz w:val="16"/>
                <w:szCs w:val="16"/>
              </w:rPr>
              <w:t>Kertészeti géptan I. VIZSGAJEGY&gt;=2</w:t>
            </w:r>
            <w:r>
              <w:rPr>
                <w:sz w:val="16"/>
                <w:szCs w:val="16"/>
              </w:rPr>
              <w:t xml:space="preserve">  </w:t>
            </w:r>
          </w:p>
          <w:p w:rsidR="00DD2AC3" w:rsidRPr="001F5C0B" w:rsidRDefault="00DD2AC3" w:rsidP="003F7AC2">
            <w:pPr>
              <w:jc w:val="cente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D20C81"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D20C81"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D20C81"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D20C81" w:rsidRDefault="00DD2AC3" w:rsidP="003F7AC2">
            <w:pPr>
              <w:jc w:val="center"/>
            </w:pPr>
            <w:r w:rsidRPr="00D20C81">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D20C81"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D20C81"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D20C81"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D20C81"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D20C81"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33"/>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D20C81" w:rsidRDefault="00DD2AC3" w:rsidP="003F7AC2">
            <w:r w:rsidRPr="00D20C81">
              <w:rPr>
                <w:sz w:val="22"/>
                <w:szCs w:val="22"/>
              </w:rPr>
              <w:t>Pomológia</w:t>
            </w:r>
          </w:p>
        </w:tc>
        <w:tc>
          <w:tcPr>
            <w:tcW w:w="1800" w:type="dxa"/>
            <w:vMerge w:val="restart"/>
            <w:tcBorders>
              <w:top w:val="single" w:sz="4" w:space="0" w:color="auto"/>
              <w:left w:val="nil"/>
              <w:right w:val="single" w:sz="4" w:space="0" w:color="auto"/>
            </w:tcBorders>
            <w:shd w:val="clear" w:color="auto" w:fill="FFFFFF"/>
            <w:vAlign w:val="center"/>
          </w:tcPr>
          <w:p w:rsidR="00DD2AC3" w:rsidRPr="00D20C81" w:rsidRDefault="00DD2AC3" w:rsidP="003F7AC2">
            <w:r w:rsidRPr="00D20C81">
              <w:rPr>
                <w:sz w:val="22"/>
                <w:szCs w:val="22"/>
              </w:rPr>
              <w:t>Pomology</w:t>
            </w:r>
          </w:p>
          <w:p w:rsidR="00DD2AC3" w:rsidRPr="00D20C81"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D20C81" w:rsidRDefault="00DD2AC3" w:rsidP="003F7AC2">
            <w:pPr>
              <w:jc w:val="center"/>
              <w:rPr>
                <w:bCs/>
                <w:sz w:val="16"/>
                <w:szCs w:val="16"/>
              </w:rPr>
            </w:pPr>
            <w:r w:rsidRPr="00D20C81">
              <w:rPr>
                <w:bCs/>
                <w:sz w:val="16"/>
                <w:szCs w:val="16"/>
              </w:rPr>
              <w:t>KEGNKEB123G</w:t>
            </w:r>
          </w:p>
        </w:tc>
        <w:tc>
          <w:tcPr>
            <w:tcW w:w="360" w:type="dxa"/>
            <w:tcBorders>
              <w:top w:val="single" w:sz="4" w:space="0" w:color="auto"/>
              <w:left w:val="nil"/>
              <w:bottom w:val="single" w:sz="4" w:space="0" w:color="auto"/>
              <w:right w:val="single" w:sz="4" w:space="0" w:color="auto"/>
            </w:tcBorders>
            <w:noWrap/>
            <w:vAlign w:val="center"/>
          </w:tcPr>
          <w:p w:rsidR="00DD2AC3" w:rsidRPr="00D20C81"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D20C81" w:rsidRDefault="00DD2AC3" w:rsidP="003F7AC2">
            <w:pPr>
              <w:jc w:val="center"/>
            </w:pPr>
            <w:r w:rsidRPr="00D20C81">
              <w:rPr>
                <w:sz w:val="22"/>
                <w:szCs w:val="22"/>
              </w:rPr>
              <w:t>3</w:t>
            </w:r>
          </w:p>
        </w:tc>
        <w:tc>
          <w:tcPr>
            <w:tcW w:w="360" w:type="dxa"/>
            <w:tcBorders>
              <w:top w:val="single" w:sz="4" w:space="0" w:color="auto"/>
              <w:left w:val="nil"/>
              <w:bottom w:val="single" w:sz="4" w:space="0" w:color="auto"/>
              <w:right w:val="single" w:sz="4" w:space="0" w:color="auto"/>
            </w:tcBorders>
            <w:vAlign w:val="center"/>
          </w:tcPr>
          <w:p w:rsidR="00DD2AC3" w:rsidRPr="00D20C81"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D20C81" w:rsidRDefault="00DD2AC3" w:rsidP="003F7AC2">
            <w:pPr>
              <w:jc w:val="center"/>
            </w:pPr>
            <w:r w:rsidRPr="00D20C81">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D20C81" w:rsidRDefault="00DD2AC3" w:rsidP="00114F40">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D20C81" w:rsidRDefault="00DD2AC3" w:rsidP="003F7AC2">
            <w:pPr>
              <w:jc w:val="center"/>
            </w:pPr>
            <w:r w:rsidRPr="00D20C81">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r w:rsidRPr="001F5C0B">
              <w:rPr>
                <w:sz w:val="16"/>
                <w:szCs w:val="16"/>
              </w:rPr>
              <w:t>Gyümölcstermesztés II. VIZSGAJEGY&gt;=2</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D20C81" w:rsidRDefault="00DD2AC3" w:rsidP="003F7AC2">
            <w:pPr>
              <w:jc w:val="center"/>
            </w:pPr>
            <w:r w:rsidRPr="00D20C81">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5225" w:type="dxa"/>
            <w:gridSpan w:val="3"/>
            <w:vMerge w:val="restart"/>
            <w:tcBorders>
              <w:top w:val="single" w:sz="4" w:space="0" w:color="auto"/>
              <w:left w:val="single" w:sz="4" w:space="0" w:color="auto"/>
              <w:right w:val="single" w:sz="4" w:space="0" w:color="auto"/>
            </w:tcBorders>
            <w:shd w:val="clear" w:color="auto" w:fill="FFFFFF"/>
            <w:noWrap/>
            <w:vAlign w:val="center"/>
          </w:tcPr>
          <w:p w:rsidR="00DD2AC3" w:rsidRPr="00D20C81" w:rsidRDefault="00DD2AC3" w:rsidP="003F7AC2">
            <w:pPr>
              <w:rPr>
                <w:b/>
                <w:lang w:val="en-GB"/>
              </w:rPr>
            </w:pPr>
            <w:r w:rsidRPr="00D20C81">
              <w:rPr>
                <w:b/>
                <w:sz w:val="22"/>
                <w:szCs w:val="22"/>
                <w:lang w:val="en-GB"/>
              </w:rPr>
              <w:t>Specialization fields: Ornamental plants production</w:t>
            </w:r>
          </w:p>
          <w:p w:rsidR="00DD2AC3" w:rsidRDefault="00DD2AC3" w:rsidP="003F7AC2">
            <w:pPr>
              <w:rPr>
                <w:b/>
              </w:rPr>
            </w:pPr>
            <w:r w:rsidRPr="00D20C81">
              <w:rPr>
                <w:b/>
                <w:sz w:val="22"/>
                <w:szCs w:val="22"/>
              </w:rPr>
              <w:t>Dísznövénytermesztés szakirány</w:t>
            </w:r>
          </w:p>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5225" w:type="dxa"/>
            <w:gridSpan w:val="3"/>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531"/>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r w:rsidRPr="004F772C">
              <w:rPr>
                <w:sz w:val="22"/>
                <w:szCs w:val="22"/>
              </w:rPr>
              <w:t>Dísznövénytermesztés III.</w:t>
            </w:r>
          </w:p>
        </w:tc>
        <w:tc>
          <w:tcPr>
            <w:tcW w:w="180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pPr>
              <w:rPr>
                <w:lang w:val="en-GB"/>
              </w:rPr>
            </w:pPr>
            <w:r w:rsidRPr="004F772C">
              <w:rPr>
                <w:sz w:val="22"/>
                <w:szCs w:val="22"/>
                <w:lang w:val="en-GB"/>
              </w:rPr>
              <w:t>Ornamental plants production III.</w:t>
            </w:r>
          </w:p>
          <w:p w:rsidR="00DD2AC3" w:rsidRPr="004F772C"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pPr>
              <w:jc w:val="center"/>
              <w:rPr>
                <w:bCs/>
                <w:sz w:val="16"/>
                <w:szCs w:val="16"/>
              </w:rPr>
            </w:pPr>
            <w:r w:rsidRPr="004F772C">
              <w:rPr>
                <w:bCs/>
                <w:sz w:val="16"/>
                <w:szCs w:val="16"/>
              </w:rPr>
              <w:t>KEGNKEB144S</w:t>
            </w:r>
          </w:p>
        </w:tc>
        <w:tc>
          <w:tcPr>
            <w:tcW w:w="360" w:type="dxa"/>
            <w:tcBorders>
              <w:top w:val="single" w:sz="4" w:space="0" w:color="auto"/>
              <w:left w:val="nil"/>
              <w:bottom w:val="single" w:sz="4" w:space="0" w:color="auto"/>
              <w:right w:val="single" w:sz="4" w:space="0" w:color="auto"/>
            </w:tcBorders>
            <w:noWrap/>
            <w:vAlign w:val="center"/>
          </w:tcPr>
          <w:p w:rsidR="00DD2AC3" w:rsidRPr="004F772C" w:rsidRDefault="00DD2AC3" w:rsidP="003F7AC2">
            <w:pPr>
              <w:jc w:val="center"/>
            </w:pPr>
            <w:r w:rsidRPr="004F772C">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r w:rsidRPr="004F772C">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sidRPr="004F772C">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t>K</w:t>
            </w:r>
          </w:p>
        </w:tc>
        <w:tc>
          <w:tcPr>
            <w:tcW w:w="72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pPr>
              <w:jc w:val="center"/>
            </w:pPr>
            <w:r w:rsidRPr="004F772C">
              <w:rPr>
                <w:sz w:val="22"/>
                <w:szCs w:val="22"/>
              </w:rPr>
              <w:t> KE</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jc w:val="center"/>
              <w:rPr>
                <w:sz w:val="16"/>
                <w:szCs w:val="16"/>
              </w:rPr>
            </w:pPr>
            <w:r w:rsidRPr="001F5C0B">
              <w:rPr>
                <w:sz w:val="16"/>
                <w:szCs w:val="16"/>
              </w:rPr>
              <w:t>Dísznövénytermesztés II. VIZSGAJEGY&gt;=2</w:t>
            </w:r>
          </w:p>
          <w:p w:rsidR="00DD2AC3" w:rsidRDefault="00DD2AC3" w:rsidP="003F7AC2">
            <w:pPr>
              <w:jc w:val="center"/>
              <w:rPr>
                <w:sz w:val="16"/>
                <w:szCs w:val="16"/>
              </w:rPr>
            </w:pPr>
          </w:p>
          <w:p w:rsidR="00DD2AC3" w:rsidRPr="001F5C0B" w:rsidRDefault="00DD2AC3" w:rsidP="00114F40">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4F772C"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4F772C" w:rsidRDefault="00DD2AC3" w:rsidP="003F7AC2">
            <w:pPr>
              <w:jc w:val="center"/>
            </w:pPr>
            <w:r w:rsidRPr="004F772C">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4F772C"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r w:rsidRPr="004F772C">
              <w:rPr>
                <w:sz w:val="22"/>
                <w:szCs w:val="22"/>
              </w:rPr>
              <w:t>Kertészeti géptan II.</w:t>
            </w:r>
          </w:p>
        </w:tc>
        <w:tc>
          <w:tcPr>
            <w:tcW w:w="180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r w:rsidRPr="004F772C">
              <w:rPr>
                <w:sz w:val="22"/>
                <w:szCs w:val="22"/>
                <w:lang w:val="en-GB"/>
              </w:rPr>
              <w:t>Horticultural engineering II.</w:t>
            </w:r>
          </w:p>
          <w:p w:rsidR="00DD2AC3" w:rsidRPr="004F772C"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pPr>
              <w:jc w:val="center"/>
              <w:rPr>
                <w:bCs/>
                <w:sz w:val="16"/>
                <w:szCs w:val="16"/>
              </w:rPr>
            </w:pPr>
            <w:r w:rsidRPr="004F772C">
              <w:rPr>
                <w:bCs/>
                <w:sz w:val="16"/>
                <w:szCs w:val="16"/>
              </w:rPr>
              <w:t>KEGNAMB144D</w:t>
            </w:r>
          </w:p>
        </w:tc>
        <w:tc>
          <w:tcPr>
            <w:tcW w:w="360" w:type="dxa"/>
            <w:tcBorders>
              <w:top w:val="single" w:sz="4" w:space="0" w:color="auto"/>
              <w:left w:val="nil"/>
              <w:bottom w:val="single" w:sz="4" w:space="0" w:color="auto"/>
              <w:right w:val="single" w:sz="4" w:space="0" w:color="auto"/>
            </w:tcBorders>
            <w:noWrap/>
            <w:vAlign w:val="center"/>
          </w:tcPr>
          <w:p w:rsidR="00DD2AC3" w:rsidRPr="004F772C" w:rsidRDefault="00DD2AC3" w:rsidP="003F7AC2">
            <w:pPr>
              <w:jc w:val="center"/>
            </w:pPr>
            <w:r w:rsidRPr="004F772C">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r w:rsidRPr="004F772C">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sidRPr="004F772C">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sidRPr="004F772C">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pPr>
              <w:jc w:val="center"/>
            </w:pPr>
            <w:r w:rsidRPr="004F772C">
              <w:rPr>
                <w:sz w:val="22"/>
                <w:szCs w:val="22"/>
              </w:rPr>
              <w:t>AM</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rPr>
                <w:sz w:val="16"/>
                <w:szCs w:val="16"/>
              </w:rPr>
            </w:pPr>
          </w:p>
          <w:p w:rsidR="00DD2AC3" w:rsidRDefault="00DD2AC3" w:rsidP="003F7AC2">
            <w:pPr>
              <w:rPr>
                <w:sz w:val="16"/>
                <w:szCs w:val="16"/>
              </w:rPr>
            </w:pPr>
          </w:p>
          <w:p w:rsidR="00DD2AC3" w:rsidRDefault="00DD2AC3" w:rsidP="003F7AC2">
            <w:pPr>
              <w:rPr>
                <w:sz w:val="16"/>
                <w:szCs w:val="16"/>
              </w:rPr>
            </w:pPr>
            <w:r w:rsidRPr="001F5C0B">
              <w:rPr>
                <w:sz w:val="16"/>
                <w:szCs w:val="16"/>
              </w:rPr>
              <w:t>Kertészeti géptan I. VIZSGAJEGY&gt;=2</w:t>
            </w:r>
          </w:p>
          <w:p w:rsidR="00DD2AC3" w:rsidRDefault="00DD2AC3" w:rsidP="003F7AC2">
            <w:pPr>
              <w:rPr>
                <w:sz w:val="16"/>
                <w:szCs w:val="16"/>
              </w:rPr>
            </w:pPr>
          </w:p>
          <w:p w:rsidR="00DD2AC3" w:rsidRDefault="00DD2AC3" w:rsidP="003F7AC2">
            <w:pPr>
              <w:rPr>
                <w:sz w:val="16"/>
                <w:szCs w:val="16"/>
              </w:rPr>
            </w:pPr>
          </w:p>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4F772C"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4F772C" w:rsidRDefault="00DD2AC3" w:rsidP="003F7AC2">
            <w:pPr>
              <w:jc w:val="center"/>
            </w:pPr>
            <w:r w:rsidRPr="004F772C">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4F772C"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67"/>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r w:rsidRPr="004F772C">
              <w:rPr>
                <w:sz w:val="22"/>
                <w:szCs w:val="22"/>
              </w:rPr>
              <w:t>Faj-és fajtaismeret I.</w:t>
            </w:r>
          </w:p>
          <w:p w:rsidR="00DD2AC3" w:rsidRPr="004F772C" w:rsidRDefault="00DD2AC3" w:rsidP="003F7AC2"/>
          <w:p w:rsidR="00DD2AC3" w:rsidRPr="004F772C" w:rsidRDefault="00DD2AC3" w:rsidP="003F7AC2"/>
        </w:tc>
        <w:tc>
          <w:tcPr>
            <w:tcW w:w="180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pPr>
              <w:rPr>
                <w:color w:val="000000"/>
              </w:rPr>
            </w:pPr>
            <w:r w:rsidRPr="004F772C">
              <w:rPr>
                <w:color w:val="000000"/>
                <w:sz w:val="22"/>
                <w:szCs w:val="22"/>
              </w:rPr>
              <w:t>Choice of Varieties in Horticultural Production I.</w:t>
            </w:r>
          </w:p>
          <w:p w:rsidR="00DD2AC3" w:rsidRPr="004F772C"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pPr>
              <w:jc w:val="center"/>
              <w:rPr>
                <w:bCs/>
                <w:sz w:val="16"/>
                <w:szCs w:val="16"/>
              </w:rPr>
            </w:pPr>
            <w:r w:rsidRPr="004F772C">
              <w:rPr>
                <w:bCs/>
                <w:sz w:val="16"/>
                <w:szCs w:val="16"/>
              </w:rPr>
              <w:t>KEGNKEB112E</w:t>
            </w:r>
          </w:p>
        </w:tc>
        <w:tc>
          <w:tcPr>
            <w:tcW w:w="360" w:type="dxa"/>
            <w:tcBorders>
              <w:top w:val="single" w:sz="4" w:space="0" w:color="auto"/>
              <w:left w:val="nil"/>
              <w:bottom w:val="single" w:sz="4" w:space="0" w:color="auto"/>
              <w:right w:val="single" w:sz="4" w:space="0" w:color="auto"/>
            </w:tcBorders>
            <w:noWrap/>
            <w:vAlign w:val="center"/>
          </w:tcPr>
          <w:p w:rsidR="00DD2AC3" w:rsidRPr="004F772C" w:rsidRDefault="00DD2AC3" w:rsidP="003F7AC2">
            <w:pPr>
              <w:jc w:val="center"/>
            </w:pPr>
            <w:r w:rsidRPr="004F772C">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sidRPr="004F772C">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sidRPr="004F772C">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pPr>
              <w:jc w:val="center"/>
            </w:pPr>
            <w:r w:rsidRPr="004F772C">
              <w:rPr>
                <w:sz w:val="22"/>
                <w:szCs w:val="22"/>
              </w:rPr>
              <w:t> KE</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jc w:val="center"/>
              <w:rPr>
                <w:sz w:val="16"/>
                <w:szCs w:val="16"/>
              </w:rPr>
            </w:pPr>
            <w:r w:rsidRPr="001F5C0B">
              <w:rPr>
                <w:sz w:val="16"/>
                <w:szCs w:val="16"/>
              </w:rPr>
              <w:t>Dísznövénytermesztés II. VIZSGAJEGY&gt;=2</w:t>
            </w:r>
          </w:p>
          <w:p w:rsidR="00DD2AC3" w:rsidRDefault="00DD2AC3" w:rsidP="003F7AC2">
            <w:pPr>
              <w:jc w:val="center"/>
              <w:rPr>
                <w:sz w:val="16"/>
                <w:szCs w:val="16"/>
              </w:rPr>
            </w:pPr>
          </w:p>
          <w:p w:rsidR="00DD2AC3" w:rsidRDefault="00DD2AC3" w:rsidP="003F7AC2">
            <w:pPr>
              <w:jc w:val="center"/>
              <w:rPr>
                <w:sz w:val="16"/>
                <w:szCs w:val="16"/>
              </w:rPr>
            </w:pPr>
          </w:p>
          <w:p w:rsidR="00DD2AC3" w:rsidRDefault="00DD2AC3" w:rsidP="003F7AC2">
            <w:pPr>
              <w:jc w:val="center"/>
              <w:rPr>
                <w:sz w:val="16"/>
                <w:szCs w:val="16"/>
              </w:rPr>
            </w:pPr>
          </w:p>
          <w:p w:rsidR="00DD2AC3" w:rsidRPr="001F5C0B" w:rsidRDefault="00DD2AC3" w:rsidP="003F7AC2">
            <w:pPr>
              <w:jc w:val="cente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4F772C"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4F772C" w:rsidRDefault="00DD2AC3" w:rsidP="003F7AC2">
            <w:pPr>
              <w:jc w:val="center"/>
            </w:pPr>
            <w:r w:rsidRPr="004F772C">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4F772C"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r w:rsidRPr="004F772C">
              <w:rPr>
                <w:sz w:val="22"/>
                <w:szCs w:val="22"/>
              </w:rPr>
              <w:t xml:space="preserve">Kertészeti </w:t>
            </w:r>
          </w:p>
          <w:p w:rsidR="00DD2AC3" w:rsidRPr="004F772C" w:rsidRDefault="00DD2AC3" w:rsidP="003F7AC2">
            <w:r w:rsidRPr="004F772C">
              <w:rPr>
                <w:sz w:val="22"/>
                <w:szCs w:val="22"/>
              </w:rPr>
              <w:t>gyakorlati fogások</w:t>
            </w:r>
          </w:p>
        </w:tc>
        <w:tc>
          <w:tcPr>
            <w:tcW w:w="180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r w:rsidRPr="004F772C">
              <w:rPr>
                <w:sz w:val="22"/>
                <w:szCs w:val="22"/>
              </w:rPr>
              <w:t>Practice of ornamental plant production</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pPr>
              <w:jc w:val="center"/>
              <w:rPr>
                <w:bCs/>
                <w:sz w:val="16"/>
                <w:szCs w:val="16"/>
              </w:rPr>
            </w:pPr>
            <w:r w:rsidRPr="004F772C">
              <w:rPr>
                <w:bCs/>
                <w:sz w:val="16"/>
                <w:szCs w:val="16"/>
              </w:rPr>
              <w:t>KEGNKEB123J</w:t>
            </w:r>
          </w:p>
        </w:tc>
        <w:tc>
          <w:tcPr>
            <w:tcW w:w="360" w:type="dxa"/>
            <w:tcBorders>
              <w:top w:val="single" w:sz="4" w:space="0" w:color="auto"/>
              <w:left w:val="nil"/>
              <w:bottom w:val="single" w:sz="4" w:space="0" w:color="auto"/>
              <w:right w:val="single" w:sz="4" w:space="0" w:color="auto"/>
            </w:tcBorders>
            <w:noWrap/>
            <w:vAlign w:val="center"/>
          </w:tcPr>
          <w:p w:rsidR="00DD2AC3" w:rsidRPr="004F772C"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r w:rsidRPr="004F772C">
              <w:rPr>
                <w:sz w:val="22"/>
                <w:szCs w:val="22"/>
              </w:rPr>
              <w:t>3</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pPr>
              <w:jc w:val="center"/>
            </w:pPr>
            <w:r w:rsidRPr="004F772C">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 w:rsidR="00DD2AC3" w:rsidRPr="004F772C" w:rsidRDefault="00DD2AC3" w:rsidP="003F7AC2"/>
          <w:p w:rsidR="00DD2AC3" w:rsidRPr="004F772C" w:rsidRDefault="00DD2AC3" w:rsidP="003F7AC2"/>
          <w:p w:rsidR="00DD2AC3" w:rsidRPr="004F772C" w:rsidRDefault="00DD2AC3" w:rsidP="003F7AC2"/>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4F772C"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4F772C"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r w:rsidRPr="004F772C">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4F772C"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tc>
      </w:tr>
      <w:tr w:rsidR="00DD2AC3" w:rsidRPr="00965BEE" w:rsidTr="003F7AC2">
        <w:trPr>
          <w:trHeight w:val="414"/>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965BEE" w:rsidRDefault="00DD2AC3" w:rsidP="003F7AC2">
            <w:r w:rsidRPr="00965BEE">
              <w:rPr>
                <w:sz w:val="22"/>
                <w:szCs w:val="22"/>
              </w:rPr>
              <w:t>Díszfaiskola</w:t>
            </w:r>
          </w:p>
        </w:tc>
        <w:tc>
          <w:tcPr>
            <w:tcW w:w="1800" w:type="dxa"/>
            <w:vMerge w:val="restart"/>
            <w:tcBorders>
              <w:top w:val="single" w:sz="4" w:space="0" w:color="auto"/>
              <w:left w:val="nil"/>
              <w:right w:val="single" w:sz="4" w:space="0" w:color="auto"/>
            </w:tcBorders>
            <w:shd w:val="clear" w:color="auto" w:fill="FFFFFF"/>
            <w:vAlign w:val="center"/>
          </w:tcPr>
          <w:p w:rsidR="00DD2AC3" w:rsidRPr="00965BEE" w:rsidRDefault="00DD2AC3" w:rsidP="003F7AC2">
            <w:r w:rsidRPr="00965BEE">
              <w:rPr>
                <w:sz w:val="22"/>
                <w:szCs w:val="22"/>
              </w:rPr>
              <w:t>Nursery of ornamental plants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965BEE" w:rsidRDefault="00DD2AC3" w:rsidP="003F7AC2">
            <w:pPr>
              <w:jc w:val="center"/>
              <w:rPr>
                <w:bCs/>
                <w:sz w:val="16"/>
                <w:szCs w:val="16"/>
              </w:rPr>
            </w:pPr>
            <w:r w:rsidRPr="00965BEE">
              <w:rPr>
                <w:bCs/>
                <w:sz w:val="16"/>
                <w:szCs w:val="16"/>
              </w:rPr>
              <w:t>KEGNKEB144U</w:t>
            </w:r>
          </w:p>
        </w:tc>
        <w:tc>
          <w:tcPr>
            <w:tcW w:w="360" w:type="dxa"/>
            <w:tcBorders>
              <w:top w:val="single" w:sz="4" w:space="0" w:color="auto"/>
              <w:left w:val="nil"/>
              <w:bottom w:val="single" w:sz="4" w:space="0" w:color="auto"/>
              <w:right w:val="single" w:sz="4" w:space="0" w:color="auto"/>
            </w:tcBorders>
            <w:noWrap/>
            <w:vAlign w:val="center"/>
          </w:tcPr>
          <w:p w:rsidR="00DD2AC3" w:rsidRPr="00965BEE" w:rsidRDefault="00DD2AC3" w:rsidP="003F7AC2">
            <w:pPr>
              <w:jc w:val="center"/>
            </w:pPr>
            <w:r w:rsidRPr="00965BEE">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965BEE" w:rsidRDefault="00DD2AC3" w:rsidP="003F7AC2">
            <w:pPr>
              <w:jc w:val="center"/>
            </w:pPr>
            <w:r w:rsidRPr="00965BEE">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965BEE" w:rsidRDefault="00DD2AC3" w:rsidP="003F7AC2">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965BEE" w:rsidRDefault="00DD2AC3" w:rsidP="003F7AC2">
            <w:pPr>
              <w:jc w:val="center"/>
            </w:pPr>
            <w:r w:rsidRPr="00965BEE">
              <w:rPr>
                <w:sz w:val="22"/>
                <w:szCs w:val="22"/>
              </w:rPr>
              <w:t xml:space="preserve"> 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965BEE" w:rsidRDefault="00DD2AC3" w:rsidP="003F7AC2">
            <w:pPr>
              <w:jc w:val="center"/>
            </w:pPr>
            <w:r w:rsidRPr="00965BE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965BEE" w:rsidRDefault="00DD2AC3" w:rsidP="003F7AC2">
            <w:pPr>
              <w:jc w:val="center"/>
            </w:pPr>
            <w:r w:rsidRPr="00965BEE">
              <w:rPr>
                <w:sz w:val="22"/>
                <w:szCs w:val="22"/>
              </w:rPr>
              <w:t> 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965BEE" w:rsidRDefault="00DD2AC3" w:rsidP="003F7AC2">
            <w:pPr>
              <w:jc w:val="center"/>
              <w:rPr>
                <w:sz w:val="20"/>
                <w:szCs w:val="20"/>
              </w:rPr>
            </w:pPr>
            <w:r w:rsidRPr="00965BEE">
              <w:rPr>
                <w:sz w:val="20"/>
                <w:szCs w:val="20"/>
              </w:rPr>
              <w:t>Dísznövénytermesztés II. VIZSGAJEGY&gt;=2</w:t>
            </w:r>
          </w:p>
        </w:tc>
      </w:tr>
      <w:tr w:rsidR="00DD2AC3" w:rsidRPr="00965BEE"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965BEE" w:rsidRDefault="00DD2AC3" w:rsidP="003F7AC2">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DD2AC3" w:rsidRPr="00965BEE" w:rsidRDefault="00DD2AC3" w:rsidP="003F7AC2">
            <w:pPr>
              <w:rPr>
                <w:sz w:val="16"/>
                <w:szCs w:val="16"/>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965BEE"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965BEE" w:rsidRDefault="00DD2AC3" w:rsidP="003F7AC2">
            <w:pPr>
              <w:jc w:val="center"/>
            </w:pPr>
            <w:r w:rsidRPr="00965BEE">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965BEE"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965BEE"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DD2AC3" w:rsidRPr="00965BEE" w:rsidRDefault="00DD2AC3" w:rsidP="003F7AC2">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DD2AC3" w:rsidRPr="00965BEE"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DD2AC3" w:rsidRPr="00965BEE" w:rsidRDefault="00DD2AC3" w:rsidP="003F7AC2">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DD2AC3" w:rsidRPr="00965BEE" w:rsidRDefault="00DD2AC3" w:rsidP="003F7AC2">
            <w:pPr>
              <w:rPr>
                <w:sz w:val="16"/>
                <w:szCs w:val="16"/>
              </w:rPr>
            </w:pPr>
          </w:p>
        </w:tc>
      </w:tr>
      <w:tr w:rsidR="00DD2AC3" w:rsidRPr="00E753BD" w:rsidTr="003F7AC2">
        <w:trPr>
          <w:trHeight w:val="90"/>
          <w:jc w:val="center"/>
        </w:trPr>
        <w:tc>
          <w:tcPr>
            <w:tcW w:w="5225" w:type="dxa"/>
            <w:gridSpan w:val="3"/>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pPr>
              <w:rPr>
                <w:b/>
                <w:lang w:val="en-GB"/>
              </w:rPr>
            </w:pPr>
            <w:r w:rsidRPr="004F772C">
              <w:rPr>
                <w:b/>
                <w:sz w:val="22"/>
                <w:szCs w:val="22"/>
                <w:lang w:val="en-GB"/>
              </w:rPr>
              <w:t>Specialization fields: Vegetable production</w:t>
            </w:r>
          </w:p>
          <w:p w:rsidR="00DD2AC3" w:rsidRPr="004F772C" w:rsidRDefault="00DD2AC3" w:rsidP="003F7AC2">
            <w:pPr>
              <w:rPr>
                <w:b/>
              </w:rPr>
            </w:pPr>
            <w:r w:rsidRPr="004F772C">
              <w:rPr>
                <w:b/>
                <w:sz w:val="22"/>
                <w:szCs w:val="22"/>
              </w:rPr>
              <w:t>Zöldségtermesztés szakirány</w:t>
            </w:r>
          </w:p>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5225" w:type="dxa"/>
            <w:gridSpan w:val="3"/>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99"/>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CC3643" w:rsidRDefault="00DD2AC3" w:rsidP="003F7AC2">
            <w:r w:rsidRPr="00CC3643">
              <w:rPr>
                <w:sz w:val="22"/>
                <w:szCs w:val="22"/>
              </w:rPr>
              <w:t>Zöldségtermesztés III.</w:t>
            </w:r>
          </w:p>
        </w:tc>
        <w:tc>
          <w:tcPr>
            <w:tcW w:w="1800" w:type="dxa"/>
            <w:vMerge w:val="restart"/>
            <w:tcBorders>
              <w:top w:val="single" w:sz="4" w:space="0" w:color="auto"/>
              <w:left w:val="nil"/>
              <w:right w:val="single" w:sz="4" w:space="0" w:color="auto"/>
            </w:tcBorders>
            <w:shd w:val="clear" w:color="auto" w:fill="FFFFFF"/>
            <w:vAlign w:val="center"/>
          </w:tcPr>
          <w:p w:rsidR="00DD2AC3" w:rsidRPr="00CC3643" w:rsidRDefault="00DD2AC3" w:rsidP="003F7AC2">
            <w:r w:rsidRPr="00CC3643">
              <w:rPr>
                <w:sz w:val="22"/>
                <w:szCs w:val="22"/>
              </w:rPr>
              <w:t>Vegetable production III.</w:t>
            </w:r>
          </w:p>
          <w:p w:rsidR="00DD2AC3" w:rsidRPr="00CC3643"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CC3643" w:rsidRDefault="00DD2AC3" w:rsidP="003F7AC2">
            <w:pPr>
              <w:jc w:val="center"/>
              <w:rPr>
                <w:bCs/>
                <w:sz w:val="16"/>
                <w:szCs w:val="16"/>
              </w:rPr>
            </w:pPr>
            <w:r w:rsidRPr="00CC3643">
              <w:rPr>
                <w:bCs/>
                <w:sz w:val="16"/>
                <w:szCs w:val="16"/>
              </w:rPr>
              <w:t>KEGNKEB144P</w:t>
            </w:r>
          </w:p>
        </w:tc>
        <w:tc>
          <w:tcPr>
            <w:tcW w:w="360" w:type="dxa"/>
            <w:tcBorders>
              <w:top w:val="single" w:sz="4" w:space="0" w:color="auto"/>
              <w:left w:val="nil"/>
              <w:bottom w:val="single" w:sz="4" w:space="0" w:color="auto"/>
              <w:right w:val="single" w:sz="4" w:space="0" w:color="auto"/>
            </w:tcBorders>
            <w:noWrap/>
            <w:vAlign w:val="center"/>
          </w:tcPr>
          <w:p w:rsidR="00DD2AC3" w:rsidRPr="00CC3643" w:rsidRDefault="00DD2AC3" w:rsidP="003F7AC2">
            <w:pPr>
              <w:jc w:val="center"/>
            </w:pPr>
            <w:r w:rsidRPr="00CC3643">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CC3643" w:rsidRDefault="00DD2AC3" w:rsidP="003F7AC2">
            <w:pPr>
              <w:jc w:val="center"/>
            </w:pPr>
            <w:r w:rsidRPr="00CC3643">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CC3643"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CC3643" w:rsidRDefault="00DD2AC3" w:rsidP="003F7AC2">
            <w:pPr>
              <w:jc w:val="center"/>
            </w:pPr>
            <w:r w:rsidRPr="00CC3643">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CC3643" w:rsidRDefault="00DD2AC3" w:rsidP="003F7AC2">
            <w:pPr>
              <w:jc w:val="center"/>
            </w:pPr>
            <w:r w:rsidRPr="00CC3643">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CC3643" w:rsidRDefault="00DD2AC3" w:rsidP="003F7AC2">
            <w:pPr>
              <w:jc w:val="center"/>
            </w:pPr>
            <w:r w:rsidRPr="00CC3643">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r w:rsidRPr="001F5C0B">
              <w:rPr>
                <w:sz w:val="16"/>
                <w:szCs w:val="16"/>
              </w:rPr>
              <w:t>Zöldségtermesztés II. VIZSGAJEGY&gt;=2</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CC3643"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CC3643"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CC364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CC3643" w:rsidRDefault="00DD2AC3" w:rsidP="003F7AC2">
            <w:pPr>
              <w:jc w:val="center"/>
            </w:pPr>
            <w:r w:rsidRPr="00CC3643">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CC3643"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CC3643"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CC3643"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CC3643"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CC3643"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69"/>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CC3643" w:rsidRDefault="00DD2AC3" w:rsidP="003F7AC2">
            <w:r w:rsidRPr="00CC3643">
              <w:rPr>
                <w:sz w:val="22"/>
                <w:szCs w:val="22"/>
              </w:rPr>
              <w:t>Építéstan</w:t>
            </w:r>
          </w:p>
        </w:tc>
        <w:tc>
          <w:tcPr>
            <w:tcW w:w="1800" w:type="dxa"/>
            <w:vMerge w:val="restart"/>
            <w:tcBorders>
              <w:top w:val="single" w:sz="4" w:space="0" w:color="auto"/>
              <w:left w:val="nil"/>
              <w:right w:val="single" w:sz="4" w:space="0" w:color="auto"/>
            </w:tcBorders>
            <w:shd w:val="clear" w:color="auto" w:fill="FFFFFF"/>
            <w:vAlign w:val="center"/>
          </w:tcPr>
          <w:p w:rsidR="00DD2AC3" w:rsidRPr="00CC3643" w:rsidRDefault="00DD2AC3" w:rsidP="003F7AC2">
            <w:r w:rsidRPr="00CC3643">
              <w:rPr>
                <w:sz w:val="22"/>
                <w:szCs w:val="22"/>
              </w:rPr>
              <w:t>Knowledge of construction</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CC3643" w:rsidRDefault="00DD2AC3" w:rsidP="003F7AC2">
            <w:pPr>
              <w:jc w:val="center"/>
              <w:rPr>
                <w:bCs/>
                <w:sz w:val="16"/>
                <w:szCs w:val="16"/>
              </w:rPr>
            </w:pPr>
            <w:r w:rsidRPr="00CC3643">
              <w:rPr>
                <w:bCs/>
                <w:sz w:val="16"/>
                <w:szCs w:val="16"/>
              </w:rPr>
              <w:t>KEGNAMB112E</w:t>
            </w:r>
          </w:p>
        </w:tc>
        <w:tc>
          <w:tcPr>
            <w:tcW w:w="360" w:type="dxa"/>
            <w:tcBorders>
              <w:top w:val="single" w:sz="4" w:space="0" w:color="auto"/>
              <w:left w:val="nil"/>
              <w:bottom w:val="single" w:sz="4" w:space="0" w:color="auto"/>
              <w:right w:val="single" w:sz="4" w:space="0" w:color="auto"/>
            </w:tcBorders>
            <w:noWrap/>
            <w:vAlign w:val="center"/>
          </w:tcPr>
          <w:p w:rsidR="00DD2AC3" w:rsidRPr="00CC3643" w:rsidRDefault="00DD2AC3" w:rsidP="003F7AC2">
            <w:pPr>
              <w:jc w:val="center"/>
            </w:pPr>
            <w:r w:rsidRPr="00CC3643">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CC3643"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CC3643"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CC3643" w:rsidRDefault="00DD2AC3" w:rsidP="003F7AC2">
            <w:pPr>
              <w:jc w:val="center"/>
            </w:pPr>
            <w:r w:rsidRPr="00CC3643">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CC3643" w:rsidRDefault="00DD2AC3" w:rsidP="003F7AC2">
            <w:pPr>
              <w:jc w:val="center"/>
            </w:pPr>
            <w:r w:rsidRPr="00CC3643">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CC3643" w:rsidRDefault="00DD2AC3" w:rsidP="003F7AC2">
            <w:pPr>
              <w:jc w:val="center"/>
            </w:pPr>
            <w:r w:rsidRPr="00CC3643">
              <w:rPr>
                <w:sz w:val="22"/>
                <w:szCs w:val="22"/>
              </w:rPr>
              <w:t>AM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r w:rsidRPr="001F5C0B">
              <w:rPr>
                <w:sz w:val="16"/>
                <w:szCs w:val="16"/>
              </w:rPr>
              <w:t>Kertészeti géptan I. VIZSGAJEGY&gt;=2</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CC3643"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CC3643"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CC364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CC3643" w:rsidRDefault="00DD2AC3" w:rsidP="003F7AC2">
            <w:pPr>
              <w:jc w:val="center"/>
            </w:pPr>
            <w:r w:rsidRPr="00CC3643">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CC3643"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CC3643"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CC3643"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CC3643"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CC3643"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CC3643" w:rsidRDefault="00DD2AC3" w:rsidP="003F7AC2">
            <w:r w:rsidRPr="00CC3643">
              <w:rPr>
                <w:sz w:val="22"/>
                <w:szCs w:val="22"/>
              </w:rPr>
              <w:t>Mikroszaporítás</w:t>
            </w:r>
          </w:p>
        </w:tc>
        <w:tc>
          <w:tcPr>
            <w:tcW w:w="1800" w:type="dxa"/>
            <w:vMerge w:val="restart"/>
            <w:tcBorders>
              <w:top w:val="single" w:sz="4" w:space="0" w:color="auto"/>
              <w:left w:val="nil"/>
              <w:right w:val="single" w:sz="4" w:space="0" w:color="auto"/>
            </w:tcBorders>
            <w:shd w:val="clear" w:color="auto" w:fill="FFFFFF"/>
            <w:vAlign w:val="center"/>
          </w:tcPr>
          <w:p w:rsidR="00DD2AC3" w:rsidRPr="00CC3643" w:rsidRDefault="00DD2AC3" w:rsidP="003F7AC2">
            <w:r w:rsidRPr="00CC3643">
              <w:rPr>
                <w:sz w:val="22"/>
                <w:szCs w:val="22"/>
              </w:rPr>
              <w:t>Micropropagation of plants</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CC3643" w:rsidRDefault="00DD2AC3" w:rsidP="003F7AC2">
            <w:pPr>
              <w:jc w:val="center"/>
              <w:rPr>
                <w:bCs/>
                <w:sz w:val="16"/>
                <w:szCs w:val="16"/>
              </w:rPr>
            </w:pPr>
            <w:r w:rsidRPr="00CC3643">
              <w:rPr>
                <w:bCs/>
                <w:sz w:val="16"/>
                <w:szCs w:val="16"/>
              </w:rPr>
              <w:t>KEGNKEB123I</w:t>
            </w:r>
          </w:p>
        </w:tc>
        <w:tc>
          <w:tcPr>
            <w:tcW w:w="360" w:type="dxa"/>
            <w:tcBorders>
              <w:top w:val="single" w:sz="4" w:space="0" w:color="auto"/>
              <w:left w:val="nil"/>
              <w:bottom w:val="single" w:sz="4" w:space="0" w:color="auto"/>
              <w:right w:val="single" w:sz="4" w:space="0" w:color="auto"/>
            </w:tcBorders>
            <w:noWrap/>
            <w:vAlign w:val="center"/>
          </w:tcPr>
          <w:p w:rsidR="00DD2AC3" w:rsidRPr="00CC3643"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CC3643" w:rsidRDefault="00DD2AC3" w:rsidP="003F7AC2">
            <w:pPr>
              <w:jc w:val="center"/>
            </w:pPr>
            <w:r w:rsidRPr="00CC3643">
              <w:rPr>
                <w:sz w:val="22"/>
                <w:szCs w:val="22"/>
              </w:rPr>
              <w:t>3</w:t>
            </w:r>
          </w:p>
        </w:tc>
        <w:tc>
          <w:tcPr>
            <w:tcW w:w="360" w:type="dxa"/>
            <w:tcBorders>
              <w:top w:val="single" w:sz="4" w:space="0" w:color="auto"/>
              <w:left w:val="nil"/>
              <w:bottom w:val="single" w:sz="4" w:space="0" w:color="auto"/>
              <w:right w:val="single" w:sz="4" w:space="0" w:color="auto"/>
            </w:tcBorders>
            <w:vAlign w:val="center"/>
          </w:tcPr>
          <w:p w:rsidR="00DD2AC3" w:rsidRPr="00CC3643"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CC3643" w:rsidRDefault="00DD2AC3" w:rsidP="003F7AC2">
            <w:pPr>
              <w:jc w:val="center"/>
            </w:pPr>
            <w:r w:rsidRPr="00CC3643">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CC3643" w:rsidRDefault="00DD2AC3" w:rsidP="00114F40">
            <w:pPr>
              <w:jc w:val="center"/>
            </w:pPr>
            <w:r>
              <w:t>F</w:t>
            </w:r>
          </w:p>
        </w:tc>
        <w:tc>
          <w:tcPr>
            <w:tcW w:w="720" w:type="dxa"/>
            <w:vMerge w:val="restart"/>
            <w:tcBorders>
              <w:top w:val="single" w:sz="4" w:space="0" w:color="auto"/>
              <w:left w:val="nil"/>
              <w:right w:val="single" w:sz="4" w:space="0" w:color="auto"/>
            </w:tcBorders>
            <w:shd w:val="clear" w:color="auto" w:fill="FFFFFF"/>
            <w:vAlign w:val="center"/>
          </w:tcPr>
          <w:p w:rsidR="00DD2AC3" w:rsidRPr="00CC3643" w:rsidRDefault="00DD2AC3" w:rsidP="003F7AC2">
            <w:pPr>
              <w:jc w:val="center"/>
            </w:pPr>
            <w:r w:rsidRPr="00CC3643">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CC3643"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CC3643"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CC3643"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CC3643"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CC3643" w:rsidRDefault="00DD2AC3" w:rsidP="003F7AC2">
            <w:pPr>
              <w:jc w:val="center"/>
            </w:pPr>
            <w:r w:rsidRPr="00CC3643">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CC3643"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CC3643"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CC3643"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CC3643"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39"/>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r w:rsidRPr="004F772C">
              <w:rPr>
                <w:sz w:val="22"/>
                <w:szCs w:val="22"/>
              </w:rPr>
              <w:t>Kertészeti géptan II.</w:t>
            </w:r>
          </w:p>
        </w:tc>
        <w:tc>
          <w:tcPr>
            <w:tcW w:w="180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r w:rsidRPr="004F772C">
              <w:rPr>
                <w:sz w:val="22"/>
                <w:szCs w:val="22"/>
                <w:lang w:val="en-GB"/>
              </w:rPr>
              <w:t>Horticultural engineering II.</w:t>
            </w:r>
          </w:p>
          <w:p w:rsidR="00DD2AC3" w:rsidRPr="004F772C"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pPr>
              <w:jc w:val="center"/>
              <w:rPr>
                <w:bCs/>
                <w:sz w:val="16"/>
                <w:szCs w:val="16"/>
              </w:rPr>
            </w:pPr>
            <w:r w:rsidRPr="004F772C">
              <w:rPr>
                <w:bCs/>
                <w:sz w:val="16"/>
                <w:szCs w:val="16"/>
              </w:rPr>
              <w:t>KEGNAMB144D</w:t>
            </w:r>
          </w:p>
        </w:tc>
        <w:tc>
          <w:tcPr>
            <w:tcW w:w="360" w:type="dxa"/>
            <w:tcBorders>
              <w:top w:val="single" w:sz="4" w:space="0" w:color="auto"/>
              <w:left w:val="nil"/>
              <w:bottom w:val="single" w:sz="4" w:space="0" w:color="auto"/>
              <w:right w:val="single" w:sz="4" w:space="0" w:color="auto"/>
            </w:tcBorders>
            <w:noWrap/>
            <w:vAlign w:val="center"/>
          </w:tcPr>
          <w:p w:rsidR="00DD2AC3" w:rsidRPr="004F772C" w:rsidRDefault="00DD2AC3" w:rsidP="003F7AC2">
            <w:pPr>
              <w:jc w:val="center"/>
            </w:pPr>
            <w:r w:rsidRPr="004F772C">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r w:rsidRPr="004F772C">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sidRPr="004F772C">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sidRPr="004F772C">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pPr>
              <w:jc w:val="center"/>
            </w:pPr>
            <w:r w:rsidRPr="004F772C">
              <w:rPr>
                <w:sz w:val="22"/>
                <w:szCs w:val="22"/>
              </w:rPr>
              <w:t>AM</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rPr>
                <w:sz w:val="16"/>
                <w:szCs w:val="16"/>
              </w:rPr>
            </w:pPr>
          </w:p>
          <w:p w:rsidR="00DD2AC3" w:rsidRDefault="00DD2AC3" w:rsidP="003F7AC2">
            <w:pPr>
              <w:rPr>
                <w:sz w:val="16"/>
                <w:szCs w:val="16"/>
              </w:rPr>
            </w:pPr>
          </w:p>
          <w:p w:rsidR="00DD2AC3" w:rsidRDefault="00DD2AC3" w:rsidP="003F7AC2">
            <w:pPr>
              <w:rPr>
                <w:sz w:val="16"/>
                <w:szCs w:val="16"/>
              </w:rPr>
            </w:pPr>
            <w:r w:rsidRPr="001F5C0B">
              <w:rPr>
                <w:sz w:val="16"/>
                <w:szCs w:val="16"/>
              </w:rPr>
              <w:t>Kertészeti géptan I. VIZSGAJEGY&gt;=2</w:t>
            </w:r>
          </w:p>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4F772C"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4F772C" w:rsidRDefault="00DD2AC3" w:rsidP="003F7AC2">
            <w:pPr>
              <w:jc w:val="center"/>
            </w:pPr>
            <w:r w:rsidRPr="004F772C">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4F772C"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5225" w:type="dxa"/>
            <w:gridSpan w:val="3"/>
            <w:vMerge w:val="restart"/>
            <w:tcBorders>
              <w:top w:val="single" w:sz="4" w:space="0" w:color="auto"/>
              <w:left w:val="single" w:sz="4" w:space="0" w:color="auto"/>
              <w:right w:val="single" w:sz="4" w:space="0" w:color="auto"/>
            </w:tcBorders>
            <w:shd w:val="clear" w:color="auto" w:fill="FFFFFF"/>
            <w:noWrap/>
            <w:vAlign w:val="center"/>
          </w:tcPr>
          <w:p w:rsidR="00DD2AC3" w:rsidRPr="00CC3643" w:rsidRDefault="00DD2AC3" w:rsidP="003F7AC2">
            <w:pPr>
              <w:rPr>
                <w:b/>
                <w:lang w:val="en-GB"/>
              </w:rPr>
            </w:pPr>
            <w:r w:rsidRPr="00CC3643">
              <w:rPr>
                <w:b/>
                <w:sz w:val="22"/>
                <w:szCs w:val="22"/>
                <w:lang w:val="en-GB"/>
              </w:rPr>
              <w:t>Specialization fields: Viticulture</w:t>
            </w:r>
          </w:p>
          <w:p w:rsidR="00DD2AC3" w:rsidRPr="00AC1AAD" w:rsidRDefault="00DD2AC3" w:rsidP="003F7AC2">
            <w:r w:rsidRPr="00CC3643">
              <w:rPr>
                <w:b/>
                <w:sz w:val="22"/>
                <w:szCs w:val="22"/>
              </w:rPr>
              <w:t>Szőlőtermesztés szakirány</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5225" w:type="dxa"/>
            <w:gridSpan w:val="3"/>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87"/>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EA54D7" w:rsidRDefault="00DD2AC3" w:rsidP="003F7AC2">
            <w:r w:rsidRPr="00EA54D7">
              <w:rPr>
                <w:sz w:val="22"/>
                <w:szCs w:val="22"/>
              </w:rPr>
              <w:t>Szőlőtermesztés III.</w:t>
            </w:r>
          </w:p>
        </w:tc>
        <w:tc>
          <w:tcPr>
            <w:tcW w:w="1800" w:type="dxa"/>
            <w:vMerge w:val="restart"/>
            <w:tcBorders>
              <w:top w:val="single" w:sz="4" w:space="0" w:color="auto"/>
              <w:left w:val="nil"/>
              <w:right w:val="single" w:sz="4" w:space="0" w:color="auto"/>
            </w:tcBorders>
            <w:shd w:val="clear" w:color="auto" w:fill="FFFFFF"/>
            <w:vAlign w:val="center"/>
          </w:tcPr>
          <w:p w:rsidR="00DD2AC3" w:rsidRPr="00EA54D7" w:rsidRDefault="00DD2AC3" w:rsidP="003F7AC2">
            <w:r w:rsidRPr="00EA54D7">
              <w:rPr>
                <w:sz w:val="22"/>
                <w:szCs w:val="22"/>
              </w:rPr>
              <w:t>Viticulture III.</w:t>
            </w:r>
          </w:p>
          <w:p w:rsidR="00DD2AC3" w:rsidRPr="00EA54D7"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EA54D7" w:rsidRDefault="00DD2AC3" w:rsidP="003F7AC2">
            <w:pPr>
              <w:jc w:val="center"/>
              <w:rPr>
                <w:bCs/>
                <w:sz w:val="16"/>
                <w:szCs w:val="16"/>
              </w:rPr>
            </w:pPr>
            <w:r w:rsidRPr="00EA54D7">
              <w:rPr>
                <w:bCs/>
                <w:sz w:val="16"/>
                <w:szCs w:val="16"/>
              </w:rPr>
              <w:t>KEGNKEB144N</w:t>
            </w:r>
          </w:p>
        </w:tc>
        <w:tc>
          <w:tcPr>
            <w:tcW w:w="360" w:type="dxa"/>
            <w:tcBorders>
              <w:top w:val="single" w:sz="4" w:space="0" w:color="auto"/>
              <w:left w:val="nil"/>
              <w:bottom w:val="single" w:sz="4" w:space="0" w:color="auto"/>
              <w:right w:val="single" w:sz="4" w:space="0" w:color="auto"/>
            </w:tcBorders>
            <w:noWrap/>
            <w:vAlign w:val="center"/>
          </w:tcPr>
          <w:p w:rsidR="00DD2AC3" w:rsidRPr="00EA54D7" w:rsidRDefault="00DD2AC3" w:rsidP="003F7AC2">
            <w:pPr>
              <w:jc w:val="center"/>
            </w:pPr>
            <w:r w:rsidRPr="00EA54D7">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EA54D7" w:rsidRDefault="00DD2AC3" w:rsidP="003F7AC2">
            <w:pPr>
              <w:jc w:val="center"/>
            </w:pPr>
            <w:r w:rsidRPr="00EA54D7">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EA54D7"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EA54D7" w:rsidRDefault="00DD2AC3" w:rsidP="003F7AC2">
            <w:pPr>
              <w:jc w:val="center"/>
            </w:pPr>
            <w:r w:rsidRPr="00EA54D7">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EA54D7" w:rsidRDefault="00DD2AC3" w:rsidP="003F7AC2">
            <w:pPr>
              <w:jc w:val="center"/>
            </w:pPr>
            <w:r w:rsidRPr="00EA54D7">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EA54D7" w:rsidRDefault="00DD2AC3" w:rsidP="003F7AC2">
            <w:pPr>
              <w:jc w:val="center"/>
            </w:pPr>
            <w:r w:rsidRPr="00EA54D7">
              <w:rPr>
                <w:sz w:val="22"/>
                <w:szCs w:val="22"/>
              </w:rPr>
              <w:t> 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1F5C0B" w:rsidRDefault="00DD2AC3" w:rsidP="003F7AC2">
            <w:pPr>
              <w:jc w:val="center"/>
              <w:rPr>
                <w:sz w:val="16"/>
                <w:szCs w:val="16"/>
              </w:rPr>
            </w:pPr>
            <w:r w:rsidRPr="001F5C0B">
              <w:rPr>
                <w:sz w:val="16"/>
                <w:szCs w:val="16"/>
              </w:rPr>
              <w:t>Szőlőtermesztés II. VIZSGAJEGY&gt;=2</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EA54D7"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EA54D7"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A54D7"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A54D7" w:rsidRDefault="00DD2AC3" w:rsidP="003F7AC2">
            <w:pPr>
              <w:jc w:val="center"/>
            </w:pPr>
            <w:r w:rsidRPr="00EA54D7">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A54D7"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A54D7"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EA54D7"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EA54D7"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EA54D7"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565"/>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EA54D7" w:rsidRDefault="00DD2AC3" w:rsidP="003F7AC2">
            <w:r w:rsidRPr="00EA54D7">
              <w:rPr>
                <w:sz w:val="22"/>
                <w:szCs w:val="22"/>
              </w:rPr>
              <w:t>A szőlő ökológiai termesztése</w:t>
            </w:r>
          </w:p>
        </w:tc>
        <w:tc>
          <w:tcPr>
            <w:tcW w:w="1800" w:type="dxa"/>
            <w:vMerge w:val="restart"/>
            <w:tcBorders>
              <w:top w:val="single" w:sz="4" w:space="0" w:color="auto"/>
              <w:left w:val="nil"/>
              <w:right w:val="single" w:sz="4" w:space="0" w:color="auto"/>
            </w:tcBorders>
            <w:shd w:val="clear" w:color="auto" w:fill="FFFFFF"/>
            <w:vAlign w:val="center"/>
          </w:tcPr>
          <w:p w:rsidR="00DD2AC3" w:rsidRPr="00EA54D7" w:rsidRDefault="00DD2AC3" w:rsidP="003F7AC2">
            <w:r w:rsidRPr="00EA54D7">
              <w:rPr>
                <w:sz w:val="22"/>
                <w:szCs w:val="22"/>
              </w:rPr>
              <w:t>Ecological production in viticulture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EA54D7" w:rsidRDefault="00DD2AC3" w:rsidP="003F7AC2">
            <w:pPr>
              <w:jc w:val="center"/>
              <w:rPr>
                <w:bCs/>
                <w:sz w:val="16"/>
                <w:szCs w:val="16"/>
              </w:rPr>
            </w:pPr>
            <w:r w:rsidRPr="00EA54D7">
              <w:rPr>
                <w:bCs/>
                <w:sz w:val="16"/>
                <w:szCs w:val="16"/>
              </w:rPr>
              <w:t>KEGNKEB123H</w:t>
            </w:r>
          </w:p>
        </w:tc>
        <w:tc>
          <w:tcPr>
            <w:tcW w:w="360" w:type="dxa"/>
            <w:tcBorders>
              <w:top w:val="single" w:sz="4" w:space="0" w:color="auto"/>
              <w:left w:val="nil"/>
              <w:bottom w:val="single" w:sz="4" w:space="0" w:color="auto"/>
              <w:right w:val="single" w:sz="4" w:space="0" w:color="auto"/>
            </w:tcBorders>
            <w:noWrap/>
            <w:vAlign w:val="center"/>
          </w:tcPr>
          <w:p w:rsidR="00DD2AC3" w:rsidRPr="00EA54D7"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EA54D7" w:rsidRDefault="00DD2AC3" w:rsidP="003F7AC2">
            <w:pPr>
              <w:jc w:val="center"/>
            </w:pPr>
            <w:r w:rsidRPr="00EA54D7">
              <w:rPr>
                <w:sz w:val="22"/>
                <w:szCs w:val="22"/>
              </w:rPr>
              <w:t>3</w:t>
            </w:r>
          </w:p>
        </w:tc>
        <w:tc>
          <w:tcPr>
            <w:tcW w:w="360" w:type="dxa"/>
            <w:tcBorders>
              <w:top w:val="single" w:sz="4" w:space="0" w:color="auto"/>
              <w:left w:val="nil"/>
              <w:bottom w:val="single" w:sz="4" w:space="0" w:color="auto"/>
              <w:right w:val="single" w:sz="4" w:space="0" w:color="auto"/>
            </w:tcBorders>
            <w:vAlign w:val="center"/>
          </w:tcPr>
          <w:p w:rsidR="00DD2AC3" w:rsidRPr="00EA54D7"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EA54D7" w:rsidRDefault="00DD2AC3" w:rsidP="003F7AC2">
            <w:pPr>
              <w:jc w:val="center"/>
            </w:pPr>
            <w:r w:rsidRPr="00EA54D7">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EA54D7"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EA54D7" w:rsidRDefault="00DD2AC3" w:rsidP="003F7AC2">
            <w:pPr>
              <w:jc w:val="center"/>
            </w:pPr>
            <w:r w:rsidRPr="00EA54D7">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r w:rsidRPr="001F5C0B">
              <w:rPr>
                <w:sz w:val="16"/>
                <w:szCs w:val="16"/>
              </w:rPr>
              <w:t>Szőlőtermesztés II. VIZSGAJEGY&gt;=2</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EA54D7"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EA54D7"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A54D7"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A54D7"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A54D7" w:rsidRDefault="00DD2AC3" w:rsidP="003F7AC2">
            <w:pPr>
              <w:jc w:val="center"/>
            </w:pPr>
            <w:r w:rsidRPr="00EA54D7">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A54D7"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EA54D7"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EA54D7"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EA54D7"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39"/>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r w:rsidRPr="004F772C">
              <w:rPr>
                <w:sz w:val="22"/>
                <w:szCs w:val="22"/>
              </w:rPr>
              <w:t>Kertészeti géptan II.</w:t>
            </w:r>
          </w:p>
        </w:tc>
        <w:tc>
          <w:tcPr>
            <w:tcW w:w="180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r w:rsidRPr="004F772C">
              <w:rPr>
                <w:sz w:val="22"/>
                <w:szCs w:val="22"/>
                <w:lang w:val="en-GB"/>
              </w:rPr>
              <w:t>Horticultural engineering II.</w:t>
            </w:r>
          </w:p>
          <w:p w:rsidR="00DD2AC3" w:rsidRPr="004F772C"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pPr>
              <w:jc w:val="center"/>
              <w:rPr>
                <w:bCs/>
                <w:sz w:val="16"/>
                <w:szCs w:val="16"/>
              </w:rPr>
            </w:pPr>
            <w:r w:rsidRPr="004F772C">
              <w:rPr>
                <w:bCs/>
                <w:sz w:val="16"/>
                <w:szCs w:val="16"/>
              </w:rPr>
              <w:t>KEGNAMB144D</w:t>
            </w:r>
          </w:p>
        </w:tc>
        <w:tc>
          <w:tcPr>
            <w:tcW w:w="360" w:type="dxa"/>
            <w:tcBorders>
              <w:top w:val="single" w:sz="4" w:space="0" w:color="auto"/>
              <w:left w:val="nil"/>
              <w:bottom w:val="single" w:sz="4" w:space="0" w:color="auto"/>
              <w:right w:val="single" w:sz="4" w:space="0" w:color="auto"/>
            </w:tcBorders>
            <w:noWrap/>
            <w:vAlign w:val="center"/>
          </w:tcPr>
          <w:p w:rsidR="00DD2AC3" w:rsidRPr="004F772C" w:rsidRDefault="00DD2AC3" w:rsidP="003F7AC2">
            <w:pPr>
              <w:jc w:val="center"/>
            </w:pPr>
            <w:r w:rsidRPr="004F772C">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r w:rsidRPr="004F772C">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4F772C"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sidRPr="004F772C">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4F772C" w:rsidRDefault="00DD2AC3" w:rsidP="003F7AC2">
            <w:pPr>
              <w:jc w:val="center"/>
            </w:pPr>
            <w:r w:rsidRPr="004F772C">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4F772C" w:rsidRDefault="00DD2AC3" w:rsidP="003F7AC2">
            <w:pPr>
              <w:jc w:val="center"/>
            </w:pPr>
            <w:r w:rsidRPr="004F772C">
              <w:rPr>
                <w:sz w:val="22"/>
                <w:szCs w:val="22"/>
              </w:rPr>
              <w:t>AM</w:t>
            </w:r>
          </w:p>
        </w:tc>
        <w:tc>
          <w:tcPr>
            <w:tcW w:w="1440" w:type="dxa"/>
            <w:vMerge w:val="restart"/>
            <w:tcBorders>
              <w:top w:val="single" w:sz="4" w:space="0" w:color="auto"/>
              <w:left w:val="nil"/>
              <w:right w:val="single" w:sz="4" w:space="0" w:color="auto"/>
            </w:tcBorders>
            <w:shd w:val="clear" w:color="auto" w:fill="FFFFFF"/>
            <w:noWrap/>
            <w:vAlign w:val="center"/>
          </w:tcPr>
          <w:p w:rsidR="00DD2AC3" w:rsidRDefault="00DD2AC3" w:rsidP="003F7AC2">
            <w:pPr>
              <w:rPr>
                <w:sz w:val="16"/>
                <w:szCs w:val="16"/>
              </w:rPr>
            </w:pPr>
          </w:p>
          <w:p w:rsidR="00DD2AC3" w:rsidRDefault="00DD2AC3" w:rsidP="003F7AC2">
            <w:pPr>
              <w:rPr>
                <w:sz w:val="16"/>
                <w:szCs w:val="16"/>
              </w:rPr>
            </w:pPr>
          </w:p>
          <w:p w:rsidR="00DD2AC3" w:rsidRDefault="00DD2AC3" w:rsidP="003F7AC2">
            <w:pPr>
              <w:rPr>
                <w:sz w:val="16"/>
                <w:szCs w:val="16"/>
              </w:rPr>
            </w:pPr>
            <w:r w:rsidRPr="001F5C0B">
              <w:rPr>
                <w:sz w:val="16"/>
                <w:szCs w:val="16"/>
              </w:rPr>
              <w:t>Kertészeti géptan I. VIZSGAJEGY&gt;=2</w:t>
            </w:r>
          </w:p>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4F772C"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4F772C"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4F772C" w:rsidRDefault="00DD2AC3" w:rsidP="003F7AC2">
            <w:pPr>
              <w:jc w:val="center"/>
            </w:pPr>
            <w:r w:rsidRPr="004F772C">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4F772C"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4F772C"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0D2EBF">
        <w:trPr>
          <w:trHeight w:val="592"/>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A54D7" w:rsidRDefault="00DD2AC3" w:rsidP="003F7AC2">
            <w:r w:rsidRPr="00EA54D7">
              <w:rPr>
                <w:sz w:val="22"/>
                <w:szCs w:val="22"/>
              </w:rPr>
              <w:t>Anyagmozgatás és csomagolás</w:t>
            </w:r>
          </w:p>
        </w:tc>
        <w:tc>
          <w:tcPr>
            <w:tcW w:w="1800" w:type="dxa"/>
            <w:tcBorders>
              <w:top w:val="single" w:sz="4" w:space="0" w:color="auto"/>
              <w:left w:val="nil"/>
              <w:bottom w:val="single" w:sz="4" w:space="0" w:color="auto"/>
              <w:right w:val="single" w:sz="4" w:space="0" w:color="auto"/>
            </w:tcBorders>
            <w:shd w:val="clear" w:color="auto" w:fill="FFFFFF"/>
            <w:vAlign w:val="center"/>
          </w:tcPr>
          <w:p w:rsidR="00DD2AC3" w:rsidRPr="00EA54D7" w:rsidRDefault="00DD2AC3" w:rsidP="003F7AC2">
            <w:r w:rsidRPr="00EA54D7">
              <w:rPr>
                <w:sz w:val="22"/>
                <w:szCs w:val="22"/>
              </w:rPr>
              <w:t>Materials handling, packaging</w:t>
            </w:r>
          </w:p>
        </w:tc>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A54D7" w:rsidRDefault="00DD2AC3" w:rsidP="003F7AC2">
            <w:pPr>
              <w:jc w:val="center"/>
              <w:rPr>
                <w:bCs/>
                <w:sz w:val="16"/>
                <w:szCs w:val="16"/>
              </w:rPr>
            </w:pPr>
            <w:r w:rsidRPr="00EA54D7">
              <w:rPr>
                <w:bCs/>
                <w:sz w:val="16"/>
                <w:szCs w:val="16"/>
              </w:rPr>
              <w:t>KEGNKEB143F</w:t>
            </w:r>
          </w:p>
        </w:tc>
        <w:tc>
          <w:tcPr>
            <w:tcW w:w="360" w:type="dxa"/>
            <w:tcBorders>
              <w:top w:val="single" w:sz="4" w:space="0" w:color="auto"/>
              <w:left w:val="nil"/>
              <w:bottom w:val="single" w:sz="4" w:space="0" w:color="auto"/>
              <w:right w:val="single" w:sz="4" w:space="0" w:color="auto"/>
            </w:tcBorders>
            <w:noWrap/>
            <w:vAlign w:val="center"/>
          </w:tcPr>
          <w:p w:rsidR="00DD2AC3" w:rsidRPr="00EA54D7" w:rsidRDefault="00DD2AC3" w:rsidP="003F7AC2">
            <w:pPr>
              <w:jc w:val="center"/>
            </w:pPr>
            <w:r w:rsidRPr="00EA54D7">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EA54D7" w:rsidRDefault="00DD2AC3" w:rsidP="003F7AC2">
            <w:pPr>
              <w:jc w:val="center"/>
            </w:pPr>
            <w:r w:rsidRPr="00EA54D7">
              <w:rPr>
                <w:sz w:val="22"/>
                <w:szCs w:val="22"/>
              </w:rPr>
              <w:t>1</w:t>
            </w:r>
          </w:p>
        </w:tc>
        <w:tc>
          <w:tcPr>
            <w:tcW w:w="360" w:type="dxa"/>
            <w:tcBorders>
              <w:top w:val="single" w:sz="4" w:space="0" w:color="auto"/>
              <w:left w:val="nil"/>
              <w:bottom w:val="single" w:sz="4" w:space="0" w:color="auto"/>
              <w:right w:val="single" w:sz="4" w:space="0" w:color="auto"/>
            </w:tcBorders>
            <w:vAlign w:val="center"/>
          </w:tcPr>
          <w:p w:rsidR="00DD2AC3" w:rsidRPr="00EA54D7" w:rsidRDefault="00DD2AC3" w:rsidP="003F7AC2">
            <w:pPr>
              <w:jc w:val="center"/>
            </w:pPr>
          </w:p>
        </w:tc>
        <w:tc>
          <w:tcPr>
            <w:tcW w:w="720" w:type="dxa"/>
            <w:tcBorders>
              <w:top w:val="single" w:sz="4" w:space="0" w:color="auto"/>
              <w:left w:val="nil"/>
              <w:bottom w:val="single" w:sz="4" w:space="0" w:color="auto"/>
              <w:right w:val="single" w:sz="4" w:space="0" w:color="auto"/>
            </w:tcBorders>
            <w:shd w:val="clear" w:color="auto" w:fill="FFFFFF"/>
            <w:noWrap/>
            <w:vAlign w:val="center"/>
          </w:tcPr>
          <w:p w:rsidR="00DD2AC3" w:rsidRPr="00EA54D7" w:rsidRDefault="00DD2AC3" w:rsidP="003F7AC2">
            <w:pPr>
              <w:jc w:val="center"/>
            </w:pPr>
            <w:r w:rsidRPr="00EA54D7">
              <w:rPr>
                <w:sz w:val="22"/>
                <w:szCs w:val="22"/>
              </w:rPr>
              <w:t>3</w:t>
            </w:r>
          </w:p>
        </w:tc>
        <w:tc>
          <w:tcPr>
            <w:tcW w:w="900" w:type="dxa"/>
            <w:tcBorders>
              <w:top w:val="single" w:sz="4" w:space="0" w:color="auto"/>
              <w:left w:val="nil"/>
              <w:bottom w:val="single" w:sz="4" w:space="0" w:color="auto"/>
              <w:right w:val="single" w:sz="4" w:space="0" w:color="auto"/>
            </w:tcBorders>
            <w:shd w:val="clear" w:color="auto" w:fill="FFFFFF"/>
            <w:noWrap/>
            <w:vAlign w:val="center"/>
          </w:tcPr>
          <w:p w:rsidR="00DD2AC3" w:rsidRPr="00EA54D7" w:rsidRDefault="00DD2AC3" w:rsidP="003F7AC2">
            <w:pPr>
              <w:jc w:val="center"/>
            </w:pPr>
            <w:r w:rsidRPr="00EA54D7">
              <w:rPr>
                <w:sz w:val="22"/>
                <w:szCs w:val="22"/>
              </w:rPr>
              <w:t>K</w:t>
            </w:r>
          </w:p>
        </w:tc>
        <w:tc>
          <w:tcPr>
            <w:tcW w:w="720" w:type="dxa"/>
            <w:tcBorders>
              <w:top w:val="single" w:sz="4" w:space="0" w:color="auto"/>
              <w:left w:val="nil"/>
              <w:bottom w:val="single" w:sz="4" w:space="0" w:color="auto"/>
              <w:right w:val="single" w:sz="4" w:space="0" w:color="auto"/>
            </w:tcBorders>
            <w:shd w:val="clear" w:color="auto" w:fill="FFFFFF"/>
            <w:vAlign w:val="center"/>
          </w:tcPr>
          <w:p w:rsidR="00DD2AC3" w:rsidRPr="00EA54D7" w:rsidRDefault="00DD2AC3" w:rsidP="003F7AC2">
            <w:pPr>
              <w:jc w:val="center"/>
            </w:pPr>
            <w:r w:rsidRPr="00EA54D7">
              <w:rPr>
                <w:sz w:val="22"/>
                <w:szCs w:val="22"/>
              </w:rPr>
              <w:t> AM</w:t>
            </w:r>
          </w:p>
        </w:tc>
        <w:tc>
          <w:tcPr>
            <w:tcW w:w="1440" w:type="dxa"/>
            <w:tcBorders>
              <w:top w:val="single" w:sz="4" w:space="0" w:color="auto"/>
              <w:left w:val="nil"/>
              <w:bottom w:val="single" w:sz="4" w:space="0" w:color="auto"/>
              <w:right w:val="single" w:sz="4" w:space="0" w:color="auto"/>
            </w:tcBorders>
            <w:shd w:val="clear" w:color="auto" w:fill="FFFFFF"/>
            <w:noWrap/>
            <w:vAlign w:val="center"/>
          </w:tcPr>
          <w:p w:rsidR="00DD2AC3" w:rsidRDefault="00DD2AC3" w:rsidP="003F7AC2">
            <w:pPr>
              <w:jc w:val="center"/>
              <w:rPr>
                <w:sz w:val="16"/>
                <w:szCs w:val="16"/>
              </w:rPr>
            </w:pPr>
            <w:r w:rsidRPr="001F5C0B">
              <w:rPr>
                <w:sz w:val="16"/>
                <w:szCs w:val="16"/>
              </w:rPr>
              <w:t>Kertészeti géptan I. VIZSGAJEGY&gt;=2</w:t>
            </w:r>
            <w:r>
              <w:rPr>
                <w:sz w:val="16"/>
                <w:szCs w:val="16"/>
              </w:rPr>
              <w:t xml:space="preserve">  </w:t>
            </w:r>
          </w:p>
          <w:p w:rsidR="00DD2AC3" w:rsidRPr="001F5C0B" w:rsidRDefault="00DD2AC3" w:rsidP="003F7AC2">
            <w:pPr>
              <w:jc w:val="center"/>
              <w:rPr>
                <w:sz w:val="16"/>
                <w:szCs w:val="16"/>
              </w:rPr>
            </w:pPr>
          </w:p>
        </w:tc>
      </w:tr>
      <w:tr w:rsidR="00DD2AC3" w:rsidRPr="00E753BD" w:rsidTr="000D2EBF">
        <w:trPr>
          <w:trHeight w:val="423"/>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A54D7" w:rsidRDefault="00DD2AC3" w:rsidP="003F7AC2">
            <w:pPr>
              <w:jc w:val="center"/>
            </w:pPr>
            <w:r w:rsidRPr="00EA54D7">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0D2EBF" w:rsidRDefault="00DD2AC3" w:rsidP="003F7AC2">
            <w:pPr>
              <w:rPr>
                <w:b/>
                <w:sz w:val="20"/>
                <w:szCs w:val="20"/>
              </w:rPr>
            </w:pPr>
            <w:r w:rsidRPr="000D2EBF">
              <w:rPr>
                <w:b/>
                <w:sz w:val="20"/>
                <w:szCs w:val="20"/>
              </w:rPr>
              <w:t> Elvárható félévi kredit</w:t>
            </w:r>
          </w:p>
          <w:p w:rsidR="00DD2AC3" w:rsidRPr="000D2EBF" w:rsidRDefault="00DD2AC3" w:rsidP="003F7AC2">
            <w:pPr>
              <w:rPr>
                <w:b/>
                <w:sz w:val="20"/>
                <w:szCs w:val="20"/>
              </w:rPr>
            </w:pPr>
          </w:p>
          <w:p w:rsidR="00DD2AC3" w:rsidRPr="000D2EBF" w:rsidRDefault="00DD2AC3" w:rsidP="003F7AC2">
            <w:pPr>
              <w:rPr>
                <w:b/>
                <w:i/>
                <w:sz w:val="20"/>
                <w:szCs w:val="20"/>
              </w:rPr>
            </w:pPr>
          </w:p>
        </w:tc>
        <w:tc>
          <w:tcPr>
            <w:tcW w:w="1800" w:type="dxa"/>
            <w:tcBorders>
              <w:top w:val="single" w:sz="4" w:space="0" w:color="auto"/>
              <w:left w:val="nil"/>
              <w:bottom w:val="single" w:sz="4" w:space="0" w:color="auto"/>
              <w:right w:val="single" w:sz="4" w:space="0" w:color="auto"/>
            </w:tcBorders>
            <w:shd w:val="clear" w:color="auto" w:fill="FFFF99"/>
            <w:vAlign w:val="center"/>
          </w:tcPr>
          <w:p w:rsidR="00DD2AC3" w:rsidRPr="000D2EBF" w:rsidRDefault="00DD2AC3" w:rsidP="003F7AC2">
            <w:pPr>
              <w:rPr>
                <w:b/>
                <w:sz w:val="20"/>
                <w:szCs w:val="20"/>
              </w:rPr>
            </w:pPr>
            <w:r w:rsidRPr="000D2EBF">
              <w:rPr>
                <w:b/>
                <w:sz w:val="20"/>
                <w:szCs w:val="20"/>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jc w:val="center"/>
              <w:rPr>
                <w:sz w:val="16"/>
                <w:szCs w:val="16"/>
              </w:rPr>
            </w:pP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jc w:val="center"/>
              <w:rPr>
                <w:sz w:val="16"/>
                <w:szCs w:val="16"/>
              </w:rPr>
            </w:pPr>
          </w:p>
        </w:tc>
        <w:tc>
          <w:tcPr>
            <w:tcW w:w="72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jc w:val="center"/>
              <w:rPr>
                <w:sz w:val="16"/>
                <w:szCs w:val="16"/>
              </w:rP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rPr>
                <w:sz w:val="16"/>
                <w:szCs w:val="16"/>
              </w:rPr>
            </w:pPr>
          </w:p>
        </w:tc>
      </w:tr>
    </w:tbl>
    <w:p w:rsidR="00DD2AC3" w:rsidRDefault="00DD2AC3" w:rsidP="00B14725"/>
    <w:p w:rsidR="00DD2AC3" w:rsidRDefault="00DD2AC3" w:rsidP="00B14725"/>
    <w:p w:rsidR="00DD2AC3" w:rsidRDefault="00DD2AC3" w:rsidP="00B14725"/>
    <w:p w:rsidR="00DD2AC3" w:rsidRDefault="00DD2AC3" w:rsidP="00B14725"/>
    <w:p w:rsidR="00DD2AC3" w:rsidRDefault="00DD2AC3" w:rsidP="00B14725"/>
    <w:p w:rsidR="00DD2AC3" w:rsidRDefault="00DD2AC3" w:rsidP="00B14725">
      <w:pPr>
        <w:jc w:val="center"/>
      </w:pPr>
      <w:r>
        <w:t>6.félév</w:t>
      </w:r>
    </w:p>
    <w:tbl>
      <w:tblPr>
        <w:tblW w:w="10085" w:type="dxa"/>
        <w:jc w:val="center"/>
        <w:tblLayout w:type="fixed"/>
        <w:tblCellMar>
          <w:left w:w="70" w:type="dxa"/>
          <w:right w:w="70" w:type="dxa"/>
        </w:tblCellMar>
        <w:tblLook w:val="0000"/>
      </w:tblPr>
      <w:tblGrid>
        <w:gridCol w:w="1985"/>
        <w:gridCol w:w="1800"/>
        <w:gridCol w:w="1440"/>
        <w:gridCol w:w="360"/>
        <w:gridCol w:w="452"/>
        <w:gridCol w:w="268"/>
        <w:gridCol w:w="720"/>
        <w:gridCol w:w="900"/>
        <w:gridCol w:w="720"/>
        <w:gridCol w:w="1440"/>
      </w:tblGrid>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DD2AC3" w:rsidRPr="00E753BD" w:rsidRDefault="00DD2AC3" w:rsidP="003F7AC2">
            <w:pPr>
              <w:jc w:val="center"/>
              <w:rPr>
                <w:b/>
                <w:bCs/>
                <w:sz w:val="16"/>
                <w:szCs w:val="16"/>
              </w:rPr>
            </w:pPr>
            <w:r w:rsidRPr="00E753BD">
              <w:rPr>
                <w:b/>
                <w:bCs/>
                <w:sz w:val="16"/>
                <w:szCs w:val="16"/>
              </w:rPr>
              <w:t>Course title</w:t>
            </w:r>
          </w:p>
        </w:tc>
        <w:tc>
          <w:tcPr>
            <w:tcW w:w="1440"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Tárgykód</w:t>
            </w:r>
          </w:p>
          <w:p w:rsidR="00DD2AC3" w:rsidRPr="00E753BD" w:rsidRDefault="00DD2AC3" w:rsidP="003F7AC2">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Óraszám</w:t>
            </w:r>
          </w:p>
          <w:p w:rsidR="00DD2AC3" w:rsidRPr="00E753BD" w:rsidRDefault="00DD2AC3" w:rsidP="003F7AC2">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Kredit</w:t>
            </w:r>
          </w:p>
          <w:p w:rsidR="00DD2AC3" w:rsidRPr="00E753BD" w:rsidRDefault="00DD2AC3" w:rsidP="003F7AC2">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Számon-</w:t>
            </w:r>
          </w:p>
          <w:p w:rsidR="00DD2AC3" w:rsidRPr="00E753BD" w:rsidRDefault="00DD2AC3" w:rsidP="003F7AC2">
            <w:pPr>
              <w:jc w:val="center"/>
              <w:rPr>
                <w:b/>
                <w:bCs/>
                <w:sz w:val="16"/>
                <w:szCs w:val="16"/>
              </w:rPr>
            </w:pPr>
            <w:r w:rsidRPr="00E753BD">
              <w:rPr>
                <w:b/>
                <w:bCs/>
                <w:sz w:val="16"/>
                <w:szCs w:val="16"/>
              </w:rPr>
              <w:t>kérés</w:t>
            </w:r>
          </w:p>
          <w:p w:rsidR="00DD2AC3" w:rsidRPr="00E753BD" w:rsidRDefault="00DD2AC3" w:rsidP="003F7AC2">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4"/>
                <w:szCs w:val="14"/>
              </w:rPr>
            </w:pPr>
            <w:r w:rsidRPr="00E753BD">
              <w:rPr>
                <w:b/>
                <w:bCs/>
                <w:sz w:val="14"/>
                <w:szCs w:val="14"/>
              </w:rPr>
              <w:t>Tanszék</w:t>
            </w:r>
          </w:p>
          <w:p w:rsidR="00DD2AC3" w:rsidRPr="00E753BD" w:rsidRDefault="00DD2AC3" w:rsidP="003F7AC2">
            <w:pPr>
              <w:jc w:val="center"/>
              <w:rPr>
                <w:b/>
                <w:bCs/>
                <w:sz w:val="14"/>
                <w:szCs w:val="14"/>
              </w:rPr>
            </w:pPr>
            <w:r w:rsidRPr="00E753BD">
              <w:rPr>
                <w:b/>
                <w:bCs/>
                <w:sz w:val="14"/>
                <w:szCs w:val="14"/>
              </w:rPr>
              <w:t>kódja</w:t>
            </w:r>
          </w:p>
          <w:p w:rsidR="00DD2AC3" w:rsidRPr="00E753BD" w:rsidRDefault="00DD2AC3" w:rsidP="003F7AC2">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Előtanulmány</w:t>
            </w:r>
          </w:p>
          <w:p w:rsidR="00DD2AC3" w:rsidRPr="00E753BD" w:rsidRDefault="00DD2AC3" w:rsidP="003F7AC2">
            <w:pPr>
              <w:jc w:val="center"/>
              <w:rPr>
                <w:bCs/>
                <w:sz w:val="16"/>
                <w:szCs w:val="16"/>
              </w:rPr>
            </w:pPr>
            <w:r w:rsidRPr="00E753BD">
              <w:rPr>
                <w:bCs/>
                <w:sz w:val="16"/>
                <w:szCs w:val="16"/>
              </w:rPr>
              <w:t>Prerequisite</w:t>
            </w: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27"/>
          <w:jc w:val="center"/>
        </w:trPr>
        <w:tc>
          <w:tcPr>
            <w:tcW w:w="1985"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bottom w:val="single" w:sz="4" w:space="0" w:color="auto"/>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w:t>
            </w:r>
          </w:p>
        </w:tc>
        <w:tc>
          <w:tcPr>
            <w:tcW w:w="452"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w:t>
            </w:r>
          </w:p>
        </w:tc>
        <w:tc>
          <w:tcPr>
            <w:tcW w:w="268"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44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AD03D2" w:rsidRDefault="00DD2AC3" w:rsidP="003F7AC2">
            <w:r w:rsidRPr="00AD03D2">
              <w:t>Gyakorlat</w:t>
            </w:r>
          </w:p>
        </w:tc>
        <w:tc>
          <w:tcPr>
            <w:tcW w:w="1800" w:type="dxa"/>
            <w:vMerge w:val="restart"/>
            <w:tcBorders>
              <w:top w:val="single" w:sz="4" w:space="0" w:color="auto"/>
              <w:left w:val="nil"/>
              <w:right w:val="single" w:sz="4" w:space="0" w:color="auto"/>
            </w:tcBorders>
            <w:shd w:val="clear" w:color="auto" w:fill="FFFFFF"/>
            <w:vAlign w:val="center"/>
          </w:tcPr>
          <w:p w:rsidR="00DD2AC3" w:rsidRPr="00AD03D2" w:rsidRDefault="00DD2AC3" w:rsidP="003F7AC2">
            <w:r w:rsidRPr="00AD03D2">
              <w:t>Practice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BE07C1" w:rsidRDefault="00DD2AC3" w:rsidP="003F7AC2">
            <w:pPr>
              <w:rPr>
                <w:sz w:val="16"/>
                <w:szCs w:val="16"/>
              </w:rPr>
            </w:pPr>
            <w:r>
              <w:rPr>
                <w:sz w:val="16"/>
                <w:szCs w:val="16"/>
              </w:rPr>
              <w:t>KEGNKEB225X</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452" w:type="dxa"/>
            <w:tcBorders>
              <w:top w:val="single" w:sz="4" w:space="0" w:color="auto"/>
              <w:left w:val="nil"/>
              <w:bottom w:val="single" w:sz="4" w:space="0" w:color="auto"/>
              <w:right w:val="single" w:sz="4" w:space="0" w:color="auto"/>
            </w:tcBorders>
            <w:shd w:val="clear" w:color="auto" w:fill="FFFFFF"/>
            <w:vAlign w:val="center"/>
          </w:tcPr>
          <w:p w:rsidR="00DD2AC3" w:rsidRPr="00184CD9" w:rsidRDefault="00DD2AC3" w:rsidP="003F7AC2">
            <w:pPr>
              <w:jc w:val="center"/>
            </w:pPr>
            <w:r w:rsidRPr="00184CD9">
              <w:rPr>
                <w:sz w:val="22"/>
                <w:szCs w:val="22"/>
              </w:rPr>
              <w:t>480</w:t>
            </w:r>
          </w:p>
        </w:tc>
        <w:tc>
          <w:tcPr>
            <w:tcW w:w="268" w:type="dxa"/>
            <w:tcBorders>
              <w:top w:val="single" w:sz="4" w:space="0" w:color="auto"/>
              <w:left w:val="nil"/>
              <w:bottom w:val="single" w:sz="4" w:space="0" w:color="auto"/>
              <w:right w:val="single" w:sz="4" w:space="0" w:color="auto"/>
            </w:tcBorders>
            <w:shd w:val="clear" w:color="auto" w:fill="FFFFFF"/>
            <w:vAlign w:val="center"/>
          </w:tcPr>
          <w:p w:rsidR="00DD2AC3" w:rsidRPr="00184CD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r w:rsidRPr="00184CD9">
              <w:rPr>
                <w:sz w:val="22"/>
                <w:szCs w:val="22"/>
              </w:rPr>
              <w:t>30</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184CD9" w:rsidRDefault="00DD2AC3" w:rsidP="003F7AC2">
            <w:pPr>
              <w:jc w:val="center"/>
            </w:pPr>
            <w:r w:rsidRPr="00184CD9">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592"/>
          <w:jc w:val="center"/>
        </w:trPr>
        <w:tc>
          <w:tcPr>
            <w:tcW w:w="1985" w:type="dxa"/>
            <w:vMerge/>
            <w:tcBorders>
              <w:left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left w:val="nil"/>
              <w:right w:val="single" w:sz="4" w:space="0" w:color="auto"/>
            </w:tcBorders>
            <w:shd w:val="clear" w:color="auto" w:fill="FFFFFF"/>
            <w:vAlign w:val="center"/>
          </w:tcPr>
          <w:p w:rsidR="00DD2AC3" w:rsidRPr="00BE07C1" w:rsidRDefault="00DD2AC3" w:rsidP="003F7AC2">
            <w:pPr>
              <w:rPr>
                <w:sz w:val="16"/>
                <w:szCs w:val="16"/>
              </w:rPr>
            </w:pPr>
          </w:p>
        </w:tc>
        <w:tc>
          <w:tcPr>
            <w:tcW w:w="1440" w:type="dxa"/>
            <w:vMerge/>
            <w:tcBorders>
              <w:left w:val="single" w:sz="4" w:space="0" w:color="auto"/>
              <w:right w:val="single" w:sz="4" w:space="0" w:color="auto"/>
            </w:tcBorders>
            <w:shd w:val="clear" w:color="auto" w:fill="FFFFFF"/>
            <w:noWrap/>
            <w:vAlign w:val="center"/>
          </w:tcPr>
          <w:p w:rsidR="00DD2AC3" w:rsidRPr="00BE07C1" w:rsidRDefault="00DD2AC3" w:rsidP="003F7AC2">
            <w:pPr>
              <w:rPr>
                <w:sz w:val="16"/>
                <w:szCs w:val="16"/>
              </w:rPr>
            </w:pPr>
          </w:p>
        </w:tc>
        <w:tc>
          <w:tcPr>
            <w:tcW w:w="360" w:type="dxa"/>
            <w:tcBorders>
              <w:top w:val="single" w:sz="4" w:space="0" w:color="auto"/>
              <w:left w:val="nil"/>
              <w:bottom w:val="single" w:sz="4" w:space="0" w:color="auto"/>
              <w:right w:val="single" w:sz="4" w:space="0" w:color="auto"/>
            </w:tcBorders>
            <w:shd w:val="clear" w:color="auto" w:fill="D9D9D9"/>
            <w:noWrap/>
            <w:vAlign w:val="center"/>
          </w:tcPr>
          <w:p w:rsidR="00DD2AC3" w:rsidRPr="00E753BD" w:rsidRDefault="00DD2AC3" w:rsidP="003F7AC2">
            <w:pPr>
              <w:jc w:val="center"/>
              <w:rPr>
                <w:sz w:val="16"/>
                <w:szCs w:val="16"/>
              </w:rPr>
            </w:pPr>
          </w:p>
        </w:tc>
        <w:tc>
          <w:tcPr>
            <w:tcW w:w="452" w:type="dxa"/>
            <w:tcBorders>
              <w:top w:val="single" w:sz="4" w:space="0" w:color="auto"/>
              <w:left w:val="nil"/>
              <w:bottom w:val="single" w:sz="4" w:space="0" w:color="auto"/>
              <w:right w:val="single" w:sz="4" w:space="0" w:color="auto"/>
            </w:tcBorders>
            <w:shd w:val="clear" w:color="auto" w:fill="D9D9D9"/>
            <w:vAlign w:val="center"/>
          </w:tcPr>
          <w:p w:rsidR="00DD2AC3" w:rsidRPr="00184CD9" w:rsidRDefault="00DD2AC3" w:rsidP="003F7AC2">
            <w:pPr>
              <w:jc w:val="center"/>
            </w:pPr>
            <w:r w:rsidRPr="00184CD9">
              <w:rPr>
                <w:sz w:val="22"/>
                <w:szCs w:val="22"/>
              </w:rPr>
              <w:t>120</w:t>
            </w:r>
          </w:p>
        </w:tc>
        <w:tc>
          <w:tcPr>
            <w:tcW w:w="268" w:type="dxa"/>
            <w:tcBorders>
              <w:top w:val="single" w:sz="4" w:space="0" w:color="auto"/>
              <w:left w:val="nil"/>
              <w:bottom w:val="single" w:sz="4" w:space="0" w:color="auto"/>
              <w:right w:val="single" w:sz="4" w:space="0" w:color="auto"/>
            </w:tcBorders>
            <w:shd w:val="clear" w:color="auto" w:fill="D9D9D9"/>
            <w:vAlign w:val="center"/>
          </w:tcPr>
          <w:p w:rsidR="00DD2AC3" w:rsidRPr="00184CD9" w:rsidRDefault="00DD2AC3" w:rsidP="003F7AC2">
            <w:pPr>
              <w:jc w:val="center"/>
            </w:pPr>
          </w:p>
        </w:tc>
        <w:tc>
          <w:tcPr>
            <w:tcW w:w="720" w:type="dxa"/>
            <w:vMerge/>
            <w:tcBorders>
              <w:left w:val="nil"/>
              <w:right w:val="single" w:sz="4" w:space="0" w:color="auto"/>
            </w:tcBorders>
            <w:shd w:val="clear" w:color="auto" w:fill="FFFFFF"/>
            <w:noWrap/>
            <w:vAlign w:val="center"/>
          </w:tcPr>
          <w:p w:rsidR="00DD2AC3" w:rsidRPr="00184CD9" w:rsidRDefault="00DD2AC3" w:rsidP="003F7AC2">
            <w:pPr>
              <w:jc w:val="center"/>
            </w:pPr>
          </w:p>
        </w:tc>
        <w:tc>
          <w:tcPr>
            <w:tcW w:w="900" w:type="dxa"/>
            <w:vMerge/>
            <w:tcBorders>
              <w:left w:val="nil"/>
              <w:right w:val="single" w:sz="4" w:space="0" w:color="auto"/>
            </w:tcBorders>
            <w:shd w:val="clear" w:color="auto" w:fill="FFFFFF"/>
            <w:noWrap/>
            <w:vAlign w:val="center"/>
          </w:tcPr>
          <w:p w:rsidR="00DD2AC3" w:rsidRPr="00184CD9" w:rsidRDefault="00DD2AC3" w:rsidP="003F7AC2">
            <w:pPr>
              <w:jc w:val="center"/>
            </w:pPr>
          </w:p>
        </w:tc>
        <w:tc>
          <w:tcPr>
            <w:tcW w:w="720" w:type="dxa"/>
            <w:vMerge/>
            <w:tcBorders>
              <w:left w:val="nil"/>
              <w:right w:val="single" w:sz="4" w:space="0" w:color="auto"/>
            </w:tcBorders>
            <w:shd w:val="clear" w:color="auto" w:fill="FFFFFF"/>
            <w:vAlign w:val="center"/>
          </w:tcPr>
          <w:p w:rsidR="00DD2AC3" w:rsidRPr="00184CD9" w:rsidRDefault="00DD2AC3" w:rsidP="003F7AC2">
            <w:pPr>
              <w:jc w:val="center"/>
            </w:pPr>
          </w:p>
        </w:tc>
        <w:tc>
          <w:tcPr>
            <w:tcW w:w="1440" w:type="dxa"/>
            <w:vMerge/>
            <w:tcBorders>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452" w:type="dxa"/>
            <w:tcBorders>
              <w:top w:val="single" w:sz="4" w:space="0" w:color="auto"/>
              <w:left w:val="nil"/>
              <w:bottom w:val="single" w:sz="4" w:space="0" w:color="auto"/>
              <w:right w:val="single" w:sz="4" w:space="0" w:color="auto"/>
            </w:tcBorders>
            <w:shd w:val="clear" w:color="auto" w:fill="E6E6E6"/>
            <w:vAlign w:val="center"/>
          </w:tcPr>
          <w:p w:rsidR="00DD2AC3" w:rsidRPr="00184CD9" w:rsidRDefault="00DD2AC3" w:rsidP="003F7AC2">
            <w:pPr>
              <w:jc w:val="center"/>
            </w:pPr>
          </w:p>
        </w:tc>
        <w:tc>
          <w:tcPr>
            <w:tcW w:w="268" w:type="dxa"/>
            <w:tcBorders>
              <w:top w:val="single" w:sz="4" w:space="0" w:color="auto"/>
              <w:left w:val="nil"/>
              <w:bottom w:val="single" w:sz="4" w:space="0" w:color="auto"/>
              <w:right w:val="single" w:sz="4" w:space="0" w:color="auto"/>
            </w:tcBorders>
            <w:shd w:val="clear" w:color="auto" w:fill="E6E6E6"/>
            <w:vAlign w:val="center"/>
          </w:tcPr>
          <w:p w:rsidR="00DD2AC3" w:rsidRPr="00184CD9"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184CD9"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184CD9"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184CD9"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460"/>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i/>
                <w:sz w:val="16"/>
                <w:szCs w:val="16"/>
              </w:rPr>
            </w:pPr>
            <w:r w:rsidRPr="00E753BD">
              <w:rPr>
                <w:b/>
                <w:sz w:val="16"/>
                <w:szCs w:val="16"/>
              </w:rPr>
              <w:t> Elvárható félévi kredit</w:t>
            </w:r>
          </w:p>
        </w:tc>
        <w:tc>
          <w:tcPr>
            <w:tcW w:w="1800" w:type="dxa"/>
            <w:tcBorders>
              <w:top w:val="single" w:sz="4" w:space="0" w:color="auto"/>
              <w:left w:val="nil"/>
              <w:bottom w:val="single" w:sz="4" w:space="0" w:color="auto"/>
              <w:right w:val="single" w:sz="4" w:space="0" w:color="auto"/>
            </w:tcBorders>
            <w:shd w:val="clear" w:color="auto" w:fill="FFFF99"/>
            <w:vAlign w:val="center"/>
          </w:tcPr>
          <w:p w:rsidR="00DD2AC3" w:rsidRPr="00E753BD" w:rsidRDefault="00DD2AC3" w:rsidP="003F7AC2">
            <w:pPr>
              <w:rPr>
                <w:b/>
                <w:sz w:val="16"/>
                <w:szCs w:val="16"/>
              </w:rPr>
            </w:pPr>
            <w:r w:rsidRPr="00E753BD">
              <w:rPr>
                <w:b/>
                <w:sz w:val="16"/>
                <w:szCs w:val="16"/>
              </w:rPr>
              <w:t>Expected credits</w:t>
            </w: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jc w:val="center"/>
              <w:rPr>
                <w:sz w:val="16"/>
                <w:szCs w:val="16"/>
              </w:rPr>
            </w:pPr>
          </w:p>
        </w:tc>
        <w:tc>
          <w:tcPr>
            <w:tcW w:w="452" w:type="dxa"/>
            <w:tcBorders>
              <w:top w:val="single" w:sz="4" w:space="0" w:color="auto"/>
              <w:left w:val="nil"/>
              <w:bottom w:val="single" w:sz="4" w:space="0" w:color="auto"/>
              <w:right w:val="single" w:sz="4" w:space="0" w:color="auto"/>
            </w:tcBorders>
            <w:shd w:val="clear" w:color="auto" w:fill="FFFF99"/>
            <w:vAlign w:val="center"/>
          </w:tcPr>
          <w:p w:rsidR="00DD2AC3" w:rsidRPr="00184CD9" w:rsidRDefault="00DD2AC3" w:rsidP="003F7AC2">
            <w:pPr>
              <w:jc w:val="center"/>
            </w:pPr>
          </w:p>
        </w:tc>
        <w:tc>
          <w:tcPr>
            <w:tcW w:w="268" w:type="dxa"/>
            <w:tcBorders>
              <w:top w:val="single" w:sz="4" w:space="0" w:color="auto"/>
              <w:left w:val="nil"/>
              <w:bottom w:val="single" w:sz="4" w:space="0" w:color="auto"/>
              <w:right w:val="single" w:sz="4" w:space="0" w:color="auto"/>
            </w:tcBorders>
            <w:shd w:val="clear" w:color="auto" w:fill="FFFF99"/>
            <w:vAlign w:val="center"/>
          </w:tcPr>
          <w:p w:rsidR="00DD2AC3" w:rsidRPr="00184CD9" w:rsidRDefault="00DD2AC3" w:rsidP="003F7AC2">
            <w:pPr>
              <w:jc w:val="cente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DD2AC3" w:rsidRPr="00184CD9" w:rsidRDefault="00DD2AC3" w:rsidP="003F7AC2">
            <w:pPr>
              <w:jc w:val="center"/>
            </w:pPr>
            <w:r w:rsidRPr="00184CD9">
              <w:rPr>
                <w:sz w:val="22"/>
                <w:szCs w:val="22"/>
              </w:rPr>
              <w:t>30</w:t>
            </w: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DD2AC3" w:rsidRPr="00184CD9" w:rsidRDefault="00DD2AC3" w:rsidP="003F7AC2">
            <w:pPr>
              <w:jc w:val="center"/>
            </w:pPr>
          </w:p>
        </w:tc>
        <w:tc>
          <w:tcPr>
            <w:tcW w:w="720" w:type="dxa"/>
            <w:tcBorders>
              <w:top w:val="single" w:sz="4" w:space="0" w:color="auto"/>
              <w:left w:val="nil"/>
              <w:bottom w:val="single" w:sz="4" w:space="0" w:color="auto"/>
              <w:right w:val="single" w:sz="4" w:space="0" w:color="auto"/>
            </w:tcBorders>
            <w:shd w:val="clear" w:color="auto" w:fill="FFFF99"/>
            <w:vAlign w:val="center"/>
          </w:tcPr>
          <w:p w:rsidR="00DD2AC3" w:rsidRPr="00184CD9" w:rsidRDefault="00DD2AC3" w:rsidP="003F7AC2">
            <w:pPr>
              <w:jc w:val="cente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DD2AC3" w:rsidRPr="00E753BD" w:rsidRDefault="00DD2AC3" w:rsidP="003F7AC2">
            <w:pPr>
              <w:rPr>
                <w:sz w:val="16"/>
                <w:szCs w:val="16"/>
              </w:rPr>
            </w:pPr>
          </w:p>
        </w:tc>
      </w:tr>
    </w:tbl>
    <w:p w:rsidR="00DD2AC3" w:rsidRDefault="00DD2AC3" w:rsidP="00B14725"/>
    <w:p w:rsidR="00DD2AC3" w:rsidRDefault="00DD2AC3">
      <w:pPr>
        <w:spacing w:after="200" w:line="276" w:lineRule="auto"/>
      </w:pPr>
      <w:r>
        <w:br w:type="page"/>
      </w:r>
    </w:p>
    <w:p w:rsidR="00DD2AC3" w:rsidRDefault="00DD2AC3" w:rsidP="00B14725"/>
    <w:p w:rsidR="00DD2AC3" w:rsidRDefault="00DD2AC3" w:rsidP="00B14725">
      <w:pPr>
        <w:jc w:val="center"/>
      </w:pPr>
      <w:r>
        <w:t>7. félév</w:t>
      </w:r>
    </w:p>
    <w:tbl>
      <w:tblPr>
        <w:tblW w:w="10085" w:type="dxa"/>
        <w:jc w:val="center"/>
        <w:tblLayout w:type="fixed"/>
        <w:tblCellMar>
          <w:left w:w="70" w:type="dxa"/>
          <w:right w:w="70" w:type="dxa"/>
        </w:tblCellMar>
        <w:tblLook w:val="0000"/>
      </w:tblPr>
      <w:tblGrid>
        <w:gridCol w:w="1985"/>
        <w:gridCol w:w="1800"/>
        <w:gridCol w:w="1440"/>
        <w:gridCol w:w="360"/>
        <w:gridCol w:w="360"/>
        <w:gridCol w:w="360"/>
        <w:gridCol w:w="720"/>
        <w:gridCol w:w="900"/>
        <w:gridCol w:w="720"/>
        <w:gridCol w:w="1440"/>
      </w:tblGrid>
      <w:tr w:rsidR="00DD2AC3" w:rsidRPr="00E753BD" w:rsidTr="003F7AC2">
        <w:trPr>
          <w:trHeight w:val="278"/>
          <w:jc w:val="center"/>
        </w:trPr>
        <w:tc>
          <w:tcPr>
            <w:tcW w:w="1985"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Cs/>
                <w:sz w:val="16"/>
                <w:szCs w:val="16"/>
              </w:rPr>
            </w:pPr>
            <w:r w:rsidRPr="00E753BD">
              <w:rPr>
                <w:b/>
                <w:bCs/>
                <w:sz w:val="16"/>
                <w:szCs w:val="16"/>
              </w:rPr>
              <w:t>Tantárgy neve</w:t>
            </w:r>
          </w:p>
        </w:tc>
        <w:tc>
          <w:tcPr>
            <w:tcW w:w="1800" w:type="dxa"/>
            <w:vMerge w:val="restart"/>
            <w:tcBorders>
              <w:top w:val="single" w:sz="4" w:space="0" w:color="auto"/>
              <w:left w:val="nil"/>
              <w:right w:val="single" w:sz="4" w:space="0" w:color="auto"/>
            </w:tcBorders>
            <w:vAlign w:val="center"/>
          </w:tcPr>
          <w:p w:rsidR="00DD2AC3" w:rsidRPr="00E753BD" w:rsidRDefault="00DD2AC3" w:rsidP="003F7AC2">
            <w:pPr>
              <w:jc w:val="center"/>
              <w:rPr>
                <w:b/>
                <w:bCs/>
                <w:sz w:val="16"/>
                <w:szCs w:val="16"/>
              </w:rPr>
            </w:pPr>
            <w:r w:rsidRPr="00E753BD">
              <w:rPr>
                <w:b/>
                <w:bCs/>
                <w:sz w:val="16"/>
                <w:szCs w:val="16"/>
              </w:rPr>
              <w:t>Course title</w:t>
            </w:r>
          </w:p>
        </w:tc>
        <w:tc>
          <w:tcPr>
            <w:tcW w:w="1440" w:type="dxa"/>
            <w:vMerge w:val="restart"/>
            <w:tcBorders>
              <w:top w:val="single" w:sz="4" w:space="0" w:color="auto"/>
              <w:left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Tárgykód</w:t>
            </w:r>
          </w:p>
          <w:p w:rsidR="00DD2AC3" w:rsidRPr="00E753BD" w:rsidRDefault="00DD2AC3" w:rsidP="003F7AC2">
            <w:pPr>
              <w:jc w:val="center"/>
              <w:rPr>
                <w:bCs/>
                <w:sz w:val="16"/>
                <w:szCs w:val="16"/>
              </w:rPr>
            </w:pPr>
            <w:r w:rsidRPr="00E753BD">
              <w:rPr>
                <w:bCs/>
                <w:sz w:val="16"/>
                <w:szCs w:val="16"/>
              </w:rPr>
              <w:t>Course code</w:t>
            </w: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Óraszám</w:t>
            </w:r>
          </w:p>
          <w:p w:rsidR="00DD2AC3" w:rsidRPr="00E753BD" w:rsidRDefault="00DD2AC3" w:rsidP="003F7AC2">
            <w:pPr>
              <w:jc w:val="center"/>
              <w:rPr>
                <w:b/>
                <w:bCs/>
                <w:sz w:val="16"/>
                <w:szCs w:val="16"/>
              </w:rPr>
            </w:pPr>
            <w:r w:rsidRPr="00E753BD">
              <w:rPr>
                <w:sz w:val="16"/>
                <w:szCs w:val="16"/>
              </w:rPr>
              <w:t xml:space="preserve">Contact hours </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Kredit</w:t>
            </w:r>
          </w:p>
          <w:p w:rsidR="00DD2AC3" w:rsidRPr="00E753BD" w:rsidRDefault="00DD2AC3" w:rsidP="003F7AC2">
            <w:pPr>
              <w:jc w:val="center"/>
              <w:rPr>
                <w:bCs/>
                <w:sz w:val="16"/>
                <w:szCs w:val="16"/>
              </w:rPr>
            </w:pPr>
            <w:r w:rsidRPr="00E753BD">
              <w:rPr>
                <w:sz w:val="16"/>
                <w:szCs w:val="16"/>
              </w:rPr>
              <w:t>Credits</w:t>
            </w:r>
          </w:p>
        </w:tc>
        <w:tc>
          <w:tcPr>
            <w:tcW w:w="90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Számon-</w:t>
            </w:r>
          </w:p>
          <w:p w:rsidR="00DD2AC3" w:rsidRPr="00E753BD" w:rsidRDefault="00DD2AC3" w:rsidP="003F7AC2">
            <w:pPr>
              <w:jc w:val="center"/>
              <w:rPr>
                <w:b/>
                <w:bCs/>
                <w:sz w:val="16"/>
                <w:szCs w:val="16"/>
              </w:rPr>
            </w:pPr>
            <w:r w:rsidRPr="00E753BD">
              <w:rPr>
                <w:b/>
                <w:bCs/>
                <w:sz w:val="16"/>
                <w:szCs w:val="16"/>
              </w:rPr>
              <w:t>kérés</w:t>
            </w:r>
          </w:p>
          <w:p w:rsidR="00DD2AC3" w:rsidRPr="00E753BD" w:rsidRDefault="00DD2AC3" w:rsidP="003F7AC2">
            <w:pPr>
              <w:jc w:val="center"/>
              <w:rPr>
                <w:bCs/>
                <w:sz w:val="16"/>
                <w:szCs w:val="16"/>
              </w:rPr>
            </w:pPr>
            <w:r w:rsidRPr="00E753BD">
              <w:rPr>
                <w:bCs/>
                <w:sz w:val="16"/>
                <w:szCs w:val="16"/>
              </w:rPr>
              <w:t>Require-ment</w:t>
            </w:r>
          </w:p>
        </w:tc>
        <w:tc>
          <w:tcPr>
            <w:tcW w:w="72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4"/>
                <w:szCs w:val="14"/>
              </w:rPr>
            </w:pPr>
            <w:r w:rsidRPr="00E753BD">
              <w:rPr>
                <w:b/>
                <w:bCs/>
                <w:sz w:val="14"/>
                <w:szCs w:val="14"/>
              </w:rPr>
              <w:t>Tanszék</w:t>
            </w:r>
          </w:p>
          <w:p w:rsidR="00DD2AC3" w:rsidRPr="00E753BD" w:rsidRDefault="00DD2AC3" w:rsidP="003F7AC2">
            <w:pPr>
              <w:jc w:val="center"/>
              <w:rPr>
                <w:b/>
                <w:bCs/>
                <w:sz w:val="14"/>
                <w:szCs w:val="14"/>
              </w:rPr>
            </w:pPr>
            <w:r w:rsidRPr="00E753BD">
              <w:rPr>
                <w:b/>
                <w:bCs/>
                <w:sz w:val="14"/>
                <w:szCs w:val="14"/>
              </w:rPr>
              <w:t>kódja</w:t>
            </w:r>
          </w:p>
          <w:p w:rsidR="00DD2AC3" w:rsidRPr="00E753BD" w:rsidRDefault="00DD2AC3" w:rsidP="003F7AC2">
            <w:pPr>
              <w:jc w:val="center"/>
              <w:rPr>
                <w:bCs/>
                <w:sz w:val="16"/>
                <w:szCs w:val="16"/>
              </w:rPr>
            </w:pPr>
            <w:r w:rsidRPr="00E753BD">
              <w:rPr>
                <w:bCs/>
                <w:sz w:val="14"/>
                <w:szCs w:val="14"/>
              </w:rPr>
              <w:t>Dept. code</w:t>
            </w:r>
          </w:p>
        </w:tc>
        <w:tc>
          <w:tcPr>
            <w:tcW w:w="1440" w:type="dxa"/>
            <w:vMerge w:val="restart"/>
            <w:tcBorders>
              <w:top w:val="single" w:sz="4" w:space="0" w:color="auto"/>
              <w:left w:val="nil"/>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Előtanulmány</w:t>
            </w:r>
          </w:p>
          <w:p w:rsidR="00DD2AC3" w:rsidRPr="00E753BD" w:rsidRDefault="00DD2AC3" w:rsidP="003F7AC2">
            <w:pPr>
              <w:jc w:val="center"/>
              <w:rPr>
                <w:bCs/>
                <w:sz w:val="16"/>
                <w:szCs w:val="16"/>
              </w:rPr>
            </w:pPr>
            <w:r w:rsidRPr="00E753BD">
              <w:rPr>
                <w:bCs/>
                <w:sz w:val="16"/>
                <w:szCs w:val="16"/>
              </w:rPr>
              <w:t>Prerequisite</w:t>
            </w: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sz w:val="16"/>
                <w:szCs w:val="16"/>
              </w:rPr>
              <w:t>Full-Time Programme (hour/week)</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135"/>
          <w:jc w:val="center"/>
        </w:trPr>
        <w:tc>
          <w:tcPr>
            <w:tcW w:w="1985"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080" w:type="dxa"/>
            <w:gridSpan w:val="3"/>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r w:rsidRPr="00E753BD">
              <w:rPr>
                <w:sz w:val="16"/>
                <w:szCs w:val="16"/>
              </w:rPr>
              <w:t>Part-Time Programme hour/semester</w:t>
            </w:r>
          </w:p>
        </w:tc>
        <w:tc>
          <w:tcPr>
            <w:tcW w:w="72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right w:val="single" w:sz="4" w:space="0" w:color="auto"/>
            </w:tcBorders>
            <w:noWrap/>
            <w:vAlign w:val="center"/>
          </w:tcPr>
          <w:p w:rsidR="00DD2AC3" w:rsidRPr="00E753BD" w:rsidRDefault="00DD2AC3" w:rsidP="003F7AC2">
            <w:pPr>
              <w:jc w:val="center"/>
              <w:rPr>
                <w:b/>
                <w:bCs/>
                <w:sz w:val="14"/>
                <w:szCs w:val="14"/>
              </w:rPr>
            </w:pPr>
          </w:p>
        </w:tc>
        <w:tc>
          <w:tcPr>
            <w:tcW w:w="1440" w:type="dxa"/>
            <w:vMerge/>
            <w:tcBorders>
              <w:left w:val="nil"/>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227"/>
          <w:jc w:val="center"/>
        </w:trPr>
        <w:tc>
          <w:tcPr>
            <w:tcW w:w="1985"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800" w:type="dxa"/>
            <w:vMerge/>
            <w:tcBorders>
              <w:left w:val="nil"/>
              <w:bottom w:val="single" w:sz="4" w:space="0" w:color="auto"/>
              <w:right w:val="single" w:sz="4" w:space="0" w:color="auto"/>
            </w:tcBorders>
            <w:vAlign w:val="center"/>
          </w:tcPr>
          <w:p w:rsidR="00DD2AC3" w:rsidRPr="00E753BD" w:rsidRDefault="00DD2AC3" w:rsidP="003F7AC2">
            <w:pPr>
              <w:jc w:val="center"/>
              <w:rPr>
                <w:b/>
                <w:bCs/>
                <w:sz w:val="16"/>
                <w:szCs w:val="16"/>
              </w:rPr>
            </w:pPr>
          </w:p>
        </w:tc>
        <w:tc>
          <w:tcPr>
            <w:tcW w:w="1440" w:type="dxa"/>
            <w:vMerge/>
            <w:tcBorders>
              <w:left w:val="single" w:sz="4" w:space="0" w:color="auto"/>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E</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Sz</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r w:rsidRPr="00E753BD">
              <w:rPr>
                <w:b/>
                <w:bCs/>
                <w:sz w:val="16"/>
                <w:szCs w:val="16"/>
              </w:rPr>
              <w:t>L</w:t>
            </w: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90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72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c>
          <w:tcPr>
            <w:tcW w:w="1440" w:type="dxa"/>
            <w:vMerge/>
            <w:tcBorders>
              <w:left w:val="nil"/>
              <w:bottom w:val="single" w:sz="4" w:space="0" w:color="auto"/>
              <w:right w:val="single" w:sz="4" w:space="0" w:color="auto"/>
            </w:tcBorders>
            <w:noWrap/>
            <w:vAlign w:val="center"/>
          </w:tcPr>
          <w:p w:rsidR="00DD2AC3" w:rsidRPr="00E753BD" w:rsidRDefault="00DD2AC3" w:rsidP="003F7AC2">
            <w:pPr>
              <w:jc w:val="center"/>
              <w:rPr>
                <w:b/>
                <w:bCs/>
                <w:sz w:val="16"/>
                <w:szCs w:val="16"/>
              </w:rPr>
            </w:pPr>
          </w:p>
        </w:tc>
      </w:tr>
      <w:tr w:rsidR="00DD2AC3" w:rsidRPr="00E753BD" w:rsidTr="003F7AC2">
        <w:trPr>
          <w:trHeight w:val="358"/>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184CD9" w:rsidRDefault="00DD2AC3" w:rsidP="003F7AC2">
            <w:r w:rsidRPr="00184CD9">
              <w:rPr>
                <w:sz w:val="22"/>
                <w:szCs w:val="22"/>
              </w:rPr>
              <w:t>Vállalati gazdaságtan II.</w:t>
            </w:r>
          </w:p>
        </w:tc>
        <w:tc>
          <w:tcPr>
            <w:tcW w:w="1800" w:type="dxa"/>
            <w:vMerge w:val="restart"/>
            <w:tcBorders>
              <w:top w:val="single" w:sz="4" w:space="0" w:color="auto"/>
              <w:left w:val="nil"/>
              <w:right w:val="single" w:sz="4" w:space="0" w:color="auto"/>
            </w:tcBorders>
            <w:shd w:val="clear" w:color="auto" w:fill="FFFFFF"/>
            <w:vAlign w:val="center"/>
          </w:tcPr>
          <w:p w:rsidR="00DD2AC3" w:rsidRPr="00184CD9" w:rsidRDefault="00DD2AC3" w:rsidP="003F7AC2">
            <w:r w:rsidRPr="00184CD9">
              <w:rPr>
                <w:bCs/>
                <w:sz w:val="22"/>
                <w:szCs w:val="22"/>
              </w:rPr>
              <w:t>Farm Business Management II.</w:t>
            </w:r>
          </w:p>
          <w:p w:rsidR="00DD2AC3" w:rsidRPr="00184CD9" w:rsidRDefault="00DD2AC3" w:rsidP="003F7AC2">
            <w:pPr>
              <w:rPr>
                <w:color w:val="FF0000"/>
              </w:rPr>
            </w:pP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184CD9" w:rsidRDefault="00DD2AC3" w:rsidP="003F7AC2">
            <w:pPr>
              <w:jc w:val="center"/>
              <w:rPr>
                <w:bCs/>
                <w:sz w:val="16"/>
                <w:szCs w:val="16"/>
              </w:rPr>
            </w:pPr>
            <w:r w:rsidRPr="00184CD9">
              <w:rPr>
                <w:bCs/>
                <w:sz w:val="16"/>
                <w:szCs w:val="16"/>
              </w:rPr>
              <w:t>KEGNVVB143B</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184CD9" w:rsidRDefault="00DD2AC3" w:rsidP="003F7AC2">
            <w:pPr>
              <w:jc w:val="center"/>
            </w:pPr>
            <w:r w:rsidRPr="00184CD9">
              <w:rPr>
                <w:sz w:val="22"/>
                <w:szCs w:val="22"/>
              </w:rPr>
              <w:t>1</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184CD9" w:rsidRDefault="00DD2AC3" w:rsidP="003F7AC2">
            <w:pPr>
              <w:jc w:val="center"/>
            </w:pPr>
            <w:r w:rsidRPr="00184CD9">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184CD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r w:rsidRPr="00184CD9">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184CD9" w:rsidRDefault="00DD2AC3" w:rsidP="003F7AC2">
            <w:pPr>
              <w:jc w:val="center"/>
            </w:pPr>
            <w:r w:rsidRPr="00184CD9">
              <w:rPr>
                <w:sz w:val="22"/>
                <w:szCs w:val="22"/>
              </w:rPr>
              <w:t>VV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rPr>
                <w:sz w:val="20"/>
                <w:szCs w:val="20"/>
              </w:rPr>
            </w:pPr>
            <w:r w:rsidRPr="00184CD9">
              <w:rPr>
                <w:sz w:val="20"/>
                <w:szCs w:val="20"/>
              </w:rPr>
              <w:t>Vállalati gazdaságtan I. ALÁÍRÁS</w:t>
            </w:r>
          </w:p>
        </w:tc>
      </w:tr>
      <w:tr w:rsidR="00DD2AC3" w:rsidRPr="00E753BD" w:rsidTr="003F7AC2">
        <w:trPr>
          <w:trHeight w:val="142"/>
          <w:jc w:val="center"/>
        </w:trPr>
        <w:tc>
          <w:tcPr>
            <w:tcW w:w="1985" w:type="dxa"/>
            <w:vMerge/>
            <w:tcBorders>
              <w:left w:val="single" w:sz="4" w:space="0" w:color="auto"/>
              <w:right w:val="single" w:sz="4" w:space="0" w:color="auto"/>
            </w:tcBorders>
            <w:shd w:val="clear" w:color="auto" w:fill="FFFFFF"/>
            <w:noWrap/>
            <w:vAlign w:val="center"/>
          </w:tcPr>
          <w:p w:rsidR="00DD2AC3" w:rsidRPr="00184CD9" w:rsidRDefault="00DD2AC3" w:rsidP="003F7AC2"/>
        </w:tc>
        <w:tc>
          <w:tcPr>
            <w:tcW w:w="1800" w:type="dxa"/>
            <w:vMerge/>
            <w:tcBorders>
              <w:left w:val="nil"/>
              <w:right w:val="single" w:sz="4" w:space="0" w:color="auto"/>
            </w:tcBorders>
            <w:shd w:val="clear" w:color="auto" w:fill="FFFFFF"/>
            <w:vAlign w:val="center"/>
          </w:tcPr>
          <w:p w:rsidR="00DD2AC3" w:rsidRPr="00184CD9" w:rsidRDefault="00DD2AC3" w:rsidP="003F7AC2">
            <w:pPr>
              <w:rPr>
                <w:b/>
              </w:rPr>
            </w:pPr>
          </w:p>
        </w:tc>
        <w:tc>
          <w:tcPr>
            <w:tcW w:w="1440" w:type="dxa"/>
            <w:vMerge/>
            <w:tcBorders>
              <w:left w:val="single" w:sz="4" w:space="0" w:color="auto"/>
              <w:right w:val="single" w:sz="4" w:space="0" w:color="auto"/>
            </w:tcBorders>
            <w:shd w:val="clear" w:color="auto" w:fill="FFFFFF"/>
            <w:noWrap/>
            <w:vAlign w:val="center"/>
          </w:tcPr>
          <w:p w:rsidR="00DD2AC3" w:rsidRPr="00184CD9"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D9D9D9"/>
            <w:noWrap/>
            <w:vAlign w:val="center"/>
          </w:tcPr>
          <w:p w:rsidR="00DD2AC3" w:rsidRPr="00184CD9" w:rsidRDefault="00DD2AC3" w:rsidP="003F7AC2">
            <w:pPr>
              <w:jc w:val="center"/>
            </w:pPr>
            <w:r w:rsidRPr="00184CD9">
              <w:rPr>
                <w:sz w:val="22"/>
                <w:szCs w:val="22"/>
              </w:rPr>
              <w:t>15</w:t>
            </w:r>
          </w:p>
        </w:tc>
        <w:tc>
          <w:tcPr>
            <w:tcW w:w="360" w:type="dxa"/>
            <w:tcBorders>
              <w:top w:val="single" w:sz="4" w:space="0" w:color="auto"/>
              <w:left w:val="nil"/>
              <w:bottom w:val="single" w:sz="4" w:space="0" w:color="auto"/>
              <w:right w:val="single" w:sz="4" w:space="0" w:color="auto"/>
            </w:tcBorders>
            <w:shd w:val="clear" w:color="auto" w:fill="D9D9D9"/>
            <w:vAlign w:val="center"/>
          </w:tcPr>
          <w:p w:rsidR="00DD2AC3" w:rsidRPr="00184CD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D9D9D9"/>
            <w:vAlign w:val="center"/>
          </w:tcPr>
          <w:p w:rsidR="00DD2AC3" w:rsidRPr="00184CD9" w:rsidRDefault="00DD2AC3" w:rsidP="003F7AC2">
            <w:pPr>
              <w:jc w:val="center"/>
            </w:pPr>
          </w:p>
        </w:tc>
        <w:tc>
          <w:tcPr>
            <w:tcW w:w="720" w:type="dxa"/>
            <w:vMerge/>
            <w:tcBorders>
              <w:left w:val="nil"/>
              <w:right w:val="single" w:sz="4" w:space="0" w:color="auto"/>
            </w:tcBorders>
            <w:shd w:val="clear" w:color="auto" w:fill="FFFFFF"/>
            <w:noWrap/>
            <w:vAlign w:val="center"/>
          </w:tcPr>
          <w:p w:rsidR="00DD2AC3" w:rsidRPr="00184CD9" w:rsidRDefault="00DD2AC3" w:rsidP="003F7AC2">
            <w:pPr>
              <w:jc w:val="center"/>
            </w:pPr>
          </w:p>
        </w:tc>
        <w:tc>
          <w:tcPr>
            <w:tcW w:w="900" w:type="dxa"/>
            <w:vMerge/>
            <w:tcBorders>
              <w:left w:val="nil"/>
              <w:right w:val="single" w:sz="4" w:space="0" w:color="auto"/>
            </w:tcBorders>
            <w:shd w:val="clear" w:color="auto" w:fill="FFFFFF"/>
            <w:noWrap/>
            <w:vAlign w:val="center"/>
          </w:tcPr>
          <w:p w:rsidR="00DD2AC3" w:rsidRPr="00184CD9" w:rsidRDefault="00DD2AC3" w:rsidP="003F7AC2">
            <w:pPr>
              <w:jc w:val="center"/>
            </w:pPr>
          </w:p>
        </w:tc>
        <w:tc>
          <w:tcPr>
            <w:tcW w:w="720" w:type="dxa"/>
            <w:vMerge/>
            <w:tcBorders>
              <w:left w:val="nil"/>
              <w:right w:val="single" w:sz="4" w:space="0" w:color="auto"/>
            </w:tcBorders>
            <w:shd w:val="clear" w:color="auto" w:fill="FFFFFF"/>
            <w:vAlign w:val="center"/>
          </w:tcPr>
          <w:p w:rsidR="00DD2AC3" w:rsidRPr="00184CD9" w:rsidRDefault="00DD2AC3" w:rsidP="003F7AC2">
            <w:pPr>
              <w:jc w:val="center"/>
            </w:pPr>
          </w:p>
        </w:tc>
        <w:tc>
          <w:tcPr>
            <w:tcW w:w="1440" w:type="dxa"/>
            <w:vMerge/>
            <w:tcBorders>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57"/>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184CD9" w:rsidRDefault="00DD2AC3" w:rsidP="003F7AC2">
            <w:r w:rsidRPr="00184CD9">
              <w:rPr>
                <w:sz w:val="22"/>
                <w:szCs w:val="22"/>
              </w:rPr>
              <w:t>Marketing</w:t>
            </w:r>
          </w:p>
        </w:tc>
        <w:tc>
          <w:tcPr>
            <w:tcW w:w="1800" w:type="dxa"/>
            <w:vMerge w:val="restart"/>
            <w:tcBorders>
              <w:top w:val="single" w:sz="4" w:space="0" w:color="auto"/>
              <w:left w:val="nil"/>
              <w:right w:val="single" w:sz="4" w:space="0" w:color="auto"/>
            </w:tcBorders>
            <w:shd w:val="clear" w:color="auto" w:fill="FFFFFF"/>
            <w:vAlign w:val="center"/>
          </w:tcPr>
          <w:p w:rsidR="00DD2AC3" w:rsidRPr="00184CD9" w:rsidRDefault="00DD2AC3" w:rsidP="003F7AC2">
            <w:r w:rsidRPr="00184CD9">
              <w:rPr>
                <w:sz w:val="22"/>
                <w:szCs w:val="22"/>
              </w:rPr>
              <w:t>Marketing</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184CD9" w:rsidRDefault="00DD2AC3" w:rsidP="003F7AC2">
            <w:pPr>
              <w:jc w:val="center"/>
              <w:rPr>
                <w:bCs/>
                <w:sz w:val="16"/>
                <w:szCs w:val="16"/>
              </w:rPr>
            </w:pPr>
            <w:r w:rsidRPr="00184CD9">
              <w:rPr>
                <w:bCs/>
                <w:sz w:val="16"/>
                <w:szCs w:val="16"/>
              </w:rPr>
              <w:t>KEGNGTB112G</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184CD9" w:rsidRDefault="00DD2AC3" w:rsidP="003F7AC2">
            <w:pPr>
              <w:jc w:val="center"/>
            </w:pPr>
            <w:r w:rsidRPr="00184CD9">
              <w:rPr>
                <w:sz w:val="22"/>
                <w:szCs w:val="22"/>
              </w:rPr>
              <w:t>2</w:t>
            </w: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184CD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184CD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r w:rsidRPr="00184CD9">
              <w:rPr>
                <w:sz w:val="22"/>
                <w:szCs w:val="22"/>
              </w:rPr>
              <w:t>2</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r w:rsidRPr="00184CD9">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184CD9" w:rsidRDefault="00DD2AC3" w:rsidP="003F7AC2">
            <w:pPr>
              <w:jc w:val="center"/>
            </w:pPr>
            <w:r w:rsidRPr="00184CD9">
              <w:rPr>
                <w:sz w:val="22"/>
                <w:szCs w:val="22"/>
              </w:rPr>
              <w:t>GT</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42"/>
          <w:jc w:val="center"/>
        </w:trPr>
        <w:tc>
          <w:tcPr>
            <w:tcW w:w="1985" w:type="dxa"/>
            <w:vMerge/>
            <w:tcBorders>
              <w:left w:val="single" w:sz="4" w:space="0" w:color="auto"/>
              <w:right w:val="single" w:sz="4" w:space="0" w:color="auto"/>
            </w:tcBorders>
            <w:shd w:val="clear" w:color="auto" w:fill="FFFFFF"/>
            <w:noWrap/>
            <w:vAlign w:val="center"/>
          </w:tcPr>
          <w:p w:rsidR="00DD2AC3" w:rsidRPr="00184CD9" w:rsidRDefault="00DD2AC3" w:rsidP="003F7AC2"/>
        </w:tc>
        <w:tc>
          <w:tcPr>
            <w:tcW w:w="1800" w:type="dxa"/>
            <w:vMerge/>
            <w:tcBorders>
              <w:left w:val="nil"/>
              <w:right w:val="single" w:sz="4" w:space="0" w:color="auto"/>
            </w:tcBorders>
            <w:shd w:val="clear" w:color="auto" w:fill="FFFFFF"/>
            <w:vAlign w:val="center"/>
          </w:tcPr>
          <w:p w:rsidR="00DD2AC3" w:rsidRPr="00184CD9" w:rsidRDefault="00DD2AC3" w:rsidP="003F7AC2">
            <w:pPr>
              <w:rPr>
                <w:b/>
              </w:rPr>
            </w:pPr>
          </w:p>
        </w:tc>
        <w:tc>
          <w:tcPr>
            <w:tcW w:w="1440" w:type="dxa"/>
            <w:vMerge/>
            <w:tcBorders>
              <w:left w:val="single" w:sz="4" w:space="0" w:color="auto"/>
              <w:right w:val="single" w:sz="4" w:space="0" w:color="auto"/>
            </w:tcBorders>
            <w:shd w:val="clear" w:color="auto" w:fill="FFFFFF"/>
            <w:noWrap/>
            <w:vAlign w:val="center"/>
          </w:tcPr>
          <w:p w:rsidR="00DD2AC3" w:rsidRPr="00184CD9"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D9D9D9"/>
            <w:noWrap/>
            <w:vAlign w:val="center"/>
          </w:tcPr>
          <w:p w:rsidR="00DD2AC3" w:rsidRPr="00184CD9" w:rsidRDefault="00DD2AC3" w:rsidP="003F7AC2">
            <w:pPr>
              <w:jc w:val="center"/>
            </w:pPr>
            <w:r w:rsidRPr="00184CD9">
              <w:rPr>
                <w:sz w:val="22"/>
                <w:szCs w:val="22"/>
              </w:rPr>
              <w:t>10</w:t>
            </w:r>
          </w:p>
        </w:tc>
        <w:tc>
          <w:tcPr>
            <w:tcW w:w="360" w:type="dxa"/>
            <w:tcBorders>
              <w:top w:val="single" w:sz="4" w:space="0" w:color="auto"/>
              <w:left w:val="nil"/>
              <w:bottom w:val="single" w:sz="4" w:space="0" w:color="auto"/>
              <w:right w:val="single" w:sz="4" w:space="0" w:color="auto"/>
            </w:tcBorders>
            <w:shd w:val="clear" w:color="auto" w:fill="D9D9D9"/>
            <w:vAlign w:val="center"/>
          </w:tcPr>
          <w:p w:rsidR="00DD2AC3" w:rsidRPr="00184CD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D9D9D9"/>
            <w:vAlign w:val="center"/>
          </w:tcPr>
          <w:p w:rsidR="00DD2AC3" w:rsidRPr="00184CD9" w:rsidRDefault="00DD2AC3" w:rsidP="003F7AC2">
            <w:pPr>
              <w:jc w:val="center"/>
            </w:pPr>
          </w:p>
        </w:tc>
        <w:tc>
          <w:tcPr>
            <w:tcW w:w="720" w:type="dxa"/>
            <w:vMerge/>
            <w:tcBorders>
              <w:left w:val="nil"/>
              <w:right w:val="single" w:sz="4" w:space="0" w:color="auto"/>
            </w:tcBorders>
            <w:shd w:val="clear" w:color="auto" w:fill="FFFFFF"/>
            <w:noWrap/>
            <w:vAlign w:val="center"/>
          </w:tcPr>
          <w:p w:rsidR="00DD2AC3" w:rsidRPr="00184CD9" w:rsidRDefault="00DD2AC3" w:rsidP="003F7AC2">
            <w:pPr>
              <w:jc w:val="center"/>
            </w:pPr>
          </w:p>
        </w:tc>
        <w:tc>
          <w:tcPr>
            <w:tcW w:w="900" w:type="dxa"/>
            <w:vMerge/>
            <w:tcBorders>
              <w:left w:val="nil"/>
              <w:right w:val="single" w:sz="4" w:space="0" w:color="auto"/>
            </w:tcBorders>
            <w:shd w:val="clear" w:color="auto" w:fill="FFFFFF"/>
            <w:noWrap/>
            <w:vAlign w:val="center"/>
          </w:tcPr>
          <w:p w:rsidR="00DD2AC3" w:rsidRPr="00184CD9" w:rsidRDefault="00DD2AC3" w:rsidP="003F7AC2">
            <w:pPr>
              <w:jc w:val="center"/>
            </w:pPr>
          </w:p>
        </w:tc>
        <w:tc>
          <w:tcPr>
            <w:tcW w:w="720" w:type="dxa"/>
            <w:vMerge/>
            <w:tcBorders>
              <w:left w:val="nil"/>
              <w:right w:val="single" w:sz="4" w:space="0" w:color="auto"/>
            </w:tcBorders>
            <w:shd w:val="clear" w:color="auto" w:fill="FFFFFF"/>
            <w:vAlign w:val="center"/>
          </w:tcPr>
          <w:p w:rsidR="00DD2AC3" w:rsidRPr="00184CD9" w:rsidRDefault="00DD2AC3" w:rsidP="003F7AC2">
            <w:pPr>
              <w:jc w:val="center"/>
            </w:pPr>
          </w:p>
        </w:tc>
        <w:tc>
          <w:tcPr>
            <w:tcW w:w="1440" w:type="dxa"/>
            <w:vMerge/>
            <w:tcBorders>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tcBorders>
              <w:top w:val="single" w:sz="4" w:space="0" w:color="auto"/>
              <w:left w:val="single" w:sz="4" w:space="0" w:color="auto"/>
              <w:right w:val="single" w:sz="4" w:space="0" w:color="auto"/>
            </w:tcBorders>
            <w:shd w:val="clear" w:color="auto" w:fill="FFFFFF"/>
            <w:noWrap/>
            <w:vAlign w:val="center"/>
          </w:tcPr>
          <w:p w:rsidR="00DD2AC3" w:rsidRPr="00184CD9" w:rsidRDefault="00DD2AC3" w:rsidP="00114F40">
            <w:r w:rsidRPr="00184CD9">
              <w:rPr>
                <w:sz w:val="22"/>
                <w:szCs w:val="22"/>
              </w:rPr>
              <w:t>Szabadon választható</w:t>
            </w:r>
          </w:p>
        </w:tc>
        <w:tc>
          <w:tcPr>
            <w:tcW w:w="1800" w:type="dxa"/>
            <w:tcBorders>
              <w:top w:val="single" w:sz="4" w:space="0" w:color="auto"/>
              <w:left w:val="nil"/>
              <w:right w:val="single" w:sz="4" w:space="0" w:color="auto"/>
            </w:tcBorders>
            <w:shd w:val="clear" w:color="auto" w:fill="FFFFFF"/>
            <w:vAlign w:val="center"/>
          </w:tcPr>
          <w:p w:rsidR="00DD2AC3" w:rsidRPr="00184CD9" w:rsidRDefault="00DD2AC3" w:rsidP="003F7AC2">
            <w:r w:rsidRPr="00184CD9">
              <w:rPr>
                <w:sz w:val="22"/>
                <w:szCs w:val="22"/>
              </w:rPr>
              <w:t>optional subject</w:t>
            </w:r>
          </w:p>
        </w:tc>
        <w:tc>
          <w:tcPr>
            <w:tcW w:w="1440" w:type="dxa"/>
            <w:tcBorders>
              <w:top w:val="single" w:sz="4" w:space="0" w:color="auto"/>
              <w:left w:val="single" w:sz="4" w:space="0" w:color="auto"/>
              <w:right w:val="single" w:sz="4" w:space="0" w:color="auto"/>
            </w:tcBorders>
            <w:shd w:val="clear" w:color="auto" w:fill="FFFFFF"/>
            <w:noWrap/>
            <w:vAlign w:val="center"/>
          </w:tcPr>
          <w:p w:rsidR="00DD2AC3" w:rsidRPr="00184CD9"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noWrap/>
            <w:vAlign w:val="center"/>
          </w:tcPr>
          <w:p w:rsidR="00DD2AC3" w:rsidRPr="00184CD9"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184CD9"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184CD9" w:rsidRDefault="00DD2AC3" w:rsidP="003F7AC2">
            <w:pPr>
              <w:jc w:val="center"/>
            </w:pPr>
          </w:p>
        </w:tc>
        <w:tc>
          <w:tcPr>
            <w:tcW w:w="720" w:type="dxa"/>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r w:rsidRPr="00184CD9">
              <w:rPr>
                <w:sz w:val="22"/>
                <w:szCs w:val="22"/>
              </w:rPr>
              <w:t>3</w:t>
            </w:r>
          </w:p>
        </w:tc>
        <w:tc>
          <w:tcPr>
            <w:tcW w:w="900" w:type="dxa"/>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p>
        </w:tc>
        <w:tc>
          <w:tcPr>
            <w:tcW w:w="720" w:type="dxa"/>
            <w:tcBorders>
              <w:top w:val="single" w:sz="4" w:space="0" w:color="auto"/>
              <w:left w:val="nil"/>
              <w:right w:val="single" w:sz="4" w:space="0" w:color="auto"/>
            </w:tcBorders>
            <w:shd w:val="clear" w:color="auto" w:fill="FFFFFF"/>
            <w:vAlign w:val="center"/>
          </w:tcPr>
          <w:p w:rsidR="00DD2AC3" w:rsidRPr="00184CD9" w:rsidRDefault="00DD2AC3" w:rsidP="003F7AC2">
            <w:pPr>
              <w:jc w:val="center"/>
            </w:pPr>
          </w:p>
        </w:tc>
        <w:tc>
          <w:tcPr>
            <w:tcW w:w="1440" w:type="dxa"/>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57"/>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184CD9" w:rsidRDefault="00DD2AC3" w:rsidP="003F7AC2">
            <w:r w:rsidRPr="00184CD9">
              <w:rPr>
                <w:sz w:val="22"/>
                <w:szCs w:val="22"/>
              </w:rPr>
              <w:t>Szakdolgozat III.</w:t>
            </w:r>
          </w:p>
        </w:tc>
        <w:tc>
          <w:tcPr>
            <w:tcW w:w="1800" w:type="dxa"/>
            <w:vMerge w:val="restart"/>
            <w:tcBorders>
              <w:top w:val="single" w:sz="4" w:space="0" w:color="auto"/>
              <w:left w:val="nil"/>
              <w:right w:val="single" w:sz="4" w:space="0" w:color="auto"/>
            </w:tcBorders>
            <w:shd w:val="clear" w:color="auto" w:fill="FFFFFF"/>
            <w:vAlign w:val="center"/>
          </w:tcPr>
          <w:p w:rsidR="00DD2AC3" w:rsidRPr="00184CD9" w:rsidRDefault="00DD2AC3" w:rsidP="003F7AC2">
            <w:r w:rsidRPr="00184CD9">
              <w:rPr>
                <w:sz w:val="22"/>
                <w:szCs w:val="22"/>
              </w:rPr>
              <w:t>Thesis III.</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184CD9" w:rsidRDefault="00DD2AC3" w:rsidP="003F7AC2">
            <w:pPr>
              <w:jc w:val="center"/>
              <w:rPr>
                <w:bCs/>
                <w:sz w:val="16"/>
                <w:szCs w:val="16"/>
              </w:rPr>
            </w:pPr>
            <w:r w:rsidRPr="00184CD9">
              <w:rPr>
                <w:bCs/>
                <w:sz w:val="16"/>
                <w:szCs w:val="16"/>
              </w:rPr>
              <w:t>KEGNKEB124E</w:t>
            </w:r>
          </w:p>
        </w:tc>
        <w:tc>
          <w:tcPr>
            <w:tcW w:w="360" w:type="dxa"/>
            <w:tcBorders>
              <w:top w:val="single" w:sz="4" w:space="0" w:color="auto"/>
              <w:left w:val="nil"/>
              <w:bottom w:val="single" w:sz="4" w:space="0" w:color="auto"/>
              <w:right w:val="single" w:sz="4" w:space="0" w:color="auto"/>
            </w:tcBorders>
            <w:noWrap/>
            <w:vAlign w:val="center"/>
          </w:tcPr>
          <w:p w:rsidR="00DD2AC3" w:rsidRPr="00184CD9"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184CD9" w:rsidRDefault="00DD2AC3" w:rsidP="003F7AC2">
            <w:pPr>
              <w:jc w:val="center"/>
            </w:pPr>
            <w:r w:rsidRPr="00184CD9">
              <w:rPr>
                <w:sz w:val="22"/>
                <w:szCs w:val="22"/>
              </w:rPr>
              <w:t>4</w:t>
            </w:r>
          </w:p>
        </w:tc>
        <w:tc>
          <w:tcPr>
            <w:tcW w:w="360" w:type="dxa"/>
            <w:tcBorders>
              <w:top w:val="single" w:sz="4" w:space="0" w:color="auto"/>
              <w:left w:val="nil"/>
              <w:bottom w:val="single" w:sz="4" w:space="0" w:color="auto"/>
              <w:right w:val="single" w:sz="4" w:space="0" w:color="auto"/>
            </w:tcBorders>
            <w:vAlign w:val="center"/>
          </w:tcPr>
          <w:p w:rsidR="00DD2AC3" w:rsidRPr="00184CD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r w:rsidRPr="00184CD9">
              <w:rPr>
                <w:sz w:val="22"/>
                <w:szCs w:val="22"/>
              </w:rPr>
              <w:t>5</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184CD9" w:rsidRDefault="00DD2AC3" w:rsidP="003F7AC2">
            <w:pPr>
              <w:jc w:val="center"/>
            </w:pPr>
            <w:r w:rsidRPr="00184CD9">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184CD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184CD9" w:rsidRDefault="00DD2AC3" w:rsidP="003F7AC2">
            <w:pPr>
              <w:jc w:val="center"/>
            </w:pPr>
            <w:r w:rsidRPr="00184CD9">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184CD9"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184CD9"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184CD9"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184CD9"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8"/>
          <w:jc w:val="center"/>
        </w:trPr>
        <w:tc>
          <w:tcPr>
            <w:tcW w:w="5225" w:type="dxa"/>
            <w:gridSpan w:val="3"/>
            <w:vMerge w:val="restart"/>
            <w:tcBorders>
              <w:top w:val="single" w:sz="4" w:space="0" w:color="auto"/>
              <w:left w:val="single" w:sz="4" w:space="0" w:color="auto"/>
              <w:right w:val="single" w:sz="4" w:space="0" w:color="auto"/>
            </w:tcBorders>
            <w:shd w:val="clear" w:color="auto" w:fill="FFFFFF"/>
            <w:noWrap/>
            <w:vAlign w:val="center"/>
          </w:tcPr>
          <w:p w:rsidR="00DD2AC3" w:rsidRPr="0060020F" w:rsidRDefault="00DD2AC3" w:rsidP="003F7AC2">
            <w:pPr>
              <w:rPr>
                <w:b/>
                <w:lang w:val="en-GB"/>
              </w:rPr>
            </w:pPr>
            <w:r w:rsidRPr="0060020F">
              <w:rPr>
                <w:b/>
                <w:sz w:val="22"/>
                <w:szCs w:val="22"/>
                <w:lang w:val="en-GB"/>
              </w:rPr>
              <w:t>Specialization fields: Fruit</w:t>
            </w:r>
            <w:r>
              <w:rPr>
                <w:b/>
                <w:sz w:val="22"/>
                <w:szCs w:val="22"/>
                <w:lang w:val="en-GB"/>
              </w:rPr>
              <w:t xml:space="preserve"> </w:t>
            </w:r>
            <w:r w:rsidRPr="0060020F">
              <w:rPr>
                <w:b/>
                <w:sz w:val="22"/>
                <w:szCs w:val="22"/>
                <w:lang w:val="en-GB"/>
              </w:rPr>
              <w:t>production</w:t>
            </w:r>
          </w:p>
          <w:p w:rsidR="00DD2AC3" w:rsidRPr="00E753BD" w:rsidRDefault="00DD2AC3" w:rsidP="003F7AC2">
            <w:pPr>
              <w:rPr>
                <w:b/>
                <w:sz w:val="16"/>
                <w:szCs w:val="16"/>
              </w:rPr>
            </w:pPr>
            <w:r w:rsidRPr="0060020F">
              <w:rPr>
                <w:b/>
                <w:sz w:val="22"/>
                <w:szCs w:val="22"/>
              </w:rPr>
              <w:t>Gyümölcstermesztés  szakirány</w:t>
            </w:r>
          </w:p>
        </w:tc>
        <w:tc>
          <w:tcPr>
            <w:tcW w:w="360" w:type="dxa"/>
            <w:tcBorders>
              <w:top w:val="single" w:sz="4" w:space="0" w:color="auto"/>
              <w:left w:val="nil"/>
              <w:bottom w:val="single" w:sz="4" w:space="0" w:color="auto"/>
              <w:right w:val="single" w:sz="4" w:space="0" w:color="auto"/>
            </w:tcBorders>
            <w:shd w:val="clear" w:color="auto" w:fill="FFFFFF"/>
            <w:noWrap/>
            <w:vAlign w:val="center"/>
          </w:tcPr>
          <w:p w:rsidR="00DD2AC3" w:rsidRPr="00184CD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184CD9"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FFFFFF"/>
            <w:vAlign w:val="center"/>
          </w:tcPr>
          <w:p w:rsidR="00DD2AC3" w:rsidRPr="00184CD9"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p>
        </w:tc>
        <w:tc>
          <w:tcPr>
            <w:tcW w:w="900" w:type="dxa"/>
            <w:vMerge w:val="restart"/>
            <w:tcBorders>
              <w:top w:val="single" w:sz="4" w:space="0" w:color="auto"/>
              <w:left w:val="nil"/>
              <w:right w:val="single" w:sz="4" w:space="0" w:color="auto"/>
            </w:tcBorders>
            <w:shd w:val="clear" w:color="auto" w:fill="FFFFFF"/>
            <w:noWrap/>
            <w:vAlign w:val="center"/>
          </w:tcPr>
          <w:p w:rsidR="00DD2AC3" w:rsidRPr="00184CD9" w:rsidRDefault="00DD2AC3" w:rsidP="003F7AC2">
            <w:pPr>
              <w:jc w:val="center"/>
            </w:pPr>
          </w:p>
        </w:tc>
        <w:tc>
          <w:tcPr>
            <w:tcW w:w="720" w:type="dxa"/>
            <w:vMerge w:val="restart"/>
            <w:tcBorders>
              <w:top w:val="single" w:sz="4" w:space="0" w:color="auto"/>
              <w:left w:val="nil"/>
              <w:right w:val="single" w:sz="4" w:space="0" w:color="auto"/>
            </w:tcBorders>
            <w:shd w:val="clear" w:color="auto" w:fill="FFFFFF"/>
            <w:vAlign w:val="center"/>
          </w:tcPr>
          <w:p w:rsidR="00DD2AC3" w:rsidRPr="00184CD9" w:rsidRDefault="00DD2AC3" w:rsidP="003F7AC2">
            <w:pPr>
              <w:jc w:val="center"/>
            </w:pPr>
          </w:p>
        </w:tc>
        <w:tc>
          <w:tcPr>
            <w:tcW w:w="1440" w:type="dxa"/>
            <w:vMerge w:val="restart"/>
            <w:tcBorders>
              <w:top w:val="single" w:sz="4" w:space="0" w:color="auto"/>
              <w:left w:val="nil"/>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277"/>
          <w:jc w:val="center"/>
        </w:trPr>
        <w:tc>
          <w:tcPr>
            <w:tcW w:w="5225" w:type="dxa"/>
            <w:gridSpan w:val="3"/>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1144" w:rsidTr="003F7AC2">
        <w:trPr>
          <w:trHeight w:val="321"/>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965BEE" w:rsidRDefault="00DD2AC3" w:rsidP="003F7AC2">
            <w:r w:rsidRPr="00965BEE">
              <w:rPr>
                <w:sz w:val="22"/>
                <w:szCs w:val="22"/>
              </w:rPr>
              <w:t>Gyümölcstermesztés IV.</w:t>
            </w:r>
          </w:p>
        </w:tc>
        <w:tc>
          <w:tcPr>
            <w:tcW w:w="1800" w:type="dxa"/>
            <w:vMerge w:val="restart"/>
            <w:tcBorders>
              <w:top w:val="single" w:sz="4" w:space="0" w:color="auto"/>
              <w:left w:val="nil"/>
              <w:right w:val="single" w:sz="4" w:space="0" w:color="auto"/>
            </w:tcBorders>
            <w:shd w:val="clear" w:color="auto" w:fill="FFFFFF"/>
            <w:vAlign w:val="center"/>
          </w:tcPr>
          <w:p w:rsidR="00DD2AC3" w:rsidRPr="00965BEE" w:rsidRDefault="00DD2AC3" w:rsidP="003F7AC2">
            <w:r w:rsidRPr="00965BEE">
              <w:rPr>
                <w:sz w:val="22"/>
                <w:szCs w:val="22"/>
              </w:rPr>
              <w:t>Fruit production IV.</w:t>
            </w:r>
          </w:p>
          <w:p w:rsidR="00DD2AC3" w:rsidRPr="00965BEE" w:rsidRDefault="00DD2AC3" w:rsidP="003F7AC2"/>
        </w:tc>
        <w:tc>
          <w:tcPr>
            <w:tcW w:w="1440" w:type="dxa"/>
            <w:vMerge w:val="restart"/>
            <w:tcBorders>
              <w:top w:val="single" w:sz="4" w:space="0" w:color="auto"/>
              <w:left w:val="single" w:sz="4" w:space="0" w:color="auto"/>
              <w:right w:val="single" w:sz="4" w:space="0" w:color="auto"/>
            </w:tcBorders>
            <w:shd w:val="clear" w:color="auto" w:fill="FFFFFF"/>
            <w:noWrap/>
            <w:vAlign w:val="bottom"/>
          </w:tcPr>
          <w:p w:rsidR="00DD2AC3" w:rsidRPr="00965BEE" w:rsidRDefault="00DD2AC3" w:rsidP="003F7AC2">
            <w:pPr>
              <w:jc w:val="center"/>
              <w:rPr>
                <w:bCs/>
                <w:sz w:val="16"/>
                <w:szCs w:val="16"/>
              </w:rPr>
            </w:pPr>
            <w:r w:rsidRPr="00965BEE">
              <w:rPr>
                <w:bCs/>
                <w:sz w:val="16"/>
                <w:szCs w:val="16"/>
              </w:rPr>
              <w:t>KEGNKEB144L</w:t>
            </w:r>
          </w:p>
        </w:tc>
        <w:tc>
          <w:tcPr>
            <w:tcW w:w="360" w:type="dxa"/>
            <w:tcBorders>
              <w:top w:val="single" w:sz="4" w:space="0" w:color="auto"/>
              <w:left w:val="nil"/>
              <w:bottom w:val="single" w:sz="4" w:space="0" w:color="auto"/>
              <w:right w:val="single" w:sz="4" w:space="0" w:color="auto"/>
            </w:tcBorders>
            <w:noWrap/>
            <w:vAlign w:val="center"/>
          </w:tcPr>
          <w:p w:rsidR="00DD2AC3" w:rsidRPr="00965BEE" w:rsidRDefault="00DD2AC3" w:rsidP="003F7AC2">
            <w:pPr>
              <w:jc w:val="center"/>
            </w:pPr>
            <w:r w:rsidRPr="00965BEE">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965BEE" w:rsidRDefault="00DD2AC3" w:rsidP="003F7AC2">
            <w:pPr>
              <w:jc w:val="center"/>
            </w:pPr>
            <w:r w:rsidRPr="00965BEE">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965BEE"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965BEE" w:rsidRDefault="00DD2AC3" w:rsidP="003F7AC2">
            <w:pPr>
              <w:jc w:val="center"/>
            </w:pPr>
            <w:r w:rsidRPr="00965BEE">
              <w:rPr>
                <w:sz w:val="22"/>
                <w:szCs w:val="22"/>
              </w:rPr>
              <w:t>5</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965BEE" w:rsidRDefault="00DD2AC3" w:rsidP="003F7AC2">
            <w:pPr>
              <w:jc w:val="center"/>
            </w:pPr>
            <w:r w:rsidRPr="00965BEE">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965BEE" w:rsidRDefault="00DD2AC3" w:rsidP="003F7AC2">
            <w:pPr>
              <w:jc w:val="center"/>
            </w:pPr>
            <w:r w:rsidRPr="00965BEE">
              <w:rPr>
                <w:sz w:val="22"/>
                <w:szCs w:val="22"/>
              </w:rPr>
              <w:t>KE</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965BEE" w:rsidRDefault="00DD2AC3" w:rsidP="003F7AC2">
            <w:pPr>
              <w:rPr>
                <w:sz w:val="20"/>
                <w:szCs w:val="20"/>
              </w:rPr>
            </w:pPr>
            <w:r w:rsidRPr="00965BEE">
              <w:rPr>
                <w:sz w:val="20"/>
                <w:szCs w:val="20"/>
              </w:rPr>
              <w:t>Gyümölcstermesztés III. VIZSGAJEGY&gt;=2</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0952F6"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0952F6" w:rsidRDefault="00DD2AC3" w:rsidP="003F7AC2">
            <w:pPr>
              <w:jc w:val="center"/>
            </w:pPr>
            <w:r w:rsidRPr="000952F6">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0952F6"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0952F6"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0952F6"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rPr>
                <w:sz w:val="20"/>
                <w:szCs w:val="20"/>
              </w:rPr>
            </w:pPr>
          </w:p>
        </w:tc>
      </w:tr>
      <w:tr w:rsidR="00DD2AC3" w:rsidRPr="00E753BD" w:rsidTr="003F7AC2">
        <w:trPr>
          <w:trHeight w:val="389"/>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0952F6" w:rsidRDefault="00DD2AC3" w:rsidP="003F7AC2">
            <w:r w:rsidRPr="000952F6">
              <w:rPr>
                <w:sz w:val="22"/>
                <w:szCs w:val="22"/>
              </w:rPr>
              <w:t>Kertészeti szakgéptan</w:t>
            </w:r>
          </w:p>
        </w:tc>
        <w:tc>
          <w:tcPr>
            <w:tcW w:w="1800" w:type="dxa"/>
            <w:vMerge w:val="restart"/>
            <w:tcBorders>
              <w:top w:val="single" w:sz="4" w:space="0" w:color="auto"/>
              <w:left w:val="nil"/>
              <w:right w:val="single" w:sz="4" w:space="0" w:color="auto"/>
            </w:tcBorders>
            <w:shd w:val="clear" w:color="auto" w:fill="FFFFFF"/>
            <w:vAlign w:val="center"/>
          </w:tcPr>
          <w:p w:rsidR="00DD2AC3" w:rsidRPr="000952F6" w:rsidRDefault="00DD2AC3" w:rsidP="003F7AC2">
            <w:r w:rsidRPr="000952F6">
              <w:rPr>
                <w:sz w:val="22"/>
                <w:szCs w:val="22"/>
                <w:lang w:val="en-GB"/>
              </w:rPr>
              <w:t>Special horticultural engineering</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0952F6" w:rsidRDefault="00DD2AC3" w:rsidP="003F7AC2">
            <w:pPr>
              <w:jc w:val="center"/>
              <w:rPr>
                <w:bCs/>
                <w:sz w:val="16"/>
                <w:szCs w:val="16"/>
              </w:rPr>
            </w:pPr>
            <w:r w:rsidRPr="000952F6">
              <w:rPr>
                <w:bCs/>
                <w:sz w:val="16"/>
                <w:szCs w:val="16"/>
              </w:rPr>
              <w:t>KEGNAMB144E</w:t>
            </w:r>
          </w:p>
        </w:tc>
        <w:tc>
          <w:tcPr>
            <w:tcW w:w="360" w:type="dxa"/>
            <w:tcBorders>
              <w:top w:val="single" w:sz="4" w:space="0" w:color="auto"/>
              <w:left w:val="nil"/>
              <w:right w:val="single" w:sz="4" w:space="0" w:color="auto"/>
            </w:tcBorders>
            <w:noWrap/>
            <w:vAlign w:val="center"/>
          </w:tcPr>
          <w:p w:rsidR="00DD2AC3" w:rsidRPr="000952F6" w:rsidRDefault="00DD2AC3" w:rsidP="003F7AC2">
            <w:pPr>
              <w:jc w:val="center"/>
            </w:pPr>
            <w:r w:rsidRPr="000952F6">
              <w:rPr>
                <w:sz w:val="22"/>
                <w:szCs w:val="22"/>
              </w:rPr>
              <w:t>2</w:t>
            </w:r>
          </w:p>
        </w:tc>
        <w:tc>
          <w:tcPr>
            <w:tcW w:w="360" w:type="dxa"/>
            <w:tcBorders>
              <w:top w:val="single" w:sz="4" w:space="0" w:color="auto"/>
              <w:left w:val="nil"/>
              <w:right w:val="single" w:sz="4" w:space="0" w:color="auto"/>
            </w:tcBorders>
            <w:vAlign w:val="center"/>
          </w:tcPr>
          <w:p w:rsidR="00DD2AC3" w:rsidRPr="000952F6" w:rsidRDefault="00DD2AC3" w:rsidP="003F7AC2">
            <w:pPr>
              <w:jc w:val="center"/>
            </w:pPr>
            <w:r w:rsidRPr="000952F6">
              <w:rPr>
                <w:sz w:val="22"/>
                <w:szCs w:val="22"/>
              </w:rPr>
              <w:t>2</w:t>
            </w:r>
          </w:p>
        </w:tc>
        <w:tc>
          <w:tcPr>
            <w:tcW w:w="360" w:type="dxa"/>
            <w:tcBorders>
              <w:top w:val="single" w:sz="4" w:space="0" w:color="auto"/>
              <w:left w:val="nil"/>
              <w:right w:val="single" w:sz="4" w:space="0" w:color="auto"/>
            </w:tcBorders>
            <w:vAlign w:val="center"/>
          </w:tcPr>
          <w:p w:rsidR="00DD2AC3" w:rsidRPr="000952F6"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0952F6" w:rsidRDefault="00DD2AC3" w:rsidP="003F7AC2">
            <w:pPr>
              <w:jc w:val="center"/>
            </w:pPr>
            <w:r w:rsidRPr="000952F6">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0952F6" w:rsidRDefault="00DD2AC3" w:rsidP="003F7AC2">
            <w:pPr>
              <w:jc w:val="center"/>
            </w:pPr>
            <w:r w:rsidRPr="000952F6">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0952F6" w:rsidRDefault="00DD2AC3" w:rsidP="003F7AC2">
            <w:pPr>
              <w:jc w:val="center"/>
            </w:pPr>
            <w:r w:rsidRPr="000952F6">
              <w:rPr>
                <w:sz w:val="22"/>
                <w:szCs w:val="22"/>
              </w:rPr>
              <w:t> AM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0952F6" w:rsidRDefault="00DD2AC3" w:rsidP="003F7AC2">
            <w:pPr>
              <w:rPr>
                <w:sz w:val="20"/>
                <w:szCs w:val="20"/>
              </w:rPr>
            </w:pPr>
            <w:r w:rsidRPr="000952F6">
              <w:rPr>
                <w:sz w:val="20"/>
                <w:szCs w:val="20"/>
              </w:rPr>
              <w:t>Kertészeti géptan II. ALÁÍRÁS</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0952F6"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0952F6" w:rsidRDefault="00DD2AC3" w:rsidP="003F7AC2">
            <w:pPr>
              <w:jc w:val="center"/>
            </w:pPr>
            <w:r w:rsidRPr="000952F6">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0952F6" w:rsidRDefault="00DD2AC3" w:rsidP="003F7AC2"/>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0952F6"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0952F6"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rPr>
                <w:sz w:val="20"/>
                <w:szCs w:val="20"/>
              </w:rPr>
            </w:pPr>
          </w:p>
        </w:tc>
      </w:tr>
      <w:tr w:rsidR="00DD2AC3" w:rsidRPr="00E753BD" w:rsidTr="003F7AC2">
        <w:trPr>
          <w:trHeight w:val="315"/>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0952F6" w:rsidRDefault="00DD2AC3" w:rsidP="003F7AC2">
            <w:r w:rsidRPr="000952F6">
              <w:rPr>
                <w:sz w:val="22"/>
                <w:szCs w:val="22"/>
              </w:rPr>
              <w:t>Kertészeti ökonómia</w:t>
            </w:r>
          </w:p>
        </w:tc>
        <w:tc>
          <w:tcPr>
            <w:tcW w:w="1800" w:type="dxa"/>
            <w:vMerge w:val="restart"/>
            <w:tcBorders>
              <w:top w:val="single" w:sz="4" w:space="0" w:color="auto"/>
              <w:left w:val="nil"/>
              <w:right w:val="single" w:sz="4" w:space="0" w:color="auto"/>
            </w:tcBorders>
            <w:shd w:val="clear" w:color="auto" w:fill="FFFFFF"/>
            <w:vAlign w:val="center"/>
          </w:tcPr>
          <w:p w:rsidR="00DD2AC3" w:rsidRPr="000952F6" w:rsidRDefault="00DD2AC3" w:rsidP="003F7AC2">
            <w:r w:rsidRPr="000952F6">
              <w:rPr>
                <w:bCs/>
                <w:sz w:val="22"/>
                <w:szCs w:val="22"/>
              </w:rPr>
              <w:t>Economics of Horticulture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0952F6" w:rsidRDefault="00DD2AC3" w:rsidP="003F7AC2">
            <w:pPr>
              <w:jc w:val="center"/>
              <w:rPr>
                <w:bCs/>
                <w:sz w:val="16"/>
                <w:szCs w:val="16"/>
              </w:rPr>
            </w:pPr>
            <w:r w:rsidRPr="000952F6">
              <w:rPr>
                <w:bCs/>
                <w:sz w:val="16"/>
                <w:szCs w:val="16"/>
              </w:rPr>
              <w:t>KEGNVVB123E</w:t>
            </w:r>
          </w:p>
        </w:tc>
        <w:tc>
          <w:tcPr>
            <w:tcW w:w="360" w:type="dxa"/>
            <w:tcBorders>
              <w:top w:val="single" w:sz="4" w:space="0" w:color="auto"/>
              <w:left w:val="nil"/>
              <w:bottom w:val="single" w:sz="4" w:space="0" w:color="auto"/>
              <w:right w:val="single" w:sz="4" w:space="0" w:color="auto"/>
            </w:tcBorders>
            <w:noWrap/>
            <w:vAlign w:val="center"/>
          </w:tcPr>
          <w:p w:rsidR="00DD2AC3" w:rsidRPr="000952F6"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0952F6" w:rsidRDefault="00DD2AC3" w:rsidP="003F7AC2">
            <w:pPr>
              <w:jc w:val="center"/>
            </w:pPr>
            <w:r w:rsidRPr="000952F6">
              <w:rPr>
                <w:sz w:val="22"/>
                <w:szCs w:val="22"/>
              </w:rPr>
              <w:t>3</w:t>
            </w:r>
          </w:p>
        </w:tc>
        <w:tc>
          <w:tcPr>
            <w:tcW w:w="360" w:type="dxa"/>
            <w:tcBorders>
              <w:top w:val="single" w:sz="4" w:space="0" w:color="auto"/>
              <w:left w:val="nil"/>
              <w:bottom w:val="single" w:sz="4" w:space="0" w:color="auto"/>
              <w:right w:val="single" w:sz="4" w:space="0" w:color="auto"/>
            </w:tcBorders>
            <w:vAlign w:val="center"/>
          </w:tcPr>
          <w:p w:rsidR="00DD2AC3" w:rsidRPr="000952F6"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0952F6" w:rsidRDefault="00DD2AC3" w:rsidP="003F7AC2">
            <w:pPr>
              <w:jc w:val="center"/>
            </w:pPr>
            <w:r w:rsidRPr="000952F6">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0952F6"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0952F6" w:rsidRDefault="00DD2AC3" w:rsidP="003F7AC2">
            <w:pPr>
              <w:jc w:val="center"/>
            </w:pPr>
            <w:r w:rsidRPr="000952F6">
              <w:rPr>
                <w:sz w:val="22"/>
                <w:szCs w:val="22"/>
              </w:rPr>
              <w:t>VV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0952F6" w:rsidRDefault="00DD2AC3" w:rsidP="003F7AC2">
            <w:pPr>
              <w:rPr>
                <w:sz w:val="20"/>
                <w:szCs w:val="20"/>
              </w:rPr>
            </w:pPr>
            <w:r w:rsidRPr="000952F6">
              <w:rPr>
                <w:sz w:val="20"/>
                <w:szCs w:val="20"/>
              </w:rPr>
              <w:t>Vállalati gazdaságtan I. ALÁÍRÁS</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0952F6"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0952F6"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0952F6" w:rsidRDefault="00DD2AC3" w:rsidP="003F7AC2">
            <w:pPr>
              <w:jc w:val="center"/>
            </w:pPr>
            <w:r w:rsidRPr="000952F6">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0952F6"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0952F6"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rPr>
                <w:sz w:val="20"/>
                <w:szCs w:val="20"/>
              </w:rPr>
            </w:pPr>
          </w:p>
        </w:tc>
      </w:tr>
      <w:tr w:rsidR="00DD2AC3" w:rsidRPr="00E753BD" w:rsidTr="003F7AC2">
        <w:trPr>
          <w:trHeight w:val="351"/>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r w:rsidRPr="000952F6">
              <w:rPr>
                <w:sz w:val="22"/>
                <w:szCs w:val="22"/>
              </w:rPr>
              <w:t>Tárolás, termékfeldolgozás</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0952F6" w:rsidRDefault="00DD2AC3" w:rsidP="003F7AC2">
            <w:r w:rsidRPr="000952F6">
              <w:rPr>
                <w:sz w:val="22"/>
                <w:szCs w:val="22"/>
              </w:rPr>
              <w:t>Food processing technology, principles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pPr>
              <w:jc w:val="center"/>
              <w:rPr>
                <w:bCs/>
                <w:sz w:val="16"/>
                <w:szCs w:val="16"/>
              </w:rPr>
            </w:pPr>
            <w:r w:rsidRPr="000952F6">
              <w:rPr>
                <w:bCs/>
                <w:sz w:val="16"/>
                <w:szCs w:val="16"/>
              </w:rPr>
              <w:t>KEGN</w:t>
            </w:r>
            <w:r>
              <w:rPr>
                <w:bCs/>
                <w:sz w:val="16"/>
                <w:szCs w:val="16"/>
              </w:rPr>
              <w:t>AA</w:t>
            </w:r>
            <w:r w:rsidRPr="000952F6">
              <w:rPr>
                <w:bCs/>
                <w:sz w:val="16"/>
                <w:szCs w:val="16"/>
              </w:rPr>
              <w:t>B112</w:t>
            </w:r>
            <w:r>
              <w:rPr>
                <w:bCs/>
                <w:sz w:val="16"/>
                <w:szCs w:val="16"/>
              </w:rPr>
              <w:t>M</w:t>
            </w:r>
          </w:p>
        </w:tc>
        <w:tc>
          <w:tcPr>
            <w:tcW w:w="360" w:type="dxa"/>
            <w:tcBorders>
              <w:top w:val="single" w:sz="4" w:space="0" w:color="auto"/>
              <w:left w:val="nil"/>
              <w:bottom w:val="single" w:sz="4" w:space="0" w:color="auto"/>
              <w:right w:val="single" w:sz="4" w:space="0" w:color="auto"/>
            </w:tcBorders>
            <w:noWrap/>
            <w:vAlign w:val="center"/>
          </w:tcPr>
          <w:p w:rsidR="00DD2AC3" w:rsidRPr="000952F6" w:rsidRDefault="00DD2AC3" w:rsidP="003F7AC2">
            <w:pPr>
              <w:jc w:val="center"/>
            </w:pPr>
            <w:r w:rsidRPr="000952F6">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0952F6"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0952F6"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r w:rsidRPr="000952F6">
              <w:rPr>
                <w:sz w:val="22"/>
                <w:szCs w:val="22"/>
              </w:rPr>
              <w:t>2</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r w:rsidRPr="000952F6">
              <w:rPr>
                <w:sz w:val="22"/>
                <w:szCs w:val="22"/>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0952F6" w:rsidRDefault="00DD2AC3" w:rsidP="003F7AC2">
            <w:pPr>
              <w:jc w:val="center"/>
            </w:pPr>
            <w:r w:rsidRPr="000952F6">
              <w:rPr>
                <w:sz w:val="22"/>
                <w:szCs w:val="22"/>
              </w:rPr>
              <w:t>AA</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rPr>
                <w:sz w:val="20"/>
                <w:szCs w:val="20"/>
              </w:rPr>
            </w:pP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0952F6" w:rsidRDefault="00DD2AC3" w:rsidP="003F7AC2"/>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0952F6" w:rsidRDefault="00DD2AC3" w:rsidP="003F7AC2">
            <w:pPr>
              <w:jc w:val="center"/>
            </w:pPr>
            <w:r w:rsidRPr="000952F6">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0952F6"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0952F6"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0952F6"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rPr>
                <w:sz w:val="20"/>
                <w:szCs w:val="20"/>
              </w:rPr>
            </w:pPr>
          </w:p>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r w:rsidRPr="000952F6">
              <w:rPr>
                <w:sz w:val="22"/>
                <w:szCs w:val="22"/>
              </w:rPr>
              <w:t>Vezetési ismeretek</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0952F6" w:rsidRDefault="00DD2AC3" w:rsidP="003F7AC2">
            <w:r w:rsidRPr="000952F6">
              <w:rPr>
                <w:sz w:val="22"/>
                <w:szCs w:val="22"/>
              </w:rPr>
              <w:t>Management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pPr>
              <w:jc w:val="center"/>
              <w:rPr>
                <w:bCs/>
                <w:sz w:val="16"/>
                <w:szCs w:val="16"/>
              </w:rPr>
            </w:pPr>
            <w:r w:rsidRPr="000952F6">
              <w:rPr>
                <w:bCs/>
                <w:sz w:val="16"/>
                <w:szCs w:val="16"/>
              </w:rPr>
              <w:t>KEGNGTB112P</w:t>
            </w:r>
          </w:p>
        </w:tc>
        <w:tc>
          <w:tcPr>
            <w:tcW w:w="360" w:type="dxa"/>
            <w:tcBorders>
              <w:top w:val="single" w:sz="4" w:space="0" w:color="auto"/>
              <w:left w:val="nil"/>
              <w:bottom w:val="single" w:sz="4" w:space="0" w:color="auto"/>
              <w:right w:val="single" w:sz="4" w:space="0" w:color="auto"/>
            </w:tcBorders>
            <w:noWrap/>
            <w:vAlign w:val="center"/>
          </w:tcPr>
          <w:p w:rsidR="00DD2AC3" w:rsidRPr="000952F6" w:rsidRDefault="00DD2AC3" w:rsidP="003F7AC2">
            <w:pPr>
              <w:jc w:val="center"/>
            </w:pPr>
            <w:r w:rsidRPr="000952F6">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0952F6"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0952F6"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r w:rsidRPr="000952F6">
              <w:rPr>
                <w:sz w:val="22"/>
                <w:szCs w:val="22"/>
              </w:rPr>
              <w:t>2</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jc w:val="center"/>
            </w:pPr>
            <w:r w:rsidRPr="000952F6">
              <w:rPr>
                <w:sz w:val="22"/>
                <w:szCs w:val="22"/>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0952F6" w:rsidRDefault="00DD2AC3" w:rsidP="003F7AC2">
            <w:pPr>
              <w:jc w:val="center"/>
            </w:pPr>
            <w:r w:rsidRPr="000952F6">
              <w:rPr>
                <w:sz w:val="22"/>
                <w:szCs w:val="22"/>
              </w:rPr>
              <w:t>GT</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rPr>
                <w:sz w:val="20"/>
                <w:szCs w:val="20"/>
              </w:rPr>
            </w:pP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0952F6" w:rsidRDefault="00DD2AC3" w:rsidP="003F7AC2">
            <w:pPr>
              <w:jc w:val="center"/>
            </w:pPr>
            <w:r w:rsidRPr="000952F6">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5225" w:type="dxa"/>
            <w:gridSpan w:val="3"/>
            <w:vMerge w:val="restart"/>
            <w:tcBorders>
              <w:top w:val="single" w:sz="4" w:space="0" w:color="auto"/>
              <w:left w:val="single" w:sz="4" w:space="0" w:color="auto"/>
              <w:right w:val="single" w:sz="4" w:space="0" w:color="auto"/>
            </w:tcBorders>
            <w:shd w:val="clear" w:color="auto" w:fill="FFFFFF"/>
            <w:noWrap/>
            <w:vAlign w:val="center"/>
          </w:tcPr>
          <w:p w:rsidR="00DD2AC3" w:rsidRPr="00D20C81" w:rsidRDefault="00DD2AC3" w:rsidP="003F7AC2">
            <w:pPr>
              <w:rPr>
                <w:b/>
                <w:lang w:val="en-GB"/>
              </w:rPr>
            </w:pPr>
            <w:r w:rsidRPr="00D20C81">
              <w:rPr>
                <w:b/>
                <w:sz w:val="22"/>
                <w:szCs w:val="22"/>
                <w:lang w:val="en-GB"/>
              </w:rPr>
              <w:t>Specialization fields: Ornamental plants production</w:t>
            </w:r>
          </w:p>
          <w:p w:rsidR="00DD2AC3" w:rsidRPr="00AC1AAD" w:rsidRDefault="00DD2AC3" w:rsidP="003F7AC2">
            <w:pPr>
              <w:rPr>
                <w:bCs/>
              </w:rPr>
            </w:pPr>
            <w:r w:rsidRPr="00D20C81">
              <w:rPr>
                <w:b/>
                <w:sz w:val="22"/>
                <w:szCs w:val="22"/>
              </w:rPr>
              <w:t>Dísznövénytermesztés szakirány</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5225" w:type="dxa"/>
            <w:gridSpan w:val="3"/>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114F40">
            <w:r w:rsidRPr="00364D67">
              <w:rPr>
                <w:sz w:val="22"/>
                <w:szCs w:val="22"/>
              </w:rPr>
              <w:t>Dísznövénytermesz</w:t>
            </w:r>
            <w:r>
              <w:rPr>
                <w:sz w:val="22"/>
                <w:szCs w:val="22"/>
              </w:rPr>
              <w:t>t</w:t>
            </w:r>
            <w:r w:rsidRPr="00364D67">
              <w:rPr>
                <w:sz w:val="22"/>
                <w:szCs w:val="22"/>
              </w:rPr>
              <w:t>és IV.</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pPr>
              <w:rPr>
                <w:lang w:val="en-GB"/>
              </w:rPr>
            </w:pPr>
            <w:r w:rsidRPr="00364D67">
              <w:rPr>
                <w:sz w:val="22"/>
                <w:szCs w:val="22"/>
                <w:lang w:val="en-GB"/>
              </w:rPr>
              <w:t>Ornamental plants production</w:t>
            </w:r>
          </w:p>
          <w:p w:rsidR="00DD2AC3" w:rsidRPr="00364D67" w:rsidRDefault="00DD2AC3" w:rsidP="003F7AC2">
            <w:r w:rsidRPr="00364D67">
              <w:rPr>
                <w:sz w:val="22"/>
                <w:szCs w:val="22"/>
              </w:rPr>
              <w:t>IV.</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pPr>
              <w:jc w:val="center"/>
              <w:rPr>
                <w:bCs/>
                <w:sz w:val="16"/>
                <w:szCs w:val="16"/>
              </w:rPr>
            </w:pPr>
            <w:r w:rsidRPr="00364D67">
              <w:rPr>
                <w:bCs/>
                <w:sz w:val="16"/>
                <w:szCs w:val="16"/>
              </w:rPr>
              <w:t>KEGNKEB144T</w:t>
            </w:r>
          </w:p>
        </w:tc>
        <w:tc>
          <w:tcPr>
            <w:tcW w:w="360" w:type="dxa"/>
            <w:tcBorders>
              <w:top w:val="single" w:sz="4" w:space="0" w:color="auto"/>
              <w:left w:val="nil"/>
              <w:bottom w:val="single" w:sz="4" w:space="0" w:color="auto"/>
              <w:right w:val="single" w:sz="4" w:space="0" w:color="auto"/>
            </w:tcBorders>
            <w:noWrap/>
            <w:vAlign w:val="center"/>
          </w:tcPr>
          <w:p w:rsidR="00DD2AC3" w:rsidRPr="00364D67" w:rsidRDefault="00DD2AC3" w:rsidP="003F7AC2">
            <w:pPr>
              <w:jc w:val="center"/>
            </w:pPr>
            <w:r w:rsidRPr="00364D67">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r w:rsidRPr="00364D67">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r>
              <w:t>5</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r w:rsidRPr="00364D67">
              <w:rPr>
                <w:sz w:val="22"/>
                <w:szCs w:val="22"/>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pPr>
              <w:jc w:val="center"/>
            </w:pPr>
            <w:r w:rsidRPr="00364D67">
              <w:rPr>
                <w:sz w:val="22"/>
                <w:szCs w:val="22"/>
              </w:rP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r w:rsidRPr="00364D67">
              <w:rPr>
                <w:sz w:val="22"/>
                <w:szCs w:val="22"/>
              </w:rPr>
              <w:t>Dísznövénytermesztés III.VIZSGAJEGY&gt;=2</w:t>
            </w: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364D67" w:rsidRDefault="00DD2AC3" w:rsidP="003F7AC2">
            <w:pPr>
              <w:jc w:val="center"/>
            </w:pPr>
            <w:r w:rsidRPr="00364D67">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364D67"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364D67"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r w:rsidRPr="00364D67">
              <w:rPr>
                <w:sz w:val="22"/>
                <w:szCs w:val="22"/>
              </w:rPr>
              <w:t>Évelők termesztése</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r w:rsidRPr="00364D67">
              <w:rPr>
                <w:sz w:val="22"/>
                <w:szCs w:val="22"/>
              </w:rPr>
              <w:t>Production of perennial ornamental plants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pPr>
              <w:jc w:val="center"/>
              <w:rPr>
                <w:bCs/>
                <w:sz w:val="16"/>
                <w:szCs w:val="16"/>
              </w:rPr>
            </w:pPr>
            <w:r w:rsidRPr="00364D67">
              <w:rPr>
                <w:bCs/>
                <w:sz w:val="16"/>
                <w:szCs w:val="16"/>
              </w:rPr>
              <w:t>KEGNKEB144V</w:t>
            </w:r>
          </w:p>
        </w:tc>
        <w:tc>
          <w:tcPr>
            <w:tcW w:w="360" w:type="dxa"/>
            <w:tcBorders>
              <w:top w:val="single" w:sz="4" w:space="0" w:color="auto"/>
              <w:left w:val="nil"/>
              <w:bottom w:val="single" w:sz="4" w:space="0" w:color="auto"/>
              <w:right w:val="single" w:sz="4" w:space="0" w:color="auto"/>
            </w:tcBorders>
            <w:noWrap/>
            <w:vAlign w:val="center"/>
          </w:tcPr>
          <w:p w:rsidR="00DD2AC3" w:rsidRPr="00364D67" w:rsidRDefault="00DD2AC3" w:rsidP="003F7AC2">
            <w:pPr>
              <w:jc w:val="center"/>
            </w:pPr>
            <w:r w:rsidRPr="00364D67">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r w:rsidRPr="00364D67">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r w:rsidRPr="00364D67">
              <w:rPr>
                <w:sz w:val="22"/>
                <w:szCs w:val="22"/>
              </w:rPr>
              <w:t>4</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r w:rsidRPr="00364D67">
              <w:rPr>
                <w:sz w:val="22"/>
                <w:szCs w:val="22"/>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pPr>
              <w:jc w:val="center"/>
            </w:pPr>
            <w:r w:rsidRPr="00364D67">
              <w:rPr>
                <w:sz w:val="22"/>
                <w:szCs w:val="22"/>
              </w:rP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r w:rsidRPr="00364D67">
              <w:rPr>
                <w:sz w:val="22"/>
                <w:szCs w:val="22"/>
              </w:rPr>
              <w:t>Dísznövénytermesztés III.VIZSGAJEGY&gt;=2</w:t>
            </w: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364D67" w:rsidRDefault="00DD2AC3" w:rsidP="003F7AC2">
            <w:pPr>
              <w:jc w:val="center"/>
            </w:pPr>
            <w:r w:rsidRPr="00364D67">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364D67"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364D67"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r w:rsidRPr="00364D67">
              <w:rPr>
                <w:sz w:val="22"/>
                <w:szCs w:val="22"/>
              </w:rPr>
              <w:t>Faj-és fajtaismeret II.</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pPr>
              <w:rPr>
                <w:color w:val="000000"/>
              </w:rPr>
            </w:pPr>
            <w:r w:rsidRPr="00364D67">
              <w:rPr>
                <w:color w:val="000000"/>
                <w:sz w:val="22"/>
                <w:szCs w:val="22"/>
              </w:rPr>
              <w:t>Choice of Varieties in Horticultural Production II.</w:t>
            </w:r>
          </w:p>
          <w:p w:rsidR="00DD2AC3" w:rsidRPr="00364D67" w:rsidRDefault="00DD2AC3" w:rsidP="003F7AC2"/>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pPr>
              <w:jc w:val="center"/>
              <w:rPr>
                <w:bCs/>
                <w:sz w:val="16"/>
                <w:szCs w:val="16"/>
              </w:rPr>
            </w:pPr>
            <w:r w:rsidRPr="00364D67">
              <w:rPr>
                <w:bCs/>
                <w:sz w:val="16"/>
                <w:szCs w:val="16"/>
              </w:rPr>
              <w:t>KEGNKEB112F</w:t>
            </w:r>
          </w:p>
        </w:tc>
        <w:tc>
          <w:tcPr>
            <w:tcW w:w="360" w:type="dxa"/>
            <w:tcBorders>
              <w:top w:val="single" w:sz="4" w:space="0" w:color="auto"/>
              <w:left w:val="nil"/>
              <w:bottom w:val="single" w:sz="4" w:space="0" w:color="auto"/>
              <w:right w:val="single" w:sz="4" w:space="0" w:color="auto"/>
            </w:tcBorders>
            <w:noWrap/>
            <w:vAlign w:val="center"/>
          </w:tcPr>
          <w:p w:rsidR="00DD2AC3" w:rsidRPr="00364D67"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r w:rsidRPr="00364D67">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r w:rsidRPr="00364D67">
              <w:rPr>
                <w:sz w:val="22"/>
                <w:szCs w:val="22"/>
              </w:rPr>
              <w:t>2</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r>
              <w:rPr>
                <w:sz w:val="22"/>
                <w:szCs w:val="22"/>
              </w:rPr>
              <w:t>F</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pPr>
              <w:jc w:val="center"/>
            </w:pPr>
            <w:r w:rsidRPr="00364D67">
              <w:rPr>
                <w:sz w:val="22"/>
                <w:szCs w:val="22"/>
              </w:rP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r w:rsidRPr="00364D67">
              <w:rPr>
                <w:sz w:val="22"/>
                <w:szCs w:val="22"/>
              </w:rPr>
              <w:t>Faj-és fajtaismeret I. VIZSGAJEGY&gt;=2</w:t>
            </w: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364D67"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364D67"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364D67" w:rsidRDefault="00DD2AC3" w:rsidP="003F7AC2">
            <w:pPr>
              <w:jc w:val="center"/>
            </w:pPr>
            <w:r w:rsidRPr="00364D67">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364D67"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tc>
      </w:tr>
      <w:tr w:rsidR="00DD2AC3" w:rsidRPr="00E753BD" w:rsidTr="003F7AC2">
        <w:trPr>
          <w:trHeight w:val="315"/>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364D67" w:rsidRDefault="00DD2AC3" w:rsidP="003F7AC2">
            <w:r w:rsidRPr="00364D67">
              <w:rPr>
                <w:sz w:val="22"/>
                <w:szCs w:val="22"/>
              </w:rPr>
              <w:t>Kertészeti ökonómia</w:t>
            </w:r>
          </w:p>
        </w:tc>
        <w:tc>
          <w:tcPr>
            <w:tcW w:w="1800" w:type="dxa"/>
            <w:vMerge w:val="restart"/>
            <w:tcBorders>
              <w:top w:val="single" w:sz="4" w:space="0" w:color="auto"/>
              <w:left w:val="nil"/>
              <w:right w:val="single" w:sz="4" w:space="0" w:color="auto"/>
            </w:tcBorders>
            <w:shd w:val="clear" w:color="auto" w:fill="FFFFFF"/>
            <w:vAlign w:val="center"/>
          </w:tcPr>
          <w:p w:rsidR="00DD2AC3" w:rsidRPr="00364D67" w:rsidRDefault="00DD2AC3" w:rsidP="003F7AC2">
            <w:r w:rsidRPr="00364D67">
              <w:rPr>
                <w:bCs/>
                <w:sz w:val="22"/>
                <w:szCs w:val="22"/>
              </w:rPr>
              <w:t>Economics of Horticulture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364D67" w:rsidRDefault="00DD2AC3" w:rsidP="003F7AC2">
            <w:pPr>
              <w:jc w:val="center"/>
              <w:rPr>
                <w:bCs/>
                <w:sz w:val="16"/>
                <w:szCs w:val="16"/>
              </w:rPr>
            </w:pPr>
            <w:r w:rsidRPr="00364D67">
              <w:rPr>
                <w:bCs/>
                <w:sz w:val="16"/>
                <w:szCs w:val="16"/>
              </w:rPr>
              <w:t>KEGNVVB123E</w:t>
            </w:r>
          </w:p>
        </w:tc>
        <w:tc>
          <w:tcPr>
            <w:tcW w:w="360" w:type="dxa"/>
            <w:tcBorders>
              <w:top w:val="single" w:sz="4" w:space="0" w:color="auto"/>
              <w:left w:val="nil"/>
              <w:bottom w:val="single" w:sz="4" w:space="0" w:color="auto"/>
              <w:right w:val="single" w:sz="4" w:space="0" w:color="auto"/>
            </w:tcBorders>
            <w:noWrap/>
            <w:vAlign w:val="center"/>
          </w:tcPr>
          <w:p w:rsidR="00DD2AC3" w:rsidRPr="00364D67"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r w:rsidRPr="00364D67">
              <w:rPr>
                <w:sz w:val="22"/>
                <w:szCs w:val="22"/>
              </w:rPr>
              <w:t>3</w:t>
            </w: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364D67" w:rsidRDefault="00DD2AC3" w:rsidP="003F7AC2">
            <w:pPr>
              <w:jc w:val="center"/>
            </w:pPr>
            <w:r w:rsidRPr="00364D67">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364D67"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364D67" w:rsidRDefault="00DD2AC3" w:rsidP="003F7AC2">
            <w:pPr>
              <w:jc w:val="center"/>
            </w:pPr>
            <w:r w:rsidRPr="00364D67">
              <w:rPr>
                <w:sz w:val="22"/>
                <w:szCs w:val="22"/>
              </w:rPr>
              <w:t>VV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364D67" w:rsidRDefault="00DD2AC3" w:rsidP="003F7AC2">
            <w:r w:rsidRPr="00364D67">
              <w:rPr>
                <w:sz w:val="22"/>
                <w:szCs w:val="22"/>
              </w:rPr>
              <w:t>Vállalati gazdaságtan I. ALÁÍRÁS</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0952F6"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0952F6"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364D67"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364D67" w:rsidRDefault="00DD2AC3" w:rsidP="003F7AC2">
            <w:pPr>
              <w:jc w:val="center"/>
            </w:pPr>
            <w:r w:rsidRPr="00364D67">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364D67"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364D67"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0952F6" w:rsidRDefault="00DD2AC3" w:rsidP="003F7AC2">
            <w:pPr>
              <w:rPr>
                <w:sz w:val="20"/>
                <w:szCs w:val="20"/>
              </w:rPr>
            </w:pPr>
          </w:p>
        </w:tc>
      </w:tr>
      <w:tr w:rsidR="00DD2AC3" w:rsidRPr="00E753BD" w:rsidTr="003F7AC2">
        <w:trPr>
          <w:trHeight w:val="135"/>
          <w:jc w:val="center"/>
        </w:trPr>
        <w:tc>
          <w:tcPr>
            <w:tcW w:w="5225" w:type="dxa"/>
            <w:gridSpan w:val="3"/>
            <w:vMerge w:val="restart"/>
            <w:tcBorders>
              <w:top w:val="single" w:sz="4" w:space="0" w:color="auto"/>
              <w:left w:val="single" w:sz="4" w:space="0" w:color="auto"/>
              <w:right w:val="single" w:sz="4" w:space="0" w:color="auto"/>
            </w:tcBorders>
            <w:shd w:val="clear" w:color="auto" w:fill="FFFFFF"/>
            <w:noWrap/>
            <w:vAlign w:val="center"/>
          </w:tcPr>
          <w:p w:rsidR="00DD2AC3" w:rsidRPr="004F772C" w:rsidRDefault="00DD2AC3" w:rsidP="003F7AC2">
            <w:pPr>
              <w:rPr>
                <w:b/>
                <w:lang w:val="en-GB"/>
              </w:rPr>
            </w:pPr>
            <w:r w:rsidRPr="004F772C">
              <w:rPr>
                <w:b/>
                <w:sz w:val="22"/>
                <w:szCs w:val="22"/>
                <w:lang w:val="en-GB"/>
              </w:rPr>
              <w:t>Specialization fields: Vegetable production</w:t>
            </w:r>
          </w:p>
          <w:p w:rsidR="00DD2AC3" w:rsidRPr="00AC1AAD" w:rsidRDefault="00DD2AC3" w:rsidP="003F7AC2">
            <w:pPr>
              <w:rPr>
                <w:bCs/>
              </w:rPr>
            </w:pPr>
            <w:r w:rsidRPr="004F772C">
              <w:rPr>
                <w:b/>
                <w:sz w:val="22"/>
                <w:szCs w:val="22"/>
              </w:rPr>
              <w:t>Zöldségtermesztés szakirány</w:t>
            </w:r>
          </w:p>
        </w:tc>
        <w:tc>
          <w:tcPr>
            <w:tcW w:w="360" w:type="dxa"/>
            <w:tcBorders>
              <w:top w:val="single" w:sz="4" w:space="0" w:color="auto"/>
              <w:left w:val="nil"/>
              <w:bottom w:val="single" w:sz="4" w:space="0" w:color="auto"/>
              <w:right w:val="single" w:sz="4" w:space="0" w:color="auto"/>
            </w:tcBorders>
            <w:noWrap/>
            <w:vAlign w:val="center"/>
          </w:tcPr>
          <w:p w:rsidR="00DD2AC3" w:rsidRPr="00364D67"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364D67"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364D67"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364D67" w:rsidRDefault="00DD2AC3" w:rsidP="003F7AC2">
            <w:pPr>
              <w:jc w:val="center"/>
            </w:pP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5225" w:type="dxa"/>
            <w:gridSpan w:val="3"/>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15"/>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5B6871" w:rsidRDefault="00DD2AC3" w:rsidP="003F7AC2">
            <w:r w:rsidRPr="005B6871">
              <w:rPr>
                <w:sz w:val="22"/>
                <w:szCs w:val="22"/>
              </w:rPr>
              <w:t>Kertészeti ökonómia</w:t>
            </w:r>
          </w:p>
        </w:tc>
        <w:tc>
          <w:tcPr>
            <w:tcW w:w="1800" w:type="dxa"/>
            <w:vMerge w:val="restart"/>
            <w:tcBorders>
              <w:top w:val="single" w:sz="4" w:space="0" w:color="auto"/>
              <w:left w:val="nil"/>
              <w:right w:val="single" w:sz="4" w:space="0" w:color="auto"/>
            </w:tcBorders>
            <w:shd w:val="clear" w:color="auto" w:fill="FFFFFF"/>
            <w:vAlign w:val="center"/>
          </w:tcPr>
          <w:p w:rsidR="00DD2AC3" w:rsidRPr="005B6871" w:rsidRDefault="00DD2AC3" w:rsidP="003F7AC2">
            <w:r w:rsidRPr="005B6871">
              <w:rPr>
                <w:bCs/>
                <w:sz w:val="22"/>
                <w:szCs w:val="22"/>
              </w:rPr>
              <w:t>Economics of Horticulture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5B6871" w:rsidRDefault="00DD2AC3" w:rsidP="003F7AC2">
            <w:pPr>
              <w:jc w:val="center"/>
              <w:rPr>
                <w:bCs/>
                <w:sz w:val="16"/>
                <w:szCs w:val="16"/>
              </w:rPr>
            </w:pPr>
            <w:r w:rsidRPr="005B6871">
              <w:rPr>
                <w:bCs/>
                <w:sz w:val="16"/>
                <w:szCs w:val="16"/>
              </w:rPr>
              <w:t>KEGNVVB123E</w:t>
            </w:r>
          </w:p>
        </w:tc>
        <w:tc>
          <w:tcPr>
            <w:tcW w:w="360" w:type="dxa"/>
            <w:tcBorders>
              <w:top w:val="single" w:sz="4" w:space="0" w:color="auto"/>
              <w:left w:val="nil"/>
              <w:bottom w:val="single" w:sz="4" w:space="0" w:color="auto"/>
              <w:right w:val="single" w:sz="4" w:space="0" w:color="auto"/>
            </w:tcBorders>
            <w:noWrap/>
            <w:vAlign w:val="center"/>
          </w:tcPr>
          <w:p w:rsidR="00DD2AC3" w:rsidRPr="005B6871"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r w:rsidRPr="005B6871">
              <w:rPr>
                <w:sz w:val="22"/>
                <w:szCs w:val="22"/>
              </w:rPr>
              <w:t>3</w:t>
            </w: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5B6871" w:rsidRDefault="00DD2AC3" w:rsidP="003F7AC2">
            <w:pPr>
              <w:jc w:val="center"/>
            </w:pPr>
            <w:r w:rsidRPr="005B6871">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5B6871" w:rsidRDefault="00DD2AC3" w:rsidP="00114F40">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5B6871" w:rsidRDefault="00DD2AC3" w:rsidP="003F7AC2">
            <w:pPr>
              <w:jc w:val="center"/>
            </w:pPr>
            <w:r w:rsidRPr="005B6871">
              <w:rPr>
                <w:sz w:val="22"/>
                <w:szCs w:val="22"/>
              </w:rPr>
              <w:t>VV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5B6871" w:rsidRDefault="00DD2AC3" w:rsidP="003F7AC2">
            <w:pPr>
              <w:rPr>
                <w:sz w:val="20"/>
                <w:szCs w:val="20"/>
              </w:rPr>
            </w:pPr>
            <w:r w:rsidRPr="005B6871">
              <w:rPr>
                <w:sz w:val="20"/>
                <w:szCs w:val="20"/>
              </w:rPr>
              <w:t>Vállalati gazdaságtan I. ALÁÍRÁS</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5B6871"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5B6871"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pPr>
              <w:jc w:val="center"/>
            </w:pPr>
            <w:r w:rsidRPr="005B6871">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5B6871"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5B6871" w:rsidRDefault="00DD2AC3" w:rsidP="003F7AC2">
            <w:pPr>
              <w:rPr>
                <w:sz w:val="20"/>
                <w:szCs w:val="20"/>
              </w:rPr>
            </w:pPr>
          </w:p>
        </w:tc>
      </w:tr>
      <w:tr w:rsidR="00DD2AC3" w:rsidRPr="00E753BD" w:rsidTr="003F7AC2">
        <w:trPr>
          <w:trHeight w:val="351"/>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r w:rsidRPr="005B6871">
              <w:rPr>
                <w:sz w:val="22"/>
                <w:szCs w:val="22"/>
              </w:rPr>
              <w:t>Tárolás, termékfeldolgozás</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r w:rsidRPr="005B6871">
              <w:rPr>
                <w:sz w:val="22"/>
                <w:szCs w:val="22"/>
              </w:rPr>
              <w:t>Food processing technology, principles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pPr>
              <w:jc w:val="center"/>
              <w:rPr>
                <w:bCs/>
                <w:sz w:val="16"/>
                <w:szCs w:val="16"/>
              </w:rPr>
            </w:pPr>
            <w:r w:rsidRPr="005B6871">
              <w:rPr>
                <w:bCs/>
                <w:sz w:val="16"/>
                <w:szCs w:val="16"/>
              </w:rPr>
              <w:t>KEGNAAB112M</w:t>
            </w:r>
          </w:p>
        </w:tc>
        <w:tc>
          <w:tcPr>
            <w:tcW w:w="360" w:type="dxa"/>
            <w:tcBorders>
              <w:top w:val="single" w:sz="4" w:space="0" w:color="auto"/>
              <w:left w:val="nil"/>
              <w:bottom w:val="single" w:sz="4" w:space="0" w:color="auto"/>
              <w:right w:val="single" w:sz="4" w:space="0" w:color="auto"/>
            </w:tcBorders>
            <w:noWrap/>
            <w:vAlign w:val="center"/>
          </w:tcPr>
          <w:p w:rsidR="00DD2AC3" w:rsidRPr="005B6871" w:rsidRDefault="00DD2AC3" w:rsidP="003F7AC2">
            <w:pPr>
              <w:jc w:val="center"/>
            </w:pPr>
            <w:r w:rsidRPr="005B687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r w:rsidRPr="005B6871">
              <w:rPr>
                <w:sz w:val="22"/>
                <w:szCs w:val="22"/>
              </w:rPr>
              <w:t>2</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r w:rsidRPr="005B6871">
              <w:rPr>
                <w:sz w:val="22"/>
                <w:szCs w:val="22"/>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pPr>
              <w:jc w:val="center"/>
            </w:pPr>
            <w:r w:rsidRPr="005B6871">
              <w:rPr>
                <w:sz w:val="22"/>
                <w:szCs w:val="22"/>
              </w:rPr>
              <w:t>AA</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rPr>
                <w:sz w:val="20"/>
                <w:szCs w:val="20"/>
              </w:rPr>
            </w:pP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5B6871" w:rsidRDefault="00DD2AC3" w:rsidP="003F7AC2">
            <w:pPr>
              <w:jc w:val="center"/>
            </w:pPr>
            <w:r w:rsidRPr="005B6871">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rPr>
                <w:sz w:val="20"/>
                <w:szCs w:val="20"/>
              </w:rPr>
            </w:pPr>
          </w:p>
        </w:tc>
      </w:tr>
      <w:tr w:rsidR="00DD2AC3" w:rsidRPr="00E753BD" w:rsidTr="003F7AC2">
        <w:trPr>
          <w:trHeight w:val="389"/>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5B6871" w:rsidRDefault="00DD2AC3" w:rsidP="003F7AC2">
            <w:r w:rsidRPr="005B6871">
              <w:rPr>
                <w:sz w:val="22"/>
                <w:szCs w:val="22"/>
              </w:rPr>
              <w:t>Kertészeti szakgéptan</w:t>
            </w:r>
          </w:p>
        </w:tc>
        <w:tc>
          <w:tcPr>
            <w:tcW w:w="1800" w:type="dxa"/>
            <w:vMerge w:val="restart"/>
            <w:tcBorders>
              <w:top w:val="single" w:sz="4" w:space="0" w:color="auto"/>
              <w:left w:val="nil"/>
              <w:right w:val="single" w:sz="4" w:space="0" w:color="auto"/>
            </w:tcBorders>
            <w:shd w:val="clear" w:color="auto" w:fill="FFFFFF"/>
            <w:vAlign w:val="center"/>
          </w:tcPr>
          <w:p w:rsidR="00DD2AC3" w:rsidRPr="005B6871" w:rsidRDefault="00DD2AC3" w:rsidP="003F7AC2">
            <w:r w:rsidRPr="005B6871">
              <w:rPr>
                <w:sz w:val="22"/>
                <w:szCs w:val="22"/>
                <w:lang w:val="en-GB"/>
              </w:rPr>
              <w:t>Special horticultural engineering</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5B6871" w:rsidRDefault="00DD2AC3" w:rsidP="003F7AC2">
            <w:pPr>
              <w:jc w:val="center"/>
              <w:rPr>
                <w:bCs/>
                <w:sz w:val="16"/>
                <w:szCs w:val="16"/>
              </w:rPr>
            </w:pPr>
            <w:r w:rsidRPr="005B6871">
              <w:rPr>
                <w:bCs/>
                <w:sz w:val="16"/>
                <w:szCs w:val="16"/>
              </w:rPr>
              <w:t>KEGNAMB144E</w:t>
            </w:r>
          </w:p>
        </w:tc>
        <w:tc>
          <w:tcPr>
            <w:tcW w:w="360" w:type="dxa"/>
            <w:tcBorders>
              <w:top w:val="single" w:sz="4" w:space="0" w:color="auto"/>
              <w:left w:val="nil"/>
              <w:right w:val="single" w:sz="4" w:space="0" w:color="auto"/>
            </w:tcBorders>
            <w:noWrap/>
            <w:vAlign w:val="center"/>
          </w:tcPr>
          <w:p w:rsidR="00DD2AC3" w:rsidRPr="005B6871" w:rsidRDefault="00DD2AC3" w:rsidP="003F7AC2">
            <w:pPr>
              <w:jc w:val="center"/>
            </w:pPr>
            <w:r w:rsidRPr="005B6871">
              <w:rPr>
                <w:sz w:val="22"/>
                <w:szCs w:val="22"/>
              </w:rPr>
              <w:t>2</w:t>
            </w:r>
          </w:p>
        </w:tc>
        <w:tc>
          <w:tcPr>
            <w:tcW w:w="360" w:type="dxa"/>
            <w:tcBorders>
              <w:top w:val="single" w:sz="4" w:space="0" w:color="auto"/>
              <w:left w:val="nil"/>
              <w:right w:val="single" w:sz="4" w:space="0" w:color="auto"/>
            </w:tcBorders>
            <w:vAlign w:val="center"/>
          </w:tcPr>
          <w:p w:rsidR="00DD2AC3" w:rsidRPr="005B6871" w:rsidRDefault="00DD2AC3" w:rsidP="003F7AC2">
            <w:pPr>
              <w:jc w:val="center"/>
            </w:pPr>
            <w:r w:rsidRPr="005B6871">
              <w:rPr>
                <w:sz w:val="22"/>
                <w:szCs w:val="22"/>
              </w:rPr>
              <w:t>2</w:t>
            </w:r>
          </w:p>
        </w:tc>
        <w:tc>
          <w:tcPr>
            <w:tcW w:w="360" w:type="dxa"/>
            <w:tcBorders>
              <w:top w:val="single" w:sz="4" w:space="0" w:color="auto"/>
              <w:left w:val="nil"/>
              <w:right w:val="single" w:sz="4" w:space="0" w:color="auto"/>
            </w:tcBorders>
            <w:vAlign w:val="center"/>
          </w:tcPr>
          <w:p w:rsidR="00DD2AC3" w:rsidRPr="005B6871"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5B6871" w:rsidRDefault="00DD2AC3" w:rsidP="003F7AC2">
            <w:pPr>
              <w:jc w:val="center"/>
            </w:pPr>
            <w:r w:rsidRPr="005B6871">
              <w:rPr>
                <w:sz w:val="22"/>
                <w:szCs w:val="22"/>
              </w:rPr>
              <w:t>4</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5B6871" w:rsidRDefault="00DD2AC3" w:rsidP="003F7AC2">
            <w:pPr>
              <w:jc w:val="center"/>
            </w:pPr>
            <w:r w:rsidRPr="005B6871">
              <w:rPr>
                <w:sz w:val="22"/>
                <w:szCs w:val="22"/>
              </w:rPr>
              <w:t>K</w:t>
            </w:r>
          </w:p>
        </w:tc>
        <w:tc>
          <w:tcPr>
            <w:tcW w:w="720" w:type="dxa"/>
            <w:vMerge w:val="restart"/>
            <w:tcBorders>
              <w:top w:val="single" w:sz="4" w:space="0" w:color="auto"/>
              <w:left w:val="nil"/>
              <w:right w:val="single" w:sz="4" w:space="0" w:color="auto"/>
            </w:tcBorders>
            <w:shd w:val="clear" w:color="auto" w:fill="FFFFFF"/>
            <w:vAlign w:val="center"/>
          </w:tcPr>
          <w:p w:rsidR="00DD2AC3" w:rsidRPr="005B6871" w:rsidRDefault="00DD2AC3" w:rsidP="003F7AC2">
            <w:pPr>
              <w:jc w:val="center"/>
            </w:pPr>
            <w:r w:rsidRPr="005B6871">
              <w:rPr>
                <w:sz w:val="22"/>
                <w:szCs w:val="22"/>
              </w:rPr>
              <w:t> AM</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5B6871" w:rsidRDefault="00DD2AC3" w:rsidP="003F7AC2">
            <w:pPr>
              <w:rPr>
                <w:sz w:val="20"/>
                <w:szCs w:val="20"/>
              </w:rPr>
            </w:pPr>
            <w:r w:rsidRPr="005B6871">
              <w:rPr>
                <w:sz w:val="20"/>
                <w:szCs w:val="20"/>
              </w:rPr>
              <w:t>Kertészeti géptan II. ALÁÍRÁS</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5B6871"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5B6871" w:rsidRDefault="00DD2AC3" w:rsidP="003F7AC2">
            <w:pPr>
              <w:jc w:val="center"/>
            </w:pPr>
            <w:r w:rsidRPr="005B6871">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5B6871"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5B6871" w:rsidRDefault="00DD2AC3" w:rsidP="003F7AC2">
            <w:pPr>
              <w:rPr>
                <w:sz w:val="20"/>
                <w:szCs w:val="20"/>
              </w:rPr>
            </w:pPr>
          </w:p>
        </w:tc>
      </w:tr>
      <w:tr w:rsidR="00DD2AC3" w:rsidRPr="00E753BD" w:rsidTr="003F7AC2">
        <w:trPr>
          <w:trHeight w:val="640"/>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r w:rsidRPr="005B6871">
              <w:rPr>
                <w:sz w:val="22"/>
                <w:szCs w:val="22"/>
              </w:rPr>
              <w:t>Gombatermesztés</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r w:rsidRPr="005B6871">
              <w:rPr>
                <w:sz w:val="22"/>
                <w:szCs w:val="22"/>
              </w:rPr>
              <w:t>Mushroom production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pPr>
              <w:jc w:val="center"/>
              <w:rPr>
                <w:bCs/>
                <w:sz w:val="16"/>
                <w:szCs w:val="16"/>
              </w:rPr>
            </w:pPr>
            <w:r w:rsidRPr="005B6871">
              <w:rPr>
                <w:bCs/>
                <w:sz w:val="16"/>
                <w:szCs w:val="16"/>
              </w:rPr>
              <w:t>KEGNNBB144F</w:t>
            </w:r>
          </w:p>
        </w:tc>
        <w:tc>
          <w:tcPr>
            <w:tcW w:w="360" w:type="dxa"/>
            <w:tcBorders>
              <w:top w:val="single" w:sz="4" w:space="0" w:color="auto"/>
              <w:left w:val="nil"/>
              <w:bottom w:val="single" w:sz="4" w:space="0" w:color="auto"/>
              <w:right w:val="single" w:sz="4" w:space="0" w:color="auto"/>
            </w:tcBorders>
            <w:noWrap/>
            <w:vAlign w:val="center"/>
          </w:tcPr>
          <w:p w:rsidR="00DD2AC3" w:rsidRPr="005B6871" w:rsidRDefault="00DD2AC3" w:rsidP="003F7AC2">
            <w:pPr>
              <w:jc w:val="center"/>
            </w:pPr>
            <w:r w:rsidRPr="005B687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r w:rsidRPr="005B687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r w:rsidRPr="005B6871">
              <w:rPr>
                <w:sz w:val="22"/>
                <w:szCs w:val="22"/>
              </w:rPr>
              <w:t>4</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r>
              <w:rPr>
                <w:sz w:val="22"/>
                <w:szCs w:val="22"/>
              </w:rPr>
              <w:t>F</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pPr>
              <w:jc w:val="center"/>
            </w:pPr>
            <w:r w:rsidRPr="005B6871">
              <w:rPr>
                <w:sz w:val="22"/>
                <w:szCs w:val="22"/>
              </w:rPr>
              <w:t>NB</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rPr>
                <w:sz w:val="20"/>
                <w:szCs w:val="20"/>
              </w:rPr>
            </w:pPr>
            <w:r w:rsidRPr="005B6871">
              <w:rPr>
                <w:sz w:val="20"/>
                <w:szCs w:val="20"/>
              </w:rPr>
              <w:t>Növényélettan VIZSGAJEGY&gt;=2</w:t>
            </w:r>
          </w:p>
        </w:tc>
      </w:tr>
      <w:tr w:rsidR="00DD2AC3" w:rsidRPr="00E753BD" w:rsidTr="003F7AC2">
        <w:trPr>
          <w:trHeight w:val="81"/>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5B6871" w:rsidRDefault="00DD2AC3" w:rsidP="003F7AC2">
            <w:pPr>
              <w:jc w:val="center"/>
            </w:pPr>
            <w:r w:rsidRPr="005B6871">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rPr>
                <w:sz w:val="20"/>
                <w:szCs w:val="20"/>
              </w:rPr>
            </w:pPr>
          </w:p>
        </w:tc>
      </w:tr>
      <w:tr w:rsidR="00DD2AC3" w:rsidRPr="00E753BD" w:rsidTr="003F7AC2">
        <w:trPr>
          <w:trHeight w:val="359"/>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r w:rsidRPr="005B6871">
              <w:rPr>
                <w:sz w:val="22"/>
                <w:szCs w:val="22"/>
              </w:rPr>
              <w:t>Zöldségtermesztés IV.</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r w:rsidRPr="005B6871">
              <w:rPr>
                <w:sz w:val="22"/>
                <w:szCs w:val="22"/>
              </w:rPr>
              <w:t>Vegetable production IV.</w:t>
            </w:r>
          </w:p>
          <w:p w:rsidR="00DD2AC3" w:rsidRPr="005B6871" w:rsidRDefault="00DD2AC3" w:rsidP="003F7AC2"/>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B6871" w:rsidRDefault="00DD2AC3" w:rsidP="003F7AC2">
            <w:pPr>
              <w:jc w:val="center"/>
              <w:rPr>
                <w:bCs/>
                <w:sz w:val="16"/>
                <w:szCs w:val="16"/>
              </w:rPr>
            </w:pPr>
            <w:r w:rsidRPr="005B6871">
              <w:rPr>
                <w:bCs/>
                <w:sz w:val="16"/>
                <w:szCs w:val="16"/>
              </w:rPr>
              <w:t>KEGNKEB144R</w:t>
            </w:r>
          </w:p>
        </w:tc>
        <w:tc>
          <w:tcPr>
            <w:tcW w:w="360" w:type="dxa"/>
            <w:tcBorders>
              <w:top w:val="single" w:sz="4" w:space="0" w:color="auto"/>
              <w:left w:val="nil"/>
              <w:bottom w:val="single" w:sz="4" w:space="0" w:color="auto"/>
              <w:right w:val="single" w:sz="4" w:space="0" w:color="auto"/>
            </w:tcBorders>
            <w:noWrap/>
            <w:vAlign w:val="center"/>
          </w:tcPr>
          <w:p w:rsidR="00DD2AC3" w:rsidRPr="005B6871" w:rsidRDefault="00DD2AC3" w:rsidP="003F7AC2">
            <w:pPr>
              <w:jc w:val="center"/>
            </w:pPr>
            <w:r w:rsidRPr="005B687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r w:rsidRPr="005B6871">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r w:rsidRPr="005B6871">
              <w:rPr>
                <w:sz w:val="22"/>
                <w:szCs w:val="22"/>
              </w:rPr>
              <w:t>4</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r w:rsidRPr="005B6871">
              <w:rPr>
                <w:sz w:val="22"/>
                <w:szCs w:val="22"/>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pPr>
              <w:jc w:val="center"/>
            </w:pPr>
            <w:r w:rsidRPr="005B6871">
              <w:rPr>
                <w:sz w:val="22"/>
                <w:szCs w:val="22"/>
              </w:rP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Default="00DD2AC3" w:rsidP="003F7AC2">
            <w:pPr>
              <w:rPr>
                <w:sz w:val="20"/>
                <w:szCs w:val="20"/>
              </w:rPr>
            </w:pPr>
            <w:r w:rsidRPr="005B6871">
              <w:rPr>
                <w:sz w:val="20"/>
                <w:szCs w:val="20"/>
              </w:rPr>
              <w:t>Zöldségtermesztés III. VIZSGAJEGY&gt;=2</w:t>
            </w:r>
          </w:p>
          <w:p w:rsidR="00DD2AC3" w:rsidRPr="005B6871" w:rsidRDefault="00DD2AC3" w:rsidP="003F7AC2">
            <w:pPr>
              <w:rPr>
                <w:sz w:val="20"/>
                <w:szCs w:val="20"/>
              </w:rPr>
            </w:pP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5B6871" w:rsidRDefault="00DD2AC3" w:rsidP="003F7AC2">
            <w:pPr>
              <w:jc w:val="center"/>
            </w:pPr>
            <w:r w:rsidRPr="005B6871">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B6871"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5225" w:type="dxa"/>
            <w:gridSpan w:val="3"/>
            <w:vMerge w:val="restart"/>
            <w:tcBorders>
              <w:top w:val="single" w:sz="4" w:space="0" w:color="auto"/>
              <w:left w:val="single" w:sz="4" w:space="0" w:color="auto"/>
              <w:right w:val="single" w:sz="4" w:space="0" w:color="auto"/>
            </w:tcBorders>
            <w:shd w:val="clear" w:color="auto" w:fill="FFFFFF"/>
            <w:noWrap/>
            <w:vAlign w:val="center"/>
          </w:tcPr>
          <w:p w:rsidR="00DD2AC3" w:rsidRPr="00CC3643" w:rsidRDefault="00DD2AC3" w:rsidP="003F7AC2">
            <w:pPr>
              <w:rPr>
                <w:b/>
                <w:lang w:val="en-GB"/>
              </w:rPr>
            </w:pPr>
            <w:r w:rsidRPr="00CC3643">
              <w:rPr>
                <w:b/>
                <w:sz w:val="22"/>
                <w:szCs w:val="22"/>
                <w:lang w:val="en-GB"/>
              </w:rPr>
              <w:t>Specialization fields: Viticulture</w:t>
            </w:r>
          </w:p>
          <w:p w:rsidR="00DD2AC3" w:rsidRPr="00114F40" w:rsidRDefault="00DD2AC3" w:rsidP="003F7AC2">
            <w:pPr>
              <w:rPr>
                <w:b/>
              </w:rPr>
            </w:pPr>
            <w:r w:rsidRPr="00CC3643">
              <w:rPr>
                <w:b/>
                <w:sz w:val="22"/>
                <w:szCs w:val="22"/>
              </w:rPr>
              <w:t>Szőlőtermesztés szakirány</w:t>
            </w:r>
          </w:p>
        </w:tc>
        <w:tc>
          <w:tcPr>
            <w:tcW w:w="360" w:type="dxa"/>
            <w:tcBorders>
              <w:top w:val="single" w:sz="4" w:space="0" w:color="auto"/>
              <w:left w:val="nil"/>
              <w:bottom w:val="single" w:sz="4" w:space="0" w:color="auto"/>
              <w:right w:val="single" w:sz="4" w:space="0" w:color="auto"/>
            </w:tcBorders>
            <w:noWrap/>
            <w:vAlign w:val="center"/>
          </w:tcPr>
          <w:p w:rsidR="00DD2AC3" w:rsidRPr="005B6871"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5B6871"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B6871"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B6871" w:rsidRDefault="00DD2AC3" w:rsidP="003F7AC2">
            <w:pPr>
              <w:jc w:val="center"/>
            </w:pP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314"/>
          <w:jc w:val="center"/>
        </w:trPr>
        <w:tc>
          <w:tcPr>
            <w:tcW w:w="5225" w:type="dxa"/>
            <w:gridSpan w:val="3"/>
            <w:vMerge/>
            <w:tcBorders>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r w:rsidRPr="005562BD">
              <w:rPr>
                <w:sz w:val="22"/>
                <w:szCs w:val="22"/>
              </w:rPr>
              <w:t>Szőlőtermesztés IV.</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Default="00DD2AC3" w:rsidP="003F7AC2"/>
          <w:p w:rsidR="00DD2AC3" w:rsidRPr="005562BD" w:rsidRDefault="00DD2AC3" w:rsidP="003F7AC2">
            <w:r w:rsidRPr="005562BD">
              <w:rPr>
                <w:sz w:val="22"/>
                <w:szCs w:val="22"/>
              </w:rPr>
              <w:t>Viticulture IV.</w:t>
            </w:r>
          </w:p>
          <w:p w:rsidR="00DD2AC3" w:rsidRPr="005562BD" w:rsidRDefault="00DD2AC3" w:rsidP="003F7AC2"/>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pPr>
              <w:jc w:val="center"/>
              <w:rPr>
                <w:bCs/>
                <w:sz w:val="16"/>
                <w:szCs w:val="16"/>
              </w:rPr>
            </w:pPr>
            <w:r w:rsidRPr="005562BD">
              <w:rPr>
                <w:bCs/>
                <w:sz w:val="16"/>
                <w:szCs w:val="16"/>
              </w:rPr>
              <w:t>KEGNKEB142D</w:t>
            </w:r>
          </w:p>
        </w:tc>
        <w:tc>
          <w:tcPr>
            <w:tcW w:w="360" w:type="dxa"/>
            <w:tcBorders>
              <w:top w:val="single" w:sz="4" w:space="0" w:color="auto"/>
              <w:left w:val="nil"/>
              <w:bottom w:val="single" w:sz="4" w:space="0" w:color="auto"/>
              <w:right w:val="single" w:sz="4" w:space="0" w:color="auto"/>
            </w:tcBorders>
            <w:noWrap/>
            <w:vAlign w:val="center"/>
          </w:tcPr>
          <w:p w:rsidR="00DD2AC3" w:rsidRPr="00E753BD" w:rsidRDefault="00DD2AC3" w:rsidP="003F7AC2">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r>
              <w:rPr>
                <w:sz w:val="16"/>
                <w:szCs w:val="16"/>
              </w:rPr>
              <w:t>2</w:t>
            </w:r>
          </w:p>
        </w:tc>
        <w:tc>
          <w:tcPr>
            <w:tcW w:w="360" w:type="dxa"/>
            <w:tcBorders>
              <w:top w:val="single" w:sz="4" w:space="0" w:color="auto"/>
              <w:left w:val="nil"/>
              <w:bottom w:val="single" w:sz="4" w:space="0" w:color="auto"/>
              <w:right w:val="single" w:sz="4" w:space="0" w:color="auto"/>
            </w:tcBorders>
            <w:vAlign w:val="center"/>
          </w:tcPr>
          <w:p w:rsidR="00DD2AC3" w:rsidRPr="00E753BD" w:rsidRDefault="00DD2AC3" w:rsidP="003F7AC2">
            <w:pPr>
              <w:jc w:val="center"/>
              <w:rPr>
                <w:sz w:val="16"/>
                <w:szCs w:val="16"/>
              </w:rP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B82461" w:rsidRDefault="00DD2AC3" w:rsidP="003F7AC2">
            <w:pPr>
              <w:jc w:val="center"/>
            </w:pPr>
            <w:r w:rsidRPr="00B82461">
              <w:rPr>
                <w:sz w:val="22"/>
                <w:szCs w:val="22"/>
              </w:rPr>
              <w:t>4</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Default="00DD2AC3" w:rsidP="003F7AC2">
            <w:pPr>
              <w:jc w:val="center"/>
            </w:pPr>
          </w:p>
          <w:p w:rsidR="00DD2AC3" w:rsidRPr="00B82461" w:rsidRDefault="00DD2AC3" w:rsidP="003F7AC2">
            <w:pPr>
              <w:jc w:val="center"/>
            </w:pPr>
            <w:r w:rsidRPr="00B82461">
              <w:rPr>
                <w:sz w:val="22"/>
                <w:szCs w:val="22"/>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915CDF" w:rsidRDefault="00DD2AC3" w:rsidP="003F7AC2">
            <w:pPr>
              <w:jc w:val="center"/>
            </w:pPr>
            <w:r w:rsidRPr="00915CDF">
              <w:t> </w:t>
            </w:r>
            <w: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114F40">
            <w:pPr>
              <w:jc w:val="center"/>
              <w:rPr>
                <w:sz w:val="20"/>
                <w:szCs w:val="20"/>
              </w:rPr>
            </w:pPr>
            <w:r w:rsidRPr="005562BD">
              <w:rPr>
                <w:sz w:val="20"/>
                <w:szCs w:val="20"/>
              </w:rPr>
              <w:t>Szőlőtermesztés III. VIZSGAJEGY&gt;=2</w:t>
            </w: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E753BD" w:rsidRDefault="00DD2AC3" w:rsidP="003F7AC2">
            <w:pPr>
              <w:jc w:val="center"/>
              <w:rPr>
                <w:sz w:val="16"/>
                <w:szCs w:val="16"/>
              </w:rPr>
            </w:pPr>
            <w:r>
              <w:rPr>
                <w:sz w:val="16"/>
                <w:szCs w:val="16"/>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jc w:val="center"/>
              <w:rPr>
                <w:sz w:val="16"/>
                <w:szCs w:val="16"/>
              </w:rP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jc w:val="center"/>
              <w:rPr>
                <w:sz w:val="16"/>
                <w:szCs w:val="16"/>
              </w:rP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rPr>
                <w:sz w:val="20"/>
                <w:szCs w:val="20"/>
              </w:rPr>
            </w:pPr>
          </w:p>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r w:rsidRPr="005562BD">
              <w:rPr>
                <w:sz w:val="22"/>
                <w:szCs w:val="22"/>
              </w:rPr>
              <w:t>Borászat</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Default="00DD2AC3" w:rsidP="003F7AC2"/>
          <w:p w:rsidR="00DD2AC3" w:rsidRPr="005562BD" w:rsidRDefault="00DD2AC3" w:rsidP="003F7AC2">
            <w:r w:rsidRPr="005562BD">
              <w:rPr>
                <w:sz w:val="22"/>
                <w:szCs w:val="22"/>
              </w:rPr>
              <w:t>Enology</w:t>
            </w:r>
          </w:p>
          <w:p w:rsidR="00DD2AC3" w:rsidRPr="005562BD" w:rsidRDefault="00DD2AC3" w:rsidP="003F7AC2"/>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pPr>
              <w:jc w:val="center"/>
              <w:rPr>
                <w:bCs/>
                <w:sz w:val="16"/>
                <w:szCs w:val="16"/>
              </w:rPr>
            </w:pPr>
            <w:r w:rsidRPr="005562BD">
              <w:rPr>
                <w:bCs/>
                <w:sz w:val="16"/>
                <w:szCs w:val="16"/>
              </w:rPr>
              <w:t>KEGNKEB144O</w:t>
            </w:r>
          </w:p>
        </w:tc>
        <w:tc>
          <w:tcPr>
            <w:tcW w:w="360" w:type="dxa"/>
            <w:tcBorders>
              <w:top w:val="single" w:sz="4" w:space="0" w:color="auto"/>
              <w:left w:val="nil"/>
              <w:bottom w:val="single" w:sz="4" w:space="0" w:color="auto"/>
              <w:right w:val="single" w:sz="4" w:space="0" w:color="auto"/>
            </w:tcBorders>
            <w:noWrap/>
            <w:vAlign w:val="center"/>
          </w:tcPr>
          <w:p w:rsidR="00DD2AC3" w:rsidRPr="005562BD" w:rsidRDefault="00DD2AC3" w:rsidP="003F7AC2">
            <w:pPr>
              <w:jc w:val="center"/>
            </w:pPr>
            <w:r w:rsidRPr="005562BD">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5562BD" w:rsidRDefault="00DD2AC3" w:rsidP="003F7AC2">
            <w:pPr>
              <w:jc w:val="center"/>
            </w:pPr>
            <w:r w:rsidRPr="005562BD">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5562BD"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r w:rsidRPr="005562BD">
              <w:rPr>
                <w:sz w:val="22"/>
                <w:szCs w:val="22"/>
              </w:rPr>
              <w:t>4</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r>
              <w:rPr>
                <w:sz w:val="22"/>
                <w:szCs w:val="22"/>
              </w:rPr>
              <w:t>F</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pPr>
              <w:jc w:val="center"/>
            </w:pPr>
            <w:r w:rsidRPr="005562BD">
              <w:rPr>
                <w:sz w:val="22"/>
                <w:szCs w:val="22"/>
              </w:rP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114F40">
            <w:pPr>
              <w:rPr>
                <w:sz w:val="20"/>
                <w:szCs w:val="20"/>
              </w:rPr>
            </w:pPr>
            <w:r w:rsidRPr="005562BD">
              <w:rPr>
                <w:sz w:val="20"/>
                <w:szCs w:val="20"/>
              </w:rPr>
              <w:t>Szőlőtermesztés III. VIZSGAJEGY&gt;=2</w:t>
            </w: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5562BD" w:rsidRDefault="00DD2AC3" w:rsidP="003F7AC2">
            <w:pPr>
              <w:jc w:val="center"/>
            </w:pPr>
            <w:r w:rsidRPr="005562BD">
              <w:rPr>
                <w:sz w:val="22"/>
                <w:szCs w:val="22"/>
              </w:rPr>
              <w:t>20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562BD"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562BD"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rPr>
                <w:sz w:val="20"/>
                <w:szCs w:val="20"/>
              </w:rPr>
            </w:pPr>
          </w:p>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r w:rsidRPr="005562BD">
              <w:rPr>
                <w:sz w:val="22"/>
                <w:szCs w:val="22"/>
              </w:rPr>
              <w:t>Mikrobiológia</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r w:rsidRPr="005562BD">
              <w:rPr>
                <w:sz w:val="22"/>
                <w:szCs w:val="22"/>
              </w:rPr>
              <w:t>Microbiology</w:t>
            </w:r>
          </w:p>
          <w:p w:rsidR="00DD2AC3" w:rsidRPr="005562BD" w:rsidRDefault="00DD2AC3" w:rsidP="003F7AC2"/>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pPr>
              <w:jc w:val="center"/>
              <w:rPr>
                <w:bCs/>
                <w:sz w:val="16"/>
                <w:szCs w:val="16"/>
              </w:rPr>
            </w:pPr>
            <w:r w:rsidRPr="005562BD">
              <w:rPr>
                <w:bCs/>
                <w:sz w:val="16"/>
                <w:szCs w:val="16"/>
              </w:rPr>
              <w:t>KEGNNBB123E</w:t>
            </w:r>
          </w:p>
        </w:tc>
        <w:tc>
          <w:tcPr>
            <w:tcW w:w="360" w:type="dxa"/>
            <w:tcBorders>
              <w:top w:val="single" w:sz="4" w:space="0" w:color="auto"/>
              <w:left w:val="nil"/>
              <w:bottom w:val="single" w:sz="4" w:space="0" w:color="auto"/>
              <w:right w:val="single" w:sz="4" w:space="0" w:color="auto"/>
            </w:tcBorders>
            <w:noWrap/>
            <w:vAlign w:val="center"/>
          </w:tcPr>
          <w:p w:rsidR="00DD2AC3" w:rsidRPr="005562BD" w:rsidRDefault="00DD2AC3" w:rsidP="003F7AC2">
            <w:pPr>
              <w:jc w:val="center"/>
            </w:pPr>
            <w:r>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5562BD" w:rsidRDefault="00DD2AC3" w:rsidP="003F7AC2">
            <w:pPr>
              <w:jc w:val="center"/>
            </w:pPr>
            <w:r w:rsidRPr="005562BD">
              <w:rPr>
                <w:sz w:val="22"/>
                <w:szCs w:val="22"/>
              </w:rPr>
              <w:t>1</w:t>
            </w:r>
          </w:p>
        </w:tc>
        <w:tc>
          <w:tcPr>
            <w:tcW w:w="360" w:type="dxa"/>
            <w:tcBorders>
              <w:top w:val="single" w:sz="4" w:space="0" w:color="auto"/>
              <w:left w:val="nil"/>
              <w:bottom w:val="single" w:sz="4" w:space="0" w:color="auto"/>
              <w:right w:val="single" w:sz="4" w:space="0" w:color="auto"/>
            </w:tcBorders>
            <w:vAlign w:val="center"/>
          </w:tcPr>
          <w:p w:rsidR="00DD2AC3" w:rsidRPr="005562BD"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r w:rsidRPr="005562BD">
              <w:rPr>
                <w:sz w:val="22"/>
                <w:szCs w:val="22"/>
              </w:rPr>
              <w:t>3</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r w:rsidRPr="005562BD">
              <w:rPr>
                <w:sz w:val="22"/>
                <w:szCs w:val="22"/>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pPr>
              <w:jc w:val="center"/>
            </w:pPr>
            <w:r w:rsidRPr="005562BD">
              <w:rPr>
                <w:sz w:val="22"/>
                <w:szCs w:val="22"/>
              </w:rPr>
              <w:t>KE</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114F40">
            <w:pPr>
              <w:rPr>
                <w:sz w:val="20"/>
                <w:szCs w:val="20"/>
              </w:rPr>
            </w:pPr>
            <w:r w:rsidRPr="005562BD">
              <w:rPr>
                <w:sz w:val="20"/>
                <w:szCs w:val="20"/>
              </w:rPr>
              <w:t>Kémia ALÁÍRÁS</w:t>
            </w: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5562BD" w:rsidRDefault="00DD2AC3" w:rsidP="003F7AC2">
            <w:pPr>
              <w:jc w:val="center"/>
            </w:pPr>
            <w:r w:rsidRPr="005562BD">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562BD"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562BD"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rPr>
                <w:sz w:val="20"/>
                <w:szCs w:val="20"/>
              </w:rPr>
            </w:pPr>
          </w:p>
        </w:tc>
      </w:tr>
      <w:tr w:rsidR="00DD2AC3" w:rsidRPr="00E753BD" w:rsidTr="003F7AC2">
        <w:trPr>
          <w:trHeight w:val="315"/>
          <w:jc w:val="center"/>
        </w:trPr>
        <w:tc>
          <w:tcPr>
            <w:tcW w:w="1985" w:type="dxa"/>
            <w:vMerge w:val="restart"/>
            <w:tcBorders>
              <w:top w:val="single" w:sz="4" w:space="0" w:color="auto"/>
              <w:left w:val="single" w:sz="4" w:space="0" w:color="auto"/>
              <w:right w:val="single" w:sz="4" w:space="0" w:color="auto"/>
            </w:tcBorders>
            <w:shd w:val="clear" w:color="auto" w:fill="FFFFFF"/>
            <w:noWrap/>
            <w:vAlign w:val="center"/>
          </w:tcPr>
          <w:p w:rsidR="00DD2AC3" w:rsidRPr="005562BD" w:rsidRDefault="00DD2AC3" w:rsidP="003F7AC2">
            <w:r w:rsidRPr="005562BD">
              <w:rPr>
                <w:sz w:val="22"/>
                <w:szCs w:val="22"/>
              </w:rPr>
              <w:t>Kertészeti ökonómia</w:t>
            </w:r>
          </w:p>
        </w:tc>
        <w:tc>
          <w:tcPr>
            <w:tcW w:w="1800" w:type="dxa"/>
            <w:vMerge w:val="restart"/>
            <w:tcBorders>
              <w:top w:val="single" w:sz="4" w:space="0" w:color="auto"/>
              <w:left w:val="nil"/>
              <w:right w:val="single" w:sz="4" w:space="0" w:color="auto"/>
            </w:tcBorders>
            <w:shd w:val="clear" w:color="auto" w:fill="FFFFFF"/>
            <w:vAlign w:val="center"/>
          </w:tcPr>
          <w:p w:rsidR="00DD2AC3" w:rsidRPr="005562BD" w:rsidRDefault="00DD2AC3" w:rsidP="003F7AC2">
            <w:r w:rsidRPr="005562BD">
              <w:rPr>
                <w:bCs/>
                <w:sz w:val="22"/>
                <w:szCs w:val="22"/>
              </w:rPr>
              <w:t>Economics of Horticulture</w:t>
            </w:r>
          </w:p>
        </w:tc>
        <w:tc>
          <w:tcPr>
            <w:tcW w:w="1440" w:type="dxa"/>
            <w:vMerge w:val="restart"/>
            <w:tcBorders>
              <w:top w:val="single" w:sz="4" w:space="0" w:color="auto"/>
              <w:left w:val="single" w:sz="4" w:space="0" w:color="auto"/>
              <w:right w:val="single" w:sz="4" w:space="0" w:color="auto"/>
            </w:tcBorders>
            <w:shd w:val="clear" w:color="auto" w:fill="FFFFFF"/>
            <w:noWrap/>
            <w:vAlign w:val="center"/>
          </w:tcPr>
          <w:p w:rsidR="00DD2AC3" w:rsidRPr="005562BD" w:rsidRDefault="00DD2AC3" w:rsidP="003F7AC2">
            <w:pPr>
              <w:jc w:val="center"/>
              <w:rPr>
                <w:bCs/>
                <w:sz w:val="16"/>
                <w:szCs w:val="16"/>
              </w:rPr>
            </w:pPr>
            <w:r w:rsidRPr="005562BD">
              <w:rPr>
                <w:bCs/>
                <w:sz w:val="16"/>
                <w:szCs w:val="16"/>
              </w:rPr>
              <w:t>KEGNVVB123E</w:t>
            </w:r>
          </w:p>
        </w:tc>
        <w:tc>
          <w:tcPr>
            <w:tcW w:w="360" w:type="dxa"/>
            <w:tcBorders>
              <w:top w:val="single" w:sz="4" w:space="0" w:color="auto"/>
              <w:left w:val="nil"/>
              <w:bottom w:val="single" w:sz="4" w:space="0" w:color="auto"/>
              <w:right w:val="single" w:sz="4" w:space="0" w:color="auto"/>
            </w:tcBorders>
            <w:noWrap/>
            <w:vAlign w:val="center"/>
          </w:tcPr>
          <w:p w:rsidR="00DD2AC3" w:rsidRPr="005562BD"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5562BD" w:rsidRDefault="00DD2AC3" w:rsidP="003F7AC2">
            <w:pPr>
              <w:jc w:val="center"/>
            </w:pPr>
            <w:r w:rsidRPr="005562BD">
              <w:rPr>
                <w:sz w:val="22"/>
                <w:szCs w:val="22"/>
              </w:rPr>
              <w:t>3</w:t>
            </w:r>
          </w:p>
        </w:tc>
        <w:tc>
          <w:tcPr>
            <w:tcW w:w="360" w:type="dxa"/>
            <w:tcBorders>
              <w:top w:val="single" w:sz="4" w:space="0" w:color="auto"/>
              <w:left w:val="nil"/>
              <w:bottom w:val="single" w:sz="4" w:space="0" w:color="auto"/>
              <w:right w:val="single" w:sz="4" w:space="0" w:color="auto"/>
            </w:tcBorders>
            <w:vAlign w:val="center"/>
          </w:tcPr>
          <w:p w:rsidR="00DD2AC3" w:rsidRPr="005562BD" w:rsidRDefault="00DD2AC3" w:rsidP="003F7AC2">
            <w:pPr>
              <w:jc w:val="center"/>
            </w:pPr>
          </w:p>
        </w:tc>
        <w:tc>
          <w:tcPr>
            <w:tcW w:w="720" w:type="dxa"/>
            <w:vMerge w:val="restart"/>
            <w:tcBorders>
              <w:top w:val="single" w:sz="4" w:space="0" w:color="auto"/>
              <w:left w:val="nil"/>
              <w:right w:val="single" w:sz="4" w:space="0" w:color="auto"/>
            </w:tcBorders>
            <w:shd w:val="clear" w:color="auto" w:fill="FFFFFF"/>
            <w:noWrap/>
            <w:vAlign w:val="center"/>
          </w:tcPr>
          <w:p w:rsidR="00DD2AC3" w:rsidRPr="005562BD" w:rsidRDefault="00DD2AC3" w:rsidP="003F7AC2">
            <w:pPr>
              <w:jc w:val="center"/>
            </w:pPr>
            <w:r w:rsidRPr="005562BD">
              <w:rPr>
                <w:sz w:val="22"/>
                <w:szCs w:val="22"/>
              </w:rPr>
              <w:t>3</w:t>
            </w:r>
          </w:p>
        </w:tc>
        <w:tc>
          <w:tcPr>
            <w:tcW w:w="900" w:type="dxa"/>
            <w:vMerge w:val="restart"/>
            <w:tcBorders>
              <w:top w:val="single" w:sz="4" w:space="0" w:color="auto"/>
              <w:left w:val="nil"/>
              <w:right w:val="single" w:sz="4" w:space="0" w:color="auto"/>
            </w:tcBorders>
            <w:shd w:val="clear" w:color="auto" w:fill="FFFFFF"/>
            <w:noWrap/>
            <w:vAlign w:val="center"/>
          </w:tcPr>
          <w:p w:rsidR="00DD2AC3" w:rsidRPr="005562BD" w:rsidRDefault="00DD2AC3" w:rsidP="003F7AC2">
            <w:pPr>
              <w:jc w:val="center"/>
            </w:pPr>
            <w:r>
              <w:rPr>
                <w:sz w:val="22"/>
                <w:szCs w:val="22"/>
              </w:rPr>
              <w:t>F</w:t>
            </w:r>
          </w:p>
        </w:tc>
        <w:tc>
          <w:tcPr>
            <w:tcW w:w="720" w:type="dxa"/>
            <w:vMerge w:val="restart"/>
            <w:tcBorders>
              <w:top w:val="single" w:sz="4" w:space="0" w:color="auto"/>
              <w:left w:val="nil"/>
              <w:right w:val="single" w:sz="4" w:space="0" w:color="auto"/>
            </w:tcBorders>
            <w:shd w:val="clear" w:color="auto" w:fill="FFFFFF"/>
            <w:vAlign w:val="center"/>
          </w:tcPr>
          <w:p w:rsidR="00DD2AC3" w:rsidRPr="005562BD" w:rsidRDefault="00DD2AC3" w:rsidP="003F7AC2">
            <w:pPr>
              <w:jc w:val="center"/>
            </w:pPr>
            <w:r w:rsidRPr="005562BD">
              <w:rPr>
                <w:sz w:val="22"/>
                <w:szCs w:val="22"/>
              </w:rPr>
              <w:t>VV</w:t>
            </w:r>
          </w:p>
        </w:tc>
        <w:tc>
          <w:tcPr>
            <w:tcW w:w="1440" w:type="dxa"/>
            <w:vMerge w:val="restart"/>
            <w:tcBorders>
              <w:top w:val="single" w:sz="4" w:space="0" w:color="auto"/>
              <w:left w:val="nil"/>
              <w:right w:val="single" w:sz="4" w:space="0" w:color="auto"/>
            </w:tcBorders>
            <w:shd w:val="clear" w:color="auto" w:fill="FFFFFF"/>
            <w:noWrap/>
            <w:vAlign w:val="center"/>
          </w:tcPr>
          <w:p w:rsidR="00DD2AC3" w:rsidRPr="005562BD" w:rsidRDefault="00DD2AC3" w:rsidP="003F7AC2">
            <w:pPr>
              <w:rPr>
                <w:sz w:val="20"/>
                <w:szCs w:val="20"/>
              </w:rPr>
            </w:pPr>
            <w:r w:rsidRPr="005562BD">
              <w:rPr>
                <w:sz w:val="20"/>
                <w:szCs w:val="20"/>
              </w:rPr>
              <w:t>Vállalati gazdaságtan I. ALÁÍRÁS</w:t>
            </w:r>
          </w:p>
        </w:tc>
      </w:tr>
      <w:tr w:rsidR="00DD2AC3" w:rsidRPr="00E753BD" w:rsidTr="003F7AC2">
        <w:trPr>
          <w:trHeight w:val="90"/>
          <w:jc w:val="center"/>
        </w:trPr>
        <w:tc>
          <w:tcPr>
            <w:tcW w:w="1985" w:type="dxa"/>
            <w:vMerge/>
            <w:tcBorders>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tc>
        <w:tc>
          <w:tcPr>
            <w:tcW w:w="1800" w:type="dxa"/>
            <w:vMerge/>
            <w:tcBorders>
              <w:left w:val="nil"/>
              <w:bottom w:val="single" w:sz="4" w:space="0" w:color="auto"/>
              <w:right w:val="single" w:sz="4" w:space="0" w:color="auto"/>
            </w:tcBorders>
            <w:shd w:val="clear" w:color="auto" w:fill="FFFFFF"/>
            <w:vAlign w:val="center"/>
          </w:tcPr>
          <w:p w:rsidR="00DD2AC3" w:rsidRPr="005562BD" w:rsidRDefault="00DD2AC3" w:rsidP="003F7AC2"/>
        </w:tc>
        <w:tc>
          <w:tcPr>
            <w:tcW w:w="1440" w:type="dxa"/>
            <w:vMerge/>
            <w:tcBorders>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5562BD"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562BD" w:rsidRDefault="00DD2AC3" w:rsidP="003F7AC2">
            <w:pPr>
              <w:jc w:val="center"/>
            </w:pPr>
            <w:r w:rsidRPr="005562BD">
              <w:rPr>
                <w:sz w:val="22"/>
                <w:szCs w:val="22"/>
              </w:rPr>
              <w:t>15</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562BD" w:rsidRDefault="00DD2AC3" w:rsidP="003F7AC2">
            <w:pPr>
              <w:jc w:val="center"/>
            </w:pPr>
          </w:p>
        </w:tc>
        <w:tc>
          <w:tcPr>
            <w:tcW w:w="720" w:type="dxa"/>
            <w:vMerge/>
            <w:tcBorders>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p>
        </w:tc>
        <w:tc>
          <w:tcPr>
            <w:tcW w:w="900" w:type="dxa"/>
            <w:vMerge/>
            <w:tcBorders>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p>
        </w:tc>
        <w:tc>
          <w:tcPr>
            <w:tcW w:w="720" w:type="dxa"/>
            <w:vMerge/>
            <w:tcBorders>
              <w:left w:val="nil"/>
              <w:bottom w:val="single" w:sz="4" w:space="0" w:color="auto"/>
              <w:right w:val="single" w:sz="4" w:space="0" w:color="auto"/>
            </w:tcBorders>
            <w:shd w:val="clear" w:color="auto" w:fill="FFFFFF"/>
            <w:vAlign w:val="center"/>
          </w:tcPr>
          <w:p w:rsidR="00DD2AC3" w:rsidRPr="005562BD" w:rsidRDefault="00DD2AC3" w:rsidP="003F7AC2">
            <w:pPr>
              <w:jc w:val="center"/>
            </w:pPr>
          </w:p>
        </w:tc>
        <w:tc>
          <w:tcPr>
            <w:tcW w:w="1440" w:type="dxa"/>
            <w:vMerge/>
            <w:tcBorders>
              <w:left w:val="nil"/>
              <w:bottom w:val="single" w:sz="4" w:space="0" w:color="auto"/>
              <w:right w:val="single" w:sz="4" w:space="0" w:color="auto"/>
            </w:tcBorders>
            <w:shd w:val="clear" w:color="auto" w:fill="FFFFFF"/>
            <w:noWrap/>
            <w:vAlign w:val="center"/>
          </w:tcPr>
          <w:p w:rsidR="00DD2AC3" w:rsidRPr="005B6871" w:rsidRDefault="00DD2AC3" w:rsidP="003F7AC2">
            <w:pPr>
              <w:rPr>
                <w:sz w:val="20"/>
                <w:szCs w:val="20"/>
              </w:rPr>
            </w:pPr>
          </w:p>
        </w:tc>
      </w:tr>
      <w:tr w:rsidR="00DD2AC3" w:rsidRPr="00E753BD" w:rsidTr="003F7AC2">
        <w:trPr>
          <w:trHeight w:val="135"/>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r w:rsidRPr="005562BD">
              <w:rPr>
                <w:sz w:val="22"/>
                <w:szCs w:val="22"/>
              </w:rPr>
              <w:t>Vezetési ismeretek</w:t>
            </w:r>
          </w:p>
        </w:tc>
        <w:tc>
          <w:tcPr>
            <w:tcW w:w="180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r w:rsidRPr="005562BD">
              <w:rPr>
                <w:sz w:val="22"/>
                <w:szCs w:val="22"/>
              </w:rPr>
              <w:t>Management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5562BD" w:rsidRDefault="00DD2AC3" w:rsidP="003F7AC2">
            <w:pPr>
              <w:jc w:val="center"/>
              <w:rPr>
                <w:bCs/>
                <w:sz w:val="16"/>
                <w:szCs w:val="16"/>
              </w:rPr>
            </w:pPr>
            <w:r w:rsidRPr="005562BD">
              <w:rPr>
                <w:bCs/>
                <w:sz w:val="16"/>
                <w:szCs w:val="16"/>
              </w:rPr>
              <w:t>KEGNGTB112P</w:t>
            </w:r>
          </w:p>
        </w:tc>
        <w:tc>
          <w:tcPr>
            <w:tcW w:w="360" w:type="dxa"/>
            <w:tcBorders>
              <w:top w:val="single" w:sz="4" w:space="0" w:color="auto"/>
              <w:left w:val="nil"/>
              <w:bottom w:val="single" w:sz="4" w:space="0" w:color="auto"/>
              <w:right w:val="single" w:sz="4" w:space="0" w:color="auto"/>
            </w:tcBorders>
            <w:noWrap/>
            <w:vAlign w:val="center"/>
          </w:tcPr>
          <w:p w:rsidR="00DD2AC3" w:rsidRPr="005562BD" w:rsidRDefault="00DD2AC3" w:rsidP="003F7AC2">
            <w:pPr>
              <w:jc w:val="center"/>
            </w:pPr>
            <w:r w:rsidRPr="005562BD">
              <w:rPr>
                <w:sz w:val="22"/>
                <w:szCs w:val="22"/>
              </w:rPr>
              <w:t>2</w:t>
            </w:r>
          </w:p>
        </w:tc>
        <w:tc>
          <w:tcPr>
            <w:tcW w:w="360" w:type="dxa"/>
            <w:tcBorders>
              <w:top w:val="single" w:sz="4" w:space="0" w:color="auto"/>
              <w:left w:val="nil"/>
              <w:bottom w:val="single" w:sz="4" w:space="0" w:color="auto"/>
              <w:right w:val="single" w:sz="4" w:space="0" w:color="auto"/>
            </w:tcBorders>
            <w:vAlign w:val="center"/>
          </w:tcPr>
          <w:p w:rsidR="00DD2AC3" w:rsidRPr="005562BD" w:rsidRDefault="00DD2AC3" w:rsidP="003F7AC2">
            <w:pPr>
              <w:jc w:val="center"/>
            </w:pPr>
          </w:p>
        </w:tc>
        <w:tc>
          <w:tcPr>
            <w:tcW w:w="360" w:type="dxa"/>
            <w:tcBorders>
              <w:top w:val="single" w:sz="4" w:space="0" w:color="auto"/>
              <w:left w:val="nil"/>
              <w:bottom w:val="single" w:sz="4" w:space="0" w:color="auto"/>
              <w:right w:val="single" w:sz="4" w:space="0" w:color="auto"/>
            </w:tcBorders>
            <w:vAlign w:val="center"/>
          </w:tcPr>
          <w:p w:rsidR="00DD2AC3" w:rsidRPr="005562BD" w:rsidRDefault="00DD2AC3" w:rsidP="003F7AC2">
            <w:pPr>
              <w:jc w:val="center"/>
            </w:pPr>
          </w:p>
        </w:tc>
        <w:tc>
          <w:tcPr>
            <w:tcW w:w="72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r w:rsidRPr="005562BD">
              <w:rPr>
                <w:sz w:val="22"/>
                <w:szCs w:val="22"/>
              </w:rPr>
              <w:t>2</w:t>
            </w:r>
          </w:p>
        </w:tc>
        <w:tc>
          <w:tcPr>
            <w:tcW w:w="90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r w:rsidRPr="005562BD">
              <w:rPr>
                <w:sz w:val="22"/>
                <w:szCs w:val="22"/>
              </w:rPr>
              <w:t>K</w:t>
            </w:r>
          </w:p>
        </w:tc>
        <w:tc>
          <w:tcPr>
            <w:tcW w:w="720" w:type="dxa"/>
            <w:vMerge w:val="restart"/>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pPr>
              <w:jc w:val="center"/>
            </w:pPr>
            <w:r w:rsidRPr="005562BD">
              <w:rPr>
                <w:sz w:val="22"/>
                <w:szCs w:val="22"/>
              </w:rPr>
              <w:t>GT</w:t>
            </w:r>
          </w:p>
        </w:tc>
        <w:tc>
          <w:tcPr>
            <w:tcW w:w="1440" w:type="dxa"/>
            <w:vMerge w:val="restart"/>
            <w:tcBorders>
              <w:top w:val="single" w:sz="4" w:space="0" w:color="auto"/>
              <w:left w:val="nil"/>
              <w:bottom w:val="single" w:sz="4" w:space="0" w:color="auto"/>
              <w:right w:val="single" w:sz="4" w:space="0" w:color="auto"/>
            </w:tcBorders>
            <w:shd w:val="clear" w:color="auto" w:fill="FFFFFF"/>
            <w:noWrap/>
            <w:vAlign w:val="center"/>
          </w:tcPr>
          <w:p w:rsidR="00DD2AC3" w:rsidRPr="000952F6" w:rsidRDefault="00DD2AC3" w:rsidP="003F7AC2">
            <w:pPr>
              <w:rPr>
                <w:sz w:val="20"/>
                <w:szCs w:val="20"/>
              </w:rPr>
            </w:pPr>
          </w:p>
        </w:tc>
      </w:tr>
      <w:tr w:rsidR="00DD2AC3" w:rsidRPr="00E753BD" w:rsidTr="003F7AC2">
        <w:trPr>
          <w:trHeight w:val="135"/>
          <w:jc w:val="center"/>
        </w:trPr>
        <w:tc>
          <w:tcPr>
            <w:tcW w:w="1985"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c>
          <w:tcPr>
            <w:tcW w:w="1800" w:type="dxa"/>
            <w:vMerge/>
            <w:tcBorders>
              <w:top w:val="single" w:sz="4" w:space="0" w:color="auto"/>
              <w:left w:val="nil"/>
              <w:bottom w:val="single" w:sz="4" w:space="0" w:color="auto"/>
              <w:right w:val="single" w:sz="4" w:space="0" w:color="auto"/>
            </w:tcBorders>
            <w:shd w:val="clear" w:color="auto" w:fill="FFFFFF"/>
            <w:vAlign w:val="center"/>
          </w:tcPr>
          <w:p w:rsidR="00DD2AC3" w:rsidRPr="00E753BD" w:rsidRDefault="00DD2AC3" w:rsidP="003F7AC2">
            <w:pPr>
              <w:rPr>
                <w:sz w:val="16"/>
                <w:szCs w:val="16"/>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DD2AC3" w:rsidRPr="00E753BD" w:rsidRDefault="00DD2AC3" w:rsidP="003F7AC2">
            <w:pPr>
              <w:rPr>
                <w:b/>
                <w:sz w:val="16"/>
                <w:szCs w:val="16"/>
              </w:rPr>
            </w:pPr>
          </w:p>
        </w:tc>
        <w:tc>
          <w:tcPr>
            <w:tcW w:w="360" w:type="dxa"/>
            <w:tcBorders>
              <w:top w:val="single" w:sz="4" w:space="0" w:color="auto"/>
              <w:left w:val="nil"/>
              <w:bottom w:val="single" w:sz="4" w:space="0" w:color="auto"/>
              <w:right w:val="single" w:sz="4" w:space="0" w:color="auto"/>
            </w:tcBorders>
            <w:shd w:val="clear" w:color="auto" w:fill="E6E6E6"/>
            <w:noWrap/>
            <w:vAlign w:val="center"/>
          </w:tcPr>
          <w:p w:rsidR="00DD2AC3" w:rsidRPr="005562BD" w:rsidRDefault="00DD2AC3" w:rsidP="003F7AC2">
            <w:pPr>
              <w:jc w:val="center"/>
            </w:pPr>
            <w:r w:rsidRPr="005562BD">
              <w:rPr>
                <w:sz w:val="22"/>
                <w:szCs w:val="22"/>
              </w:rPr>
              <w:t>10</w:t>
            </w: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562BD" w:rsidRDefault="00DD2AC3" w:rsidP="003F7AC2">
            <w:pPr>
              <w:jc w:val="center"/>
            </w:pPr>
          </w:p>
        </w:tc>
        <w:tc>
          <w:tcPr>
            <w:tcW w:w="360" w:type="dxa"/>
            <w:tcBorders>
              <w:top w:val="single" w:sz="4" w:space="0" w:color="auto"/>
              <w:left w:val="nil"/>
              <w:bottom w:val="single" w:sz="4" w:space="0" w:color="auto"/>
              <w:right w:val="single" w:sz="4" w:space="0" w:color="auto"/>
            </w:tcBorders>
            <w:shd w:val="clear" w:color="auto" w:fill="E6E6E6"/>
            <w:vAlign w:val="center"/>
          </w:tcPr>
          <w:p w:rsidR="00DD2AC3" w:rsidRPr="005562BD"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p>
        </w:tc>
        <w:tc>
          <w:tcPr>
            <w:tcW w:w="900" w:type="dxa"/>
            <w:vMerge/>
            <w:tcBorders>
              <w:top w:val="single" w:sz="4" w:space="0" w:color="auto"/>
              <w:left w:val="nil"/>
              <w:bottom w:val="single" w:sz="4" w:space="0" w:color="auto"/>
              <w:right w:val="single" w:sz="4" w:space="0" w:color="auto"/>
            </w:tcBorders>
            <w:shd w:val="clear" w:color="auto" w:fill="FFFFFF"/>
            <w:noWrap/>
            <w:vAlign w:val="center"/>
          </w:tcPr>
          <w:p w:rsidR="00DD2AC3" w:rsidRPr="005562BD" w:rsidRDefault="00DD2AC3" w:rsidP="003F7AC2">
            <w:pPr>
              <w:jc w:val="center"/>
            </w:pPr>
          </w:p>
        </w:tc>
        <w:tc>
          <w:tcPr>
            <w:tcW w:w="720" w:type="dxa"/>
            <w:vMerge/>
            <w:tcBorders>
              <w:top w:val="single" w:sz="4" w:space="0" w:color="auto"/>
              <w:left w:val="nil"/>
              <w:bottom w:val="single" w:sz="4" w:space="0" w:color="auto"/>
              <w:right w:val="single" w:sz="4" w:space="0" w:color="auto"/>
            </w:tcBorders>
            <w:shd w:val="clear" w:color="auto" w:fill="FFFFFF"/>
            <w:vAlign w:val="center"/>
          </w:tcPr>
          <w:p w:rsidR="00DD2AC3" w:rsidRPr="005562BD" w:rsidRDefault="00DD2AC3" w:rsidP="003F7AC2">
            <w:pPr>
              <w:jc w:val="center"/>
            </w:pPr>
          </w:p>
        </w:tc>
        <w:tc>
          <w:tcPr>
            <w:tcW w:w="1440" w:type="dxa"/>
            <w:vMerge/>
            <w:tcBorders>
              <w:top w:val="single" w:sz="4" w:space="0" w:color="auto"/>
              <w:left w:val="nil"/>
              <w:bottom w:val="single" w:sz="4" w:space="0" w:color="auto"/>
              <w:right w:val="single" w:sz="4" w:space="0" w:color="auto"/>
            </w:tcBorders>
            <w:shd w:val="clear" w:color="auto" w:fill="FFFFFF"/>
            <w:noWrap/>
            <w:vAlign w:val="center"/>
          </w:tcPr>
          <w:p w:rsidR="00DD2AC3" w:rsidRPr="00E753BD" w:rsidRDefault="00DD2AC3" w:rsidP="003F7AC2">
            <w:pPr>
              <w:rPr>
                <w:sz w:val="16"/>
                <w:szCs w:val="16"/>
              </w:rPr>
            </w:pPr>
          </w:p>
        </w:tc>
      </w:tr>
      <w:tr w:rsidR="00DD2AC3" w:rsidRPr="00D47768" w:rsidTr="003F7AC2">
        <w:trPr>
          <w:trHeight w:val="135"/>
          <w:jc w:val="center"/>
        </w:trPr>
        <w:tc>
          <w:tcPr>
            <w:tcW w:w="1985"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D47768" w:rsidRDefault="00DD2AC3" w:rsidP="003F7AC2">
            <w:pPr>
              <w:rPr>
                <w:b/>
                <w:i/>
                <w:sz w:val="20"/>
                <w:szCs w:val="20"/>
              </w:rPr>
            </w:pPr>
            <w:r w:rsidRPr="00D47768">
              <w:rPr>
                <w:b/>
                <w:sz w:val="20"/>
                <w:szCs w:val="20"/>
              </w:rPr>
              <w:t> Elvárható félévi kredit</w:t>
            </w:r>
          </w:p>
        </w:tc>
        <w:tc>
          <w:tcPr>
            <w:tcW w:w="1800" w:type="dxa"/>
            <w:tcBorders>
              <w:top w:val="single" w:sz="4" w:space="0" w:color="auto"/>
              <w:left w:val="nil"/>
              <w:bottom w:val="single" w:sz="4" w:space="0" w:color="auto"/>
              <w:right w:val="single" w:sz="4" w:space="0" w:color="auto"/>
            </w:tcBorders>
            <w:shd w:val="clear" w:color="auto" w:fill="FFFF99"/>
            <w:vAlign w:val="center"/>
          </w:tcPr>
          <w:p w:rsidR="00DD2AC3" w:rsidRPr="00D47768" w:rsidRDefault="00DD2AC3" w:rsidP="003F7AC2">
            <w:pPr>
              <w:rPr>
                <w:b/>
                <w:sz w:val="20"/>
                <w:szCs w:val="20"/>
              </w:rPr>
            </w:pPr>
            <w:r w:rsidRPr="00D47768">
              <w:rPr>
                <w:b/>
                <w:sz w:val="20"/>
                <w:szCs w:val="20"/>
              </w:rPr>
              <w:t>Expected credits</w:t>
            </w:r>
          </w:p>
          <w:p w:rsidR="00DD2AC3" w:rsidRPr="00D47768" w:rsidRDefault="00DD2AC3" w:rsidP="003F7AC2">
            <w:pPr>
              <w:rPr>
                <w:b/>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DD2AC3" w:rsidRPr="00D47768" w:rsidRDefault="00DD2AC3" w:rsidP="003F7AC2">
            <w:pPr>
              <w:rPr>
                <w:b/>
                <w:sz w:val="20"/>
                <w:szCs w:val="20"/>
              </w:rPr>
            </w:pPr>
          </w:p>
        </w:tc>
        <w:tc>
          <w:tcPr>
            <w:tcW w:w="360" w:type="dxa"/>
            <w:tcBorders>
              <w:top w:val="single" w:sz="4" w:space="0" w:color="auto"/>
              <w:left w:val="nil"/>
              <w:bottom w:val="single" w:sz="4" w:space="0" w:color="auto"/>
              <w:right w:val="single" w:sz="4" w:space="0" w:color="auto"/>
            </w:tcBorders>
            <w:shd w:val="clear" w:color="auto" w:fill="FFFF99"/>
            <w:noWrap/>
            <w:vAlign w:val="center"/>
          </w:tcPr>
          <w:p w:rsidR="00DD2AC3" w:rsidRPr="00D47768"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D47768" w:rsidRDefault="00DD2AC3" w:rsidP="003F7AC2">
            <w:pPr>
              <w:jc w:val="center"/>
              <w:rPr>
                <w:sz w:val="20"/>
                <w:szCs w:val="20"/>
              </w:rPr>
            </w:pPr>
          </w:p>
        </w:tc>
        <w:tc>
          <w:tcPr>
            <w:tcW w:w="360" w:type="dxa"/>
            <w:tcBorders>
              <w:top w:val="single" w:sz="4" w:space="0" w:color="auto"/>
              <w:left w:val="nil"/>
              <w:bottom w:val="single" w:sz="4" w:space="0" w:color="auto"/>
              <w:right w:val="single" w:sz="4" w:space="0" w:color="auto"/>
            </w:tcBorders>
            <w:shd w:val="clear" w:color="auto" w:fill="FFFF99"/>
            <w:vAlign w:val="center"/>
          </w:tcPr>
          <w:p w:rsidR="00DD2AC3" w:rsidRPr="00D47768" w:rsidRDefault="00DD2AC3" w:rsidP="003F7AC2">
            <w:pPr>
              <w:jc w:val="center"/>
              <w:rPr>
                <w:sz w:val="20"/>
                <w:szCs w:val="20"/>
              </w:rPr>
            </w:pPr>
          </w:p>
        </w:tc>
        <w:tc>
          <w:tcPr>
            <w:tcW w:w="720" w:type="dxa"/>
            <w:tcBorders>
              <w:top w:val="single" w:sz="4" w:space="0" w:color="auto"/>
              <w:left w:val="nil"/>
              <w:bottom w:val="single" w:sz="4" w:space="0" w:color="auto"/>
              <w:right w:val="single" w:sz="4" w:space="0" w:color="auto"/>
            </w:tcBorders>
            <w:shd w:val="clear" w:color="auto" w:fill="FFFF99"/>
            <w:noWrap/>
            <w:vAlign w:val="center"/>
          </w:tcPr>
          <w:p w:rsidR="00DD2AC3" w:rsidRPr="00D47768" w:rsidRDefault="00DD2AC3" w:rsidP="003F7AC2">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FFFF99"/>
            <w:noWrap/>
            <w:vAlign w:val="center"/>
          </w:tcPr>
          <w:p w:rsidR="00DD2AC3" w:rsidRPr="00D47768" w:rsidRDefault="00DD2AC3" w:rsidP="003F7AC2">
            <w:pPr>
              <w:jc w:val="center"/>
              <w:rPr>
                <w:sz w:val="20"/>
                <w:szCs w:val="20"/>
              </w:rPr>
            </w:pPr>
          </w:p>
        </w:tc>
        <w:tc>
          <w:tcPr>
            <w:tcW w:w="720" w:type="dxa"/>
            <w:tcBorders>
              <w:top w:val="single" w:sz="4" w:space="0" w:color="auto"/>
              <w:left w:val="nil"/>
              <w:bottom w:val="single" w:sz="4" w:space="0" w:color="auto"/>
              <w:right w:val="single" w:sz="4" w:space="0" w:color="auto"/>
            </w:tcBorders>
            <w:shd w:val="clear" w:color="auto" w:fill="FFFF99"/>
            <w:vAlign w:val="center"/>
          </w:tcPr>
          <w:p w:rsidR="00DD2AC3" w:rsidRPr="00D47768" w:rsidRDefault="00DD2AC3" w:rsidP="003F7AC2">
            <w:pPr>
              <w:jc w:val="center"/>
              <w:rPr>
                <w:sz w:val="20"/>
                <w:szCs w:val="20"/>
              </w:rPr>
            </w:pPr>
          </w:p>
        </w:tc>
        <w:tc>
          <w:tcPr>
            <w:tcW w:w="1440" w:type="dxa"/>
            <w:tcBorders>
              <w:top w:val="single" w:sz="4" w:space="0" w:color="auto"/>
              <w:left w:val="nil"/>
              <w:bottom w:val="single" w:sz="4" w:space="0" w:color="auto"/>
              <w:right w:val="single" w:sz="4" w:space="0" w:color="auto"/>
            </w:tcBorders>
            <w:shd w:val="clear" w:color="auto" w:fill="FFFF99"/>
            <w:noWrap/>
            <w:vAlign w:val="center"/>
          </w:tcPr>
          <w:p w:rsidR="00DD2AC3" w:rsidRPr="00D47768" w:rsidRDefault="00DD2AC3" w:rsidP="003F7AC2">
            <w:pPr>
              <w:rPr>
                <w:sz w:val="20"/>
                <w:szCs w:val="20"/>
              </w:rPr>
            </w:pPr>
          </w:p>
        </w:tc>
      </w:tr>
    </w:tbl>
    <w:p w:rsidR="00DD2AC3" w:rsidRPr="00E753BD" w:rsidRDefault="00DD2AC3" w:rsidP="00B14725"/>
    <w:p w:rsidR="00DD2AC3" w:rsidRDefault="00DD2AC3" w:rsidP="00B14725"/>
    <w:p w:rsidR="00DD2AC3" w:rsidRDefault="00DD2AC3" w:rsidP="00B14725"/>
    <w:p w:rsidR="00DD2AC3" w:rsidRDefault="00DD2AC3" w:rsidP="00B14725"/>
    <w:p w:rsidR="00DD2AC3" w:rsidRPr="00E753BD" w:rsidRDefault="00DD2AC3" w:rsidP="00BB3B15"/>
    <w:sectPr w:rsidR="00DD2AC3" w:rsidRPr="00E753BD" w:rsidSect="00443376">
      <w:headerReference w:type="default" r:id="rId34"/>
      <w:footerReference w:type="default" r:id="rId35"/>
      <w:pgSz w:w="11906" w:h="16838"/>
      <w:pgMar w:top="1418" w:right="1418" w:bottom="567"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AC3" w:rsidRDefault="00DD2AC3">
      <w:r>
        <w:separator/>
      </w:r>
    </w:p>
  </w:endnote>
  <w:endnote w:type="continuationSeparator" w:id="1">
    <w:p w:rsidR="00DD2AC3" w:rsidRDefault="00DD2A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 New Roman félkövér">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AC3" w:rsidRDefault="00DD2AC3" w:rsidP="00443376">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3164"/>
    </w:tblGrid>
    <w:tr w:rsidR="00DD2AC3" w:rsidRPr="00C569E7" w:rsidTr="00443376">
      <w:tc>
        <w:tcPr>
          <w:tcW w:w="9212" w:type="dxa"/>
          <w:gridSpan w:val="2"/>
        </w:tcPr>
        <w:p w:rsidR="00DD2AC3" w:rsidRPr="00C569E7" w:rsidRDefault="00DD2AC3" w:rsidP="00443376">
          <w:pPr>
            <w:pStyle w:val="Footer"/>
            <w:jc w:val="right"/>
            <w:rPr>
              <w:b/>
            </w:rPr>
          </w:pPr>
          <w:r w:rsidRPr="00C569E7">
            <w:rPr>
              <w:b/>
              <w:sz w:val="22"/>
              <w:szCs w:val="22"/>
            </w:rPr>
            <w:t>OLDALSZÁM:</w:t>
          </w: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r>
            <w:rPr>
              <w:rStyle w:val="PageNumber"/>
            </w:rPr>
            <w:t>/20</w:t>
          </w:r>
          <w:r w:rsidRPr="00C569E7">
            <w:rPr>
              <w:b/>
              <w:sz w:val="22"/>
              <w:szCs w:val="22"/>
            </w:rPr>
            <w:t xml:space="preserve"> </w:t>
          </w:r>
        </w:p>
      </w:tc>
    </w:tr>
    <w:tr w:rsidR="00DD2AC3" w:rsidRPr="00C569E7" w:rsidTr="00443376">
      <w:tc>
        <w:tcPr>
          <w:tcW w:w="9212" w:type="dxa"/>
          <w:gridSpan w:val="2"/>
        </w:tcPr>
        <w:p w:rsidR="00DD2AC3" w:rsidRPr="00C569E7" w:rsidRDefault="00DD2AC3" w:rsidP="00451793">
          <w:pPr>
            <w:pStyle w:val="Footer"/>
            <w:jc w:val="right"/>
            <w:rPr>
              <w:b/>
            </w:rPr>
          </w:pPr>
          <w:r w:rsidRPr="00C569E7">
            <w:rPr>
              <w:b/>
              <w:sz w:val="22"/>
              <w:szCs w:val="22"/>
            </w:rPr>
            <w:t>KIADÁS DÁTUMA:</w:t>
          </w:r>
          <w:r>
            <w:rPr>
              <w:b/>
              <w:sz w:val="22"/>
              <w:szCs w:val="22"/>
            </w:rPr>
            <w:t>2014. 06. 10.</w:t>
          </w:r>
        </w:p>
      </w:tc>
    </w:tr>
    <w:tr w:rsidR="00DD2AC3" w:rsidRPr="00C569E7" w:rsidTr="00443376">
      <w:tc>
        <w:tcPr>
          <w:tcW w:w="6048" w:type="dxa"/>
        </w:tcPr>
        <w:p w:rsidR="00DD2AC3" w:rsidRPr="00C569E7" w:rsidRDefault="00DD2AC3" w:rsidP="00443376">
          <w:pPr>
            <w:pStyle w:val="Footer"/>
            <w:rPr>
              <w:b/>
            </w:rPr>
          </w:pPr>
          <w:r w:rsidRPr="00C569E7">
            <w:rPr>
              <w:b/>
              <w:sz w:val="22"/>
              <w:szCs w:val="22"/>
            </w:rPr>
            <w:t xml:space="preserve">KIADÁSÉRT FELEL: </w:t>
          </w:r>
          <w:r>
            <w:rPr>
              <w:b/>
              <w:sz w:val="22"/>
              <w:szCs w:val="22"/>
            </w:rPr>
            <w:t>Kocsisné Dr. Molnár Gitta</w:t>
          </w:r>
        </w:p>
      </w:tc>
      <w:tc>
        <w:tcPr>
          <w:tcW w:w="3164" w:type="dxa"/>
        </w:tcPr>
        <w:p w:rsidR="00DD2AC3" w:rsidRPr="00C569E7" w:rsidRDefault="00DD2AC3" w:rsidP="00443376">
          <w:pPr>
            <w:pStyle w:val="Footer"/>
            <w:jc w:val="right"/>
            <w:rPr>
              <w:b/>
            </w:rPr>
          </w:pPr>
          <w:r w:rsidRPr="00C569E7">
            <w:rPr>
              <w:b/>
              <w:sz w:val="22"/>
              <w:szCs w:val="22"/>
            </w:rPr>
            <w:t>VÁLTOZAT:</w:t>
          </w:r>
          <w:r>
            <w:rPr>
              <w:b/>
              <w:sz w:val="22"/>
              <w:szCs w:val="22"/>
            </w:rPr>
            <w:t>1.2</w:t>
          </w:r>
        </w:p>
      </w:tc>
    </w:tr>
  </w:tbl>
  <w:p w:rsidR="00DD2AC3" w:rsidRDefault="00DD2AC3" w:rsidP="00443376">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AC3" w:rsidRDefault="00DD2AC3">
      <w:r>
        <w:separator/>
      </w:r>
    </w:p>
  </w:footnote>
  <w:footnote w:type="continuationSeparator" w:id="1">
    <w:p w:rsidR="00DD2AC3" w:rsidRDefault="00DD2A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6"/>
      <w:gridCol w:w="3952"/>
    </w:tblGrid>
    <w:tr w:rsidR="00DD2AC3" w:rsidRPr="00C569E7" w:rsidTr="00443376">
      <w:trPr>
        <w:trHeight w:val="344"/>
        <w:jc w:val="center"/>
      </w:trPr>
      <w:tc>
        <w:tcPr>
          <w:tcW w:w="2872" w:type="pct"/>
          <w:vAlign w:val="center"/>
        </w:tcPr>
        <w:p w:rsidR="00DD2AC3" w:rsidRPr="00C569E7" w:rsidRDefault="00DD2AC3" w:rsidP="00443376">
          <w:pPr>
            <w:pStyle w:val="Header"/>
            <w:jc w:val="center"/>
            <w:rPr>
              <w:b/>
              <w:i/>
            </w:rPr>
          </w:pPr>
          <w:r>
            <w:rPr>
              <w:b/>
              <w:i/>
              <w:sz w:val="22"/>
              <w:szCs w:val="22"/>
            </w:rPr>
            <w:t>KERTÉSZMÉRNÖK ALAP</w:t>
          </w:r>
          <w:r w:rsidRPr="00C569E7">
            <w:rPr>
              <w:b/>
              <w:i/>
              <w:sz w:val="22"/>
              <w:szCs w:val="22"/>
            </w:rPr>
            <w:t>SZAK TANTERVE</w:t>
          </w:r>
        </w:p>
      </w:tc>
      <w:tc>
        <w:tcPr>
          <w:tcW w:w="2128" w:type="pct"/>
          <w:vAlign w:val="center"/>
        </w:tcPr>
        <w:p w:rsidR="00DD2AC3" w:rsidRPr="00C569E7" w:rsidRDefault="00DD2AC3" w:rsidP="00443376">
          <w:pPr>
            <w:pStyle w:val="Header"/>
            <w:jc w:val="center"/>
            <w:rPr>
              <w:b/>
              <w:i/>
            </w:rPr>
          </w:pPr>
          <w:r w:rsidRPr="00C569E7">
            <w:rPr>
              <w:b/>
              <w:i/>
              <w:sz w:val="22"/>
              <w:szCs w:val="22"/>
            </w:rPr>
            <w:t xml:space="preserve">SZAK KÓDJA: </w:t>
          </w:r>
          <w:r>
            <w:rPr>
              <w:b/>
              <w:i/>
              <w:sz w:val="22"/>
              <w:szCs w:val="22"/>
            </w:rPr>
            <w:t>GK-B-KERT</w:t>
          </w:r>
        </w:p>
      </w:tc>
    </w:tr>
  </w:tbl>
  <w:p w:rsidR="00DD2AC3" w:rsidRDefault="00DD2AC3" w:rsidP="004433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0000006"/>
    <w:multiLevelType w:val="multilevel"/>
    <w:tmpl w:val="00000006"/>
    <w:name w:val="WW8Num23"/>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
    <w:nsid w:val="00A03BA1"/>
    <w:multiLevelType w:val="hybridMultilevel"/>
    <w:tmpl w:val="BBA663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82353CD"/>
    <w:multiLevelType w:val="hybridMultilevel"/>
    <w:tmpl w:val="9DF098FE"/>
    <w:lvl w:ilvl="0" w:tplc="7D127832">
      <w:start w:val="1"/>
      <w:numFmt w:val="bullet"/>
      <w:lvlText w:val=""/>
      <w:lvlJc w:val="left"/>
      <w:pPr>
        <w:tabs>
          <w:tab w:val="num" w:pos="340"/>
        </w:tabs>
        <w:ind w:left="340" w:hanging="34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9E54FCC"/>
    <w:multiLevelType w:val="multilevel"/>
    <w:tmpl w:val="16866A66"/>
    <w:lvl w:ilvl="0">
      <w:start w:val="9"/>
      <w:numFmt w:val="decimal"/>
      <w:lvlText w:val="%1."/>
      <w:lvlJc w:val="left"/>
      <w:pPr>
        <w:ind w:left="480" w:hanging="48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7200" w:hanging="144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440" w:hanging="1800"/>
      </w:pPr>
      <w:rPr>
        <w:rFonts w:cs="Times New Roman" w:hint="default"/>
      </w:rPr>
    </w:lvl>
    <w:lvl w:ilvl="7">
      <w:start w:val="1"/>
      <w:numFmt w:val="decimal"/>
      <w:lvlText w:val="%1.%2.%3.%4.%5.%6.%7.%8."/>
      <w:lvlJc w:val="left"/>
      <w:pPr>
        <w:ind w:left="12240" w:hanging="216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5">
    <w:nsid w:val="0C00029D"/>
    <w:multiLevelType w:val="multilevel"/>
    <w:tmpl w:val="CA08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1C84A57"/>
    <w:multiLevelType w:val="multilevel"/>
    <w:tmpl w:val="756C1D4C"/>
    <w:lvl w:ilvl="0">
      <w:start w:val="4"/>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2DC4100"/>
    <w:multiLevelType w:val="multilevel"/>
    <w:tmpl w:val="9722585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175373DB"/>
    <w:multiLevelType w:val="hybridMultilevel"/>
    <w:tmpl w:val="D8E66EAE"/>
    <w:lvl w:ilvl="0" w:tplc="DA6051DC">
      <w:start w:val="8"/>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88D0159"/>
    <w:multiLevelType w:val="hybridMultilevel"/>
    <w:tmpl w:val="4B206AA4"/>
    <w:lvl w:ilvl="0" w:tplc="040E000F">
      <w:start w:val="3"/>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19F33479"/>
    <w:multiLevelType w:val="singleLevel"/>
    <w:tmpl w:val="2F74DFB6"/>
    <w:lvl w:ilvl="0">
      <w:start w:val="1"/>
      <w:numFmt w:val="bullet"/>
      <w:lvlText w:val=""/>
      <w:lvlJc w:val="left"/>
      <w:pPr>
        <w:tabs>
          <w:tab w:val="num" w:pos="360"/>
        </w:tabs>
        <w:ind w:left="360" w:hanging="360"/>
      </w:pPr>
      <w:rPr>
        <w:rFonts w:ascii="Symbol" w:hAnsi="Symbol" w:hint="default"/>
      </w:rPr>
    </w:lvl>
  </w:abstractNum>
  <w:abstractNum w:abstractNumId="11">
    <w:nsid w:val="2C60257F"/>
    <w:multiLevelType w:val="hybridMultilevel"/>
    <w:tmpl w:val="7F3ED604"/>
    <w:lvl w:ilvl="0" w:tplc="24DA40D6">
      <w:start w:val="1"/>
      <w:numFmt w:val="bullet"/>
      <w:lvlText w:val=""/>
      <w:lvlJc w:val="left"/>
      <w:pPr>
        <w:tabs>
          <w:tab w:val="num" w:pos="540"/>
        </w:tabs>
        <w:ind w:left="540" w:hanging="360"/>
      </w:pPr>
      <w:rPr>
        <w:rFonts w:ascii="Symbol" w:hAnsi="Symbol" w:hint="default"/>
      </w:rPr>
    </w:lvl>
    <w:lvl w:ilvl="1" w:tplc="040E0003">
      <w:start w:val="1"/>
      <w:numFmt w:val="bullet"/>
      <w:lvlText w:val="o"/>
      <w:lvlJc w:val="left"/>
      <w:pPr>
        <w:tabs>
          <w:tab w:val="num" w:pos="1620"/>
        </w:tabs>
        <w:ind w:left="1620" w:hanging="360"/>
      </w:pPr>
      <w:rPr>
        <w:rFonts w:ascii="Courier New" w:hAnsi="Courier New" w:hint="default"/>
      </w:rPr>
    </w:lvl>
    <w:lvl w:ilvl="2" w:tplc="040E0005" w:tentative="1">
      <w:start w:val="1"/>
      <w:numFmt w:val="bullet"/>
      <w:lvlText w:val=""/>
      <w:lvlJc w:val="left"/>
      <w:pPr>
        <w:tabs>
          <w:tab w:val="num" w:pos="2340"/>
        </w:tabs>
        <w:ind w:left="2340" w:hanging="360"/>
      </w:pPr>
      <w:rPr>
        <w:rFonts w:ascii="Wingdings" w:hAnsi="Wingdings" w:hint="default"/>
      </w:rPr>
    </w:lvl>
    <w:lvl w:ilvl="3" w:tplc="040E0001" w:tentative="1">
      <w:start w:val="1"/>
      <w:numFmt w:val="bullet"/>
      <w:lvlText w:val=""/>
      <w:lvlJc w:val="left"/>
      <w:pPr>
        <w:tabs>
          <w:tab w:val="num" w:pos="3060"/>
        </w:tabs>
        <w:ind w:left="3060" w:hanging="360"/>
      </w:pPr>
      <w:rPr>
        <w:rFonts w:ascii="Symbol" w:hAnsi="Symbol" w:hint="default"/>
      </w:rPr>
    </w:lvl>
    <w:lvl w:ilvl="4" w:tplc="040E0003" w:tentative="1">
      <w:start w:val="1"/>
      <w:numFmt w:val="bullet"/>
      <w:lvlText w:val="o"/>
      <w:lvlJc w:val="left"/>
      <w:pPr>
        <w:tabs>
          <w:tab w:val="num" w:pos="3780"/>
        </w:tabs>
        <w:ind w:left="3780" w:hanging="360"/>
      </w:pPr>
      <w:rPr>
        <w:rFonts w:ascii="Courier New" w:hAnsi="Courier New" w:hint="default"/>
      </w:rPr>
    </w:lvl>
    <w:lvl w:ilvl="5" w:tplc="040E0005" w:tentative="1">
      <w:start w:val="1"/>
      <w:numFmt w:val="bullet"/>
      <w:lvlText w:val=""/>
      <w:lvlJc w:val="left"/>
      <w:pPr>
        <w:tabs>
          <w:tab w:val="num" w:pos="4500"/>
        </w:tabs>
        <w:ind w:left="4500" w:hanging="360"/>
      </w:pPr>
      <w:rPr>
        <w:rFonts w:ascii="Wingdings" w:hAnsi="Wingdings" w:hint="default"/>
      </w:rPr>
    </w:lvl>
    <w:lvl w:ilvl="6" w:tplc="040E0001" w:tentative="1">
      <w:start w:val="1"/>
      <w:numFmt w:val="bullet"/>
      <w:lvlText w:val=""/>
      <w:lvlJc w:val="left"/>
      <w:pPr>
        <w:tabs>
          <w:tab w:val="num" w:pos="5220"/>
        </w:tabs>
        <w:ind w:left="5220" w:hanging="360"/>
      </w:pPr>
      <w:rPr>
        <w:rFonts w:ascii="Symbol" w:hAnsi="Symbol" w:hint="default"/>
      </w:rPr>
    </w:lvl>
    <w:lvl w:ilvl="7" w:tplc="040E0003" w:tentative="1">
      <w:start w:val="1"/>
      <w:numFmt w:val="bullet"/>
      <w:lvlText w:val="o"/>
      <w:lvlJc w:val="left"/>
      <w:pPr>
        <w:tabs>
          <w:tab w:val="num" w:pos="5940"/>
        </w:tabs>
        <w:ind w:left="5940" w:hanging="360"/>
      </w:pPr>
      <w:rPr>
        <w:rFonts w:ascii="Courier New" w:hAnsi="Courier New" w:hint="default"/>
      </w:rPr>
    </w:lvl>
    <w:lvl w:ilvl="8" w:tplc="040E0005" w:tentative="1">
      <w:start w:val="1"/>
      <w:numFmt w:val="bullet"/>
      <w:lvlText w:val=""/>
      <w:lvlJc w:val="left"/>
      <w:pPr>
        <w:tabs>
          <w:tab w:val="num" w:pos="6660"/>
        </w:tabs>
        <w:ind w:left="6660" w:hanging="360"/>
      </w:pPr>
      <w:rPr>
        <w:rFonts w:ascii="Wingdings" w:hAnsi="Wingdings" w:hint="default"/>
      </w:rPr>
    </w:lvl>
  </w:abstractNum>
  <w:abstractNum w:abstractNumId="12">
    <w:nsid w:val="3273196F"/>
    <w:multiLevelType w:val="hybridMultilevel"/>
    <w:tmpl w:val="90C210A2"/>
    <w:lvl w:ilvl="0" w:tplc="FEA49332">
      <w:start w:val="1"/>
      <w:numFmt w:val="decimal"/>
      <w:lvlText w:val="%1."/>
      <w:lvlJc w:val="left"/>
      <w:pPr>
        <w:ind w:left="108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3">
    <w:nsid w:val="34706581"/>
    <w:multiLevelType w:val="multilevel"/>
    <w:tmpl w:val="A35A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56C2C64"/>
    <w:multiLevelType w:val="hybridMultilevel"/>
    <w:tmpl w:val="6AE6910E"/>
    <w:lvl w:ilvl="0" w:tplc="040E0001">
      <w:start w:val="1"/>
      <w:numFmt w:val="bullet"/>
      <w:lvlText w:val=""/>
      <w:lvlJc w:val="left"/>
      <w:pPr>
        <w:tabs>
          <w:tab w:val="num" w:pos="1259"/>
        </w:tabs>
        <w:ind w:left="1259" w:hanging="360"/>
      </w:pPr>
      <w:rPr>
        <w:rFonts w:ascii="Symbol" w:hAnsi="Symbol" w:hint="default"/>
      </w:rPr>
    </w:lvl>
    <w:lvl w:ilvl="1" w:tplc="040E0003" w:tentative="1">
      <w:start w:val="1"/>
      <w:numFmt w:val="bullet"/>
      <w:lvlText w:val="o"/>
      <w:lvlJc w:val="left"/>
      <w:pPr>
        <w:tabs>
          <w:tab w:val="num" w:pos="1979"/>
        </w:tabs>
        <w:ind w:left="1979" w:hanging="360"/>
      </w:pPr>
      <w:rPr>
        <w:rFonts w:ascii="Courier New" w:hAnsi="Courier New" w:hint="default"/>
      </w:rPr>
    </w:lvl>
    <w:lvl w:ilvl="2" w:tplc="040E0005" w:tentative="1">
      <w:start w:val="1"/>
      <w:numFmt w:val="bullet"/>
      <w:lvlText w:val=""/>
      <w:lvlJc w:val="left"/>
      <w:pPr>
        <w:tabs>
          <w:tab w:val="num" w:pos="2699"/>
        </w:tabs>
        <w:ind w:left="2699" w:hanging="360"/>
      </w:pPr>
      <w:rPr>
        <w:rFonts w:ascii="Wingdings" w:hAnsi="Wingdings" w:hint="default"/>
      </w:rPr>
    </w:lvl>
    <w:lvl w:ilvl="3" w:tplc="040E0001" w:tentative="1">
      <w:start w:val="1"/>
      <w:numFmt w:val="bullet"/>
      <w:lvlText w:val=""/>
      <w:lvlJc w:val="left"/>
      <w:pPr>
        <w:tabs>
          <w:tab w:val="num" w:pos="3419"/>
        </w:tabs>
        <w:ind w:left="3419" w:hanging="360"/>
      </w:pPr>
      <w:rPr>
        <w:rFonts w:ascii="Symbol" w:hAnsi="Symbol" w:hint="default"/>
      </w:rPr>
    </w:lvl>
    <w:lvl w:ilvl="4" w:tplc="040E0003" w:tentative="1">
      <w:start w:val="1"/>
      <w:numFmt w:val="bullet"/>
      <w:lvlText w:val="o"/>
      <w:lvlJc w:val="left"/>
      <w:pPr>
        <w:tabs>
          <w:tab w:val="num" w:pos="4139"/>
        </w:tabs>
        <w:ind w:left="4139" w:hanging="360"/>
      </w:pPr>
      <w:rPr>
        <w:rFonts w:ascii="Courier New" w:hAnsi="Courier New" w:hint="default"/>
      </w:rPr>
    </w:lvl>
    <w:lvl w:ilvl="5" w:tplc="040E0005" w:tentative="1">
      <w:start w:val="1"/>
      <w:numFmt w:val="bullet"/>
      <w:lvlText w:val=""/>
      <w:lvlJc w:val="left"/>
      <w:pPr>
        <w:tabs>
          <w:tab w:val="num" w:pos="4859"/>
        </w:tabs>
        <w:ind w:left="4859" w:hanging="360"/>
      </w:pPr>
      <w:rPr>
        <w:rFonts w:ascii="Wingdings" w:hAnsi="Wingdings" w:hint="default"/>
      </w:rPr>
    </w:lvl>
    <w:lvl w:ilvl="6" w:tplc="040E0001" w:tentative="1">
      <w:start w:val="1"/>
      <w:numFmt w:val="bullet"/>
      <w:lvlText w:val=""/>
      <w:lvlJc w:val="left"/>
      <w:pPr>
        <w:tabs>
          <w:tab w:val="num" w:pos="5579"/>
        </w:tabs>
        <w:ind w:left="5579" w:hanging="360"/>
      </w:pPr>
      <w:rPr>
        <w:rFonts w:ascii="Symbol" w:hAnsi="Symbol" w:hint="default"/>
      </w:rPr>
    </w:lvl>
    <w:lvl w:ilvl="7" w:tplc="040E0003" w:tentative="1">
      <w:start w:val="1"/>
      <w:numFmt w:val="bullet"/>
      <w:lvlText w:val="o"/>
      <w:lvlJc w:val="left"/>
      <w:pPr>
        <w:tabs>
          <w:tab w:val="num" w:pos="6299"/>
        </w:tabs>
        <w:ind w:left="6299" w:hanging="360"/>
      </w:pPr>
      <w:rPr>
        <w:rFonts w:ascii="Courier New" w:hAnsi="Courier New" w:hint="default"/>
      </w:rPr>
    </w:lvl>
    <w:lvl w:ilvl="8" w:tplc="040E0005" w:tentative="1">
      <w:start w:val="1"/>
      <w:numFmt w:val="bullet"/>
      <w:lvlText w:val=""/>
      <w:lvlJc w:val="left"/>
      <w:pPr>
        <w:tabs>
          <w:tab w:val="num" w:pos="7019"/>
        </w:tabs>
        <w:ind w:left="7019" w:hanging="360"/>
      </w:pPr>
      <w:rPr>
        <w:rFonts w:ascii="Wingdings" w:hAnsi="Wingdings" w:hint="default"/>
      </w:rPr>
    </w:lvl>
  </w:abstractNum>
  <w:abstractNum w:abstractNumId="15">
    <w:nsid w:val="390A0333"/>
    <w:multiLevelType w:val="hybridMultilevel"/>
    <w:tmpl w:val="ED5C64A6"/>
    <w:lvl w:ilvl="0" w:tplc="040E0001">
      <w:start w:val="1"/>
      <w:numFmt w:val="bullet"/>
      <w:lvlText w:val=""/>
      <w:lvlJc w:val="left"/>
      <w:pPr>
        <w:ind w:left="777" w:hanging="360"/>
      </w:pPr>
      <w:rPr>
        <w:rFonts w:ascii="Symbol" w:hAnsi="Symbol" w:hint="default"/>
      </w:rPr>
    </w:lvl>
    <w:lvl w:ilvl="1" w:tplc="040E0003" w:tentative="1">
      <w:start w:val="1"/>
      <w:numFmt w:val="bullet"/>
      <w:lvlText w:val="o"/>
      <w:lvlJc w:val="left"/>
      <w:pPr>
        <w:ind w:left="1497" w:hanging="360"/>
      </w:pPr>
      <w:rPr>
        <w:rFonts w:ascii="Courier New" w:hAnsi="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6">
    <w:nsid w:val="3BA9083D"/>
    <w:multiLevelType w:val="hybridMultilevel"/>
    <w:tmpl w:val="66DECE7E"/>
    <w:lvl w:ilvl="0" w:tplc="DA6051DC">
      <w:start w:val="8"/>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3ED2397D"/>
    <w:multiLevelType w:val="hybridMultilevel"/>
    <w:tmpl w:val="467A1A92"/>
    <w:lvl w:ilvl="0" w:tplc="040E0005">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ED65A0C"/>
    <w:multiLevelType w:val="hybridMultilevel"/>
    <w:tmpl w:val="9B86EE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45050456"/>
    <w:multiLevelType w:val="hybridMultilevel"/>
    <w:tmpl w:val="F550BC16"/>
    <w:lvl w:ilvl="0" w:tplc="DBFC11C4">
      <w:start w:val="1"/>
      <w:numFmt w:val="lowerLetter"/>
      <w:lvlText w:val="%1.)"/>
      <w:lvlJc w:val="left"/>
      <w:pPr>
        <w:ind w:left="108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20">
    <w:nsid w:val="4641616F"/>
    <w:multiLevelType w:val="hybridMultilevel"/>
    <w:tmpl w:val="D75676E6"/>
    <w:lvl w:ilvl="0" w:tplc="D56C17D0">
      <w:numFmt w:val="bullet"/>
      <w:lvlText w:val="-"/>
      <w:lvlJc w:val="left"/>
      <w:pPr>
        <w:tabs>
          <w:tab w:val="num" w:pos="927"/>
        </w:tabs>
        <w:ind w:left="927" w:hanging="360"/>
      </w:pPr>
      <w:rPr>
        <w:rFonts w:ascii="Times New Roman" w:eastAsia="Times New Roman" w:hAnsi="Times New Roman" w:hint="default"/>
      </w:rPr>
    </w:lvl>
    <w:lvl w:ilvl="1" w:tplc="040E0003" w:tentative="1">
      <w:start w:val="1"/>
      <w:numFmt w:val="bullet"/>
      <w:lvlText w:val="o"/>
      <w:lvlJc w:val="left"/>
      <w:pPr>
        <w:tabs>
          <w:tab w:val="num" w:pos="1647"/>
        </w:tabs>
        <w:ind w:left="1647" w:hanging="360"/>
      </w:pPr>
      <w:rPr>
        <w:rFonts w:ascii="Courier New" w:hAnsi="Courier New" w:hint="default"/>
      </w:rPr>
    </w:lvl>
    <w:lvl w:ilvl="2" w:tplc="040E0005" w:tentative="1">
      <w:start w:val="1"/>
      <w:numFmt w:val="bullet"/>
      <w:lvlText w:val=""/>
      <w:lvlJc w:val="left"/>
      <w:pPr>
        <w:tabs>
          <w:tab w:val="num" w:pos="2367"/>
        </w:tabs>
        <w:ind w:left="2367" w:hanging="360"/>
      </w:pPr>
      <w:rPr>
        <w:rFonts w:ascii="Wingdings" w:hAnsi="Wingdings" w:hint="default"/>
      </w:rPr>
    </w:lvl>
    <w:lvl w:ilvl="3" w:tplc="040E0001" w:tentative="1">
      <w:start w:val="1"/>
      <w:numFmt w:val="bullet"/>
      <w:lvlText w:val=""/>
      <w:lvlJc w:val="left"/>
      <w:pPr>
        <w:tabs>
          <w:tab w:val="num" w:pos="3087"/>
        </w:tabs>
        <w:ind w:left="3087" w:hanging="360"/>
      </w:pPr>
      <w:rPr>
        <w:rFonts w:ascii="Symbol" w:hAnsi="Symbol" w:hint="default"/>
      </w:rPr>
    </w:lvl>
    <w:lvl w:ilvl="4" w:tplc="040E0003" w:tentative="1">
      <w:start w:val="1"/>
      <w:numFmt w:val="bullet"/>
      <w:lvlText w:val="o"/>
      <w:lvlJc w:val="left"/>
      <w:pPr>
        <w:tabs>
          <w:tab w:val="num" w:pos="3807"/>
        </w:tabs>
        <w:ind w:left="3807" w:hanging="360"/>
      </w:pPr>
      <w:rPr>
        <w:rFonts w:ascii="Courier New" w:hAnsi="Courier New" w:hint="default"/>
      </w:rPr>
    </w:lvl>
    <w:lvl w:ilvl="5" w:tplc="040E0005" w:tentative="1">
      <w:start w:val="1"/>
      <w:numFmt w:val="bullet"/>
      <w:lvlText w:val=""/>
      <w:lvlJc w:val="left"/>
      <w:pPr>
        <w:tabs>
          <w:tab w:val="num" w:pos="4527"/>
        </w:tabs>
        <w:ind w:left="4527" w:hanging="360"/>
      </w:pPr>
      <w:rPr>
        <w:rFonts w:ascii="Wingdings" w:hAnsi="Wingdings" w:hint="default"/>
      </w:rPr>
    </w:lvl>
    <w:lvl w:ilvl="6" w:tplc="040E0001" w:tentative="1">
      <w:start w:val="1"/>
      <w:numFmt w:val="bullet"/>
      <w:lvlText w:val=""/>
      <w:lvlJc w:val="left"/>
      <w:pPr>
        <w:tabs>
          <w:tab w:val="num" w:pos="5247"/>
        </w:tabs>
        <w:ind w:left="5247" w:hanging="360"/>
      </w:pPr>
      <w:rPr>
        <w:rFonts w:ascii="Symbol" w:hAnsi="Symbol" w:hint="default"/>
      </w:rPr>
    </w:lvl>
    <w:lvl w:ilvl="7" w:tplc="040E0003" w:tentative="1">
      <w:start w:val="1"/>
      <w:numFmt w:val="bullet"/>
      <w:lvlText w:val="o"/>
      <w:lvlJc w:val="left"/>
      <w:pPr>
        <w:tabs>
          <w:tab w:val="num" w:pos="5967"/>
        </w:tabs>
        <w:ind w:left="5967" w:hanging="360"/>
      </w:pPr>
      <w:rPr>
        <w:rFonts w:ascii="Courier New" w:hAnsi="Courier New" w:hint="default"/>
      </w:rPr>
    </w:lvl>
    <w:lvl w:ilvl="8" w:tplc="040E0005" w:tentative="1">
      <w:start w:val="1"/>
      <w:numFmt w:val="bullet"/>
      <w:lvlText w:val=""/>
      <w:lvlJc w:val="left"/>
      <w:pPr>
        <w:tabs>
          <w:tab w:val="num" w:pos="6687"/>
        </w:tabs>
        <w:ind w:left="6687" w:hanging="360"/>
      </w:pPr>
      <w:rPr>
        <w:rFonts w:ascii="Wingdings" w:hAnsi="Wingdings" w:hint="default"/>
      </w:rPr>
    </w:lvl>
  </w:abstractNum>
  <w:abstractNum w:abstractNumId="21">
    <w:nsid w:val="46516371"/>
    <w:multiLevelType w:val="hybridMultilevel"/>
    <w:tmpl w:val="CCA0AC28"/>
    <w:lvl w:ilvl="0" w:tplc="86A27FC2">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nsid w:val="497423EA"/>
    <w:multiLevelType w:val="hybridMultilevel"/>
    <w:tmpl w:val="1AD60B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CD1307D"/>
    <w:multiLevelType w:val="hybridMultilevel"/>
    <w:tmpl w:val="6DBC6166"/>
    <w:lvl w:ilvl="0" w:tplc="342CC574">
      <w:start w:val="9"/>
      <w:numFmt w:val="decimal"/>
      <w:lvlText w:val="%1."/>
      <w:lvlJc w:val="left"/>
      <w:pPr>
        <w:ind w:left="1080" w:hanging="360"/>
      </w:pPr>
      <w:rPr>
        <w:rFonts w:cs="Times New Roman" w:hint="default"/>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24">
    <w:nsid w:val="52925FB0"/>
    <w:multiLevelType w:val="hybridMultilevel"/>
    <w:tmpl w:val="DE22543A"/>
    <w:lvl w:ilvl="0" w:tplc="040E0011">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5">
    <w:nsid w:val="5ABB0039"/>
    <w:multiLevelType w:val="hybridMultilevel"/>
    <w:tmpl w:val="61C8965C"/>
    <w:lvl w:ilvl="0" w:tplc="DA6051DC">
      <w:start w:val="8"/>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6">
    <w:nsid w:val="5BAB0BF4"/>
    <w:multiLevelType w:val="multilevel"/>
    <w:tmpl w:val="7AFCABFC"/>
    <w:lvl w:ilvl="0">
      <w:start w:val="9"/>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760" w:hanging="144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720" w:hanging="216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27">
    <w:nsid w:val="5BEF1E29"/>
    <w:multiLevelType w:val="hybridMultilevel"/>
    <w:tmpl w:val="62E6886A"/>
    <w:lvl w:ilvl="0" w:tplc="ED628DC6">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nsid w:val="64141073"/>
    <w:multiLevelType w:val="hybridMultilevel"/>
    <w:tmpl w:val="C0C025B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CF249F6"/>
    <w:multiLevelType w:val="hybridMultilevel"/>
    <w:tmpl w:val="28769DD8"/>
    <w:lvl w:ilvl="0" w:tplc="92E4AC8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749D78C6"/>
    <w:multiLevelType w:val="hybridMultilevel"/>
    <w:tmpl w:val="296C9B4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79C00B34"/>
    <w:multiLevelType w:val="hybridMultilevel"/>
    <w:tmpl w:val="E820D7B4"/>
    <w:lvl w:ilvl="0" w:tplc="92E4AC8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8"/>
  </w:num>
  <w:num w:numId="2">
    <w:abstractNumId w:val="2"/>
  </w:num>
  <w:num w:numId="3">
    <w:abstractNumId w:val="15"/>
  </w:num>
  <w:num w:numId="4">
    <w:abstractNumId w:val="22"/>
  </w:num>
  <w:num w:numId="5">
    <w:abstractNumId w:val="25"/>
  </w:num>
  <w:num w:numId="6">
    <w:abstractNumId w:val="24"/>
  </w:num>
  <w:num w:numId="7">
    <w:abstractNumId w:val="16"/>
  </w:num>
  <w:num w:numId="8">
    <w:abstractNumId w:val="18"/>
  </w:num>
  <w:num w:numId="9">
    <w:abstractNumId w:val="8"/>
  </w:num>
  <w:num w:numId="10">
    <w:abstractNumId w:val="13"/>
  </w:num>
  <w:num w:numId="11">
    <w:abstractNumId w:val="31"/>
  </w:num>
  <w:num w:numId="12">
    <w:abstractNumId w:val="29"/>
  </w:num>
  <w:num w:numId="13">
    <w:abstractNumId w:val="7"/>
  </w:num>
  <w:num w:numId="14">
    <w:abstractNumId w:val="9"/>
  </w:num>
  <w:num w:numId="15">
    <w:abstractNumId w:val="20"/>
  </w:num>
  <w:num w:numId="16">
    <w:abstractNumId w:val="14"/>
  </w:num>
  <w:num w:numId="17">
    <w:abstractNumId w:val="23"/>
  </w:num>
  <w:num w:numId="18">
    <w:abstractNumId w:val="4"/>
  </w:num>
  <w:num w:numId="19">
    <w:abstractNumId w:val="26"/>
  </w:num>
  <w:num w:numId="20">
    <w:abstractNumId w:val="11"/>
  </w:num>
  <w:num w:numId="21">
    <w:abstractNumId w:val="5"/>
  </w:num>
  <w:num w:numId="22">
    <w:abstractNumId w:val="0"/>
    <w:lvlOverride w:ilvl="0">
      <w:lvl w:ilvl="0">
        <w:start w:val="1"/>
        <w:numFmt w:val="bullet"/>
        <w:lvlText w:val=""/>
        <w:legacy w:legacy="1" w:legacySpace="0" w:legacyIndent="284"/>
        <w:lvlJc w:val="left"/>
        <w:pPr>
          <w:ind w:left="1004" w:hanging="284"/>
        </w:pPr>
        <w:rPr>
          <w:rFonts w:ascii="Symbol" w:hAnsi="Symbol" w:hint="default"/>
          <w:sz w:val="28"/>
        </w:rPr>
      </w:lvl>
    </w:lvlOverride>
  </w:num>
  <w:num w:numId="23">
    <w:abstractNumId w:val="10"/>
  </w:num>
  <w:num w:numId="24">
    <w:abstractNumId w:val="1"/>
  </w:num>
  <w:num w:numId="25">
    <w:abstractNumId w:val="17"/>
  </w:num>
  <w:num w:numId="26">
    <w:abstractNumId w:val="3"/>
  </w:num>
  <w:num w:numId="27">
    <w:abstractNumId w:val="6"/>
  </w:num>
  <w:num w:numId="28">
    <w:abstractNumId w:val="12"/>
  </w:num>
  <w:num w:numId="29">
    <w:abstractNumId w:val="19"/>
  </w:num>
  <w:num w:numId="30">
    <w:abstractNumId w:val="21"/>
  </w:num>
  <w:num w:numId="31">
    <w:abstractNumId w:val="27"/>
  </w:num>
  <w:num w:numId="3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3B15"/>
    <w:rsid w:val="00045881"/>
    <w:rsid w:val="000720FE"/>
    <w:rsid w:val="00091852"/>
    <w:rsid w:val="000952F6"/>
    <w:rsid w:val="000D2EBF"/>
    <w:rsid w:val="000E40A8"/>
    <w:rsid w:val="00114F40"/>
    <w:rsid w:val="001230D8"/>
    <w:rsid w:val="0013629F"/>
    <w:rsid w:val="00184CD9"/>
    <w:rsid w:val="00192A16"/>
    <w:rsid w:val="001B1F17"/>
    <w:rsid w:val="001B4581"/>
    <w:rsid w:val="001C32B9"/>
    <w:rsid w:val="001E5A5B"/>
    <w:rsid w:val="001F1F88"/>
    <w:rsid w:val="001F5C0B"/>
    <w:rsid w:val="00206AF8"/>
    <w:rsid w:val="00220A6E"/>
    <w:rsid w:val="00227066"/>
    <w:rsid w:val="002F1349"/>
    <w:rsid w:val="00301966"/>
    <w:rsid w:val="003202A4"/>
    <w:rsid w:val="00342D80"/>
    <w:rsid w:val="00364D67"/>
    <w:rsid w:val="00377191"/>
    <w:rsid w:val="003947B8"/>
    <w:rsid w:val="003C250D"/>
    <w:rsid w:val="003E79FC"/>
    <w:rsid w:val="003F7AC2"/>
    <w:rsid w:val="004024BF"/>
    <w:rsid w:val="00443376"/>
    <w:rsid w:val="00446B85"/>
    <w:rsid w:val="004470B0"/>
    <w:rsid w:val="00451793"/>
    <w:rsid w:val="00490DDB"/>
    <w:rsid w:val="004F3B71"/>
    <w:rsid w:val="004F772C"/>
    <w:rsid w:val="00522FB7"/>
    <w:rsid w:val="005562BD"/>
    <w:rsid w:val="00595534"/>
    <w:rsid w:val="005B62C6"/>
    <w:rsid w:val="005B6871"/>
    <w:rsid w:val="0060020F"/>
    <w:rsid w:val="00613D62"/>
    <w:rsid w:val="00681E07"/>
    <w:rsid w:val="00691108"/>
    <w:rsid w:val="006A1E34"/>
    <w:rsid w:val="006A635F"/>
    <w:rsid w:val="006B6CAB"/>
    <w:rsid w:val="007012C7"/>
    <w:rsid w:val="007106AC"/>
    <w:rsid w:val="007331FC"/>
    <w:rsid w:val="007E518D"/>
    <w:rsid w:val="00837FC3"/>
    <w:rsid w:val="00864FB4"/>
    <w:rsid w:val="00873836"/>
    <w:rsid w:val="0088476B"/>
    <w:rsid w:val="008B6026"/>
    <w:rsid w:val="00915CDF"/>
    <w:rsid w:val="00921183"/>
    <w:rsid w:val="00930A02"/>
    <w:rsid w:val="00934D19"/>
    <w:rsid w:val="00965BEE"/>
    <w:rsid w:val="009970C9"/>
    <w:rsid w:val="009E1FB6"/>
    <w:rsid w:val="009F18F2"/>
    <w:rsid w:val="00A23674"/>
    <w:rsid w:val="00A60DC5"/>
    <w:rsid w:val="00A62E33"/>
    <w:rsid w:val="00A70784"/>
    <w:rsid w:val="00AA6031"/>
    <w:rsid w:val="00AC1AAD"/>
    <w:rsid w:val="00AD03D2"/>
    <w:rsid w:val="00AF398D"/>
    <w:rsid w:val="00AF5615"/>
    <w:rsid w:val="00B14725"/>
    <w:rsid w:val="00B44930"/>
    <w:rsid w:val="00B8156E"/>
    <w:rsid w:val="00B82461"/>
    <w:rsid w:val="00BA0A19"/>
    <w:rsid w:val="00BA20B1"/>
    <w:rsid w:val="00BB3B15"/>
    <w:rsid w:val="00BC14F3"/>
    <w:rsid w:val="00BE07C1"/>
    <w:rsid w:val="00C569E7"/>
    <w:rsid w:val="00C5737B"/>
    <w:rsid w:val="00C940C8"/>
    <w:rsid w:val="00CA1FFC"/>
    <w:rsid w:val="00CB73FA"/>
    <w:rsid w:val="00CC3643"/>
    <w:rsid w:val="00CE74FB"/>
    <w:rsid w:val="00CF246D"/>
    <w:rsid w:val="00D20C81"/>
    <w:rsid w:val="00D21BE5"/>
    <w:rsid w:val="00D228D1"/>
    <w:rsid w:val="00D32691"/>
    <w:rsid w:val="00D47768"/>
    <w:rsid w:val="00D647C0"/>
    <w:rsid w:val="00D876CF"/>
    <w:rsid w:val="00DB3ADA"/>
    <w:rsid w:val="00DD2AC3"/>
    <w:rsid w:val="00DE41E9"/>
    <w:rsid w:val="00DF6B4A"/>
    <w:rsid w:val="00E12616"/>
    <w:rsid w:val="00E13CB1"/>
    <w:rsid w:val="00E20124"/>
    <w:rsid w:val="00E2312E"/>
    <w:rsid w:val="00E71144"/>
    <w:rsid w:val="00E753BD"/>
    <w:rsid w:val="00E87E92"/>
    <w:rsid w:val="00E91424"/>
    <w:rsid w:val="00EA54D7"/>
    <w:rsid w:val="00EF3051"/>
    <w:rsid w:val="00F717DE"/>
    <w:rsid w:val="00FD3D23"/>
    <w:rsid w:val="00FE0E36"/>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3B15"/>
    <w:rPr>
      <w:rFonts w:ascii="Times New Roman" w:eastAsia="Times New Roman" w:hAnsi="Times New Roman"/>
      <w:sz w:val="24"/>
      <w:szCs w:val="24"/>
    </w:rPr>
  </w:style>
  <w:style w:type="paragraph" w:styleId="Heading1">
    <w:name w:val="heading 1"/>
    <w:basedOn w:val="Normal"/>
    <w:next w:val="Normal"/>
    <w:link w:val="Heading1Char"/>
    <w:uiPriority w:val="99"/>
    <w:qFormat/>
    <w:rsid w:val="00BB3B1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BB3B1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B3B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3B15"/>
    <w:rPr>
      <w:rFonts w:ascii="Arial" w:hAnsi="Arial" w:cs="Arial"/>
      <w:b/>
      <w:bCs/>
      <w:kern w:val="32"/>
      <w:sz w:val="32"/>
      <w:szCs w:val="32"/>
      <w:lang w:eastAsia="hu-HU"/>
    </w:rPr>
  </w:style>
  <w:style w:type="character" w:customStyle="1" w:styleId="Heading2Char">
    <w:name w:val="Heading 2 Char"/>
    <w:basedOn w:val="DefaultParagraphFont"/>
    <w:link w:val="Heading2"/>
    <w:uiPriority w:val="99"/>
    <w:locked/>
    <w:rsid w:val="00BB3B15"/>
    <w:rPr>
      <w:rFonts w:ascii="Arial" w:hAnsi="Arial" w:cs="Arial"/>
      <w:b/>
      <w:bCs/>
      <w:i/>
      <w:iCs/>
      <w:sz w:val="28"/>
      <w:szCs w:val="28"/>
      <w:lang w:eastAsia="hu-HU"/>
    </w:rPr>
  </w:style>
  <w:style w:type="character" w:customStyle="1" w:styleId="Heading3Char">
    <w:name w:val="Heading 3 Char"/>
    <w:basedOn w:val="DefaultParagraphFont"/>
    <w:link w:val="Heading3"/>
    <w:uiPriority w:val="99"/>
    <w:locked/>
    <w:rsid w:val="00BB3B15"/>
    <w:rPr>
      <w:rFonts w:ascii="Arial" w:hAnsi="Arial" w:cs="Arial"/>
      <w:b/>
      <w:bCs/>
      <w:sz w:val="26"/>
      <w:szCs w:val="26"/>
      <w:lang w:eastAsia="hu-HU"/>
    </w:rPr>
  </w:style>
  <w:style w:type="paragraph" w:styleId="Header">
    <w:name w:val="header"/>
    <w:basedOn w:val="Normal"/>
    <w:link w:val="HeaderChar"/>
    <w:uiPriority w:val="99"/>
    <w:rsid w:val="00BB3B15"/>
    <w:pPr>
      <w:tabs>
        <w:tab w:val="center" w:pos="4536"/>
        <w:tab w:val="right" w:pos="9072"/>
      </w:tabs>
    </w:pPr>
  </w:style>
  <w:style w:type="character" w:customStyle="1" w:styleId="HeaderChar">
    <w:name w:val="Header Char"/>
    <w:basedOn w:val="DefaultParagraphFont"/>
    <w:link w:val="Header"/>
    <w:uiPriority w:val="99"/>
    <w:locked/>
    <w:rsid w:val="00BB3B15"/>
    <w:rPr>
      <w:rFonts w:ascii="Times New Roman" w:hAnsi="Times New Roman" w:cs="Times New Roman"/>
      <w:sz w:val="24"/>
      <w:szCs w:val="24"/>
      <w:lang w:eastAsia="hu-HU"/>
    </w:rPr>
  </w:style>
  <w:style w:type="paragraph" w:styleId="Footer">
    <w:name w:val="footer"/>
    <w:basedOn w:val="Normal"/>
    <w:link w:val="FooterChar"/>
    <w:uiPriority w:val="99"/>
    <w:rsid w:val="00BB3B15"/>
    <w:pPr>
      <w:tabs>
        <w:tab w:val="center" w:pos="4536"/>
        <w:tab w:val="right" w:pos="9072"/>
      </w:tabs>
    </w:pPr>
  </w:style>
  <w:style w:type="character" w:customStyle="1" w:styleId="FooterChar">
    <w:name w:val="Footer Char"/>
    <w:basedOn w:val="DefaultParagraphFont"/>
    <w:link w:val="Footer"/>
    <w:uiPriority w:val="99"/>
    <w:locked/>
    <w:rsid w:val="00BB3B15"/>
    <w:rPr>
      <w:rFonts w:ascii="Times New Roman" w:hAnsi="Times New Roman" w:cs="Times New Roman"/>
      <w:sz w:val="24"/>
      <w:szCs w:val="24"/>
      <w:lang w:eastAsia="hu-HU"/>
    </w:rPr>
  </w:style>
  <w:style w:type="character" w:styleId="PageNumber">
    <w:name w:val="page number"/>
    <w:basedOn w:val="DefaultParagraphFont"/>
    <w:uiPriority w:val="99"/>
    <w:rsid w:val="00BB3B15"/>
    <w:rPr>
      <w:rFonts w:cs="Times New Roman"/>
    </w:rPr>
  </w:style>
  <w:style w:type="table" w:styleId="TableGrid">
    <w:name w:val="Table Grid"/>
    <w:basedOn w:val="TableNormal"/>
    <w:uiPriority w:val="99"/>
    <w:rsid w:val="00BB3B1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semiHidden/>
    <w:locked/>
    <w:rsid w:val="00BB3B15"/>
    <w:rPr>
      <w:rFonts w:ascii="Times New Roman" w:hAnsi="Times New Roman" w:cs="Times New Roman"/>
      <w:sz w:val="20"/>
      <w:szCs w:val="20"/>
      <w:lang w:eastAsia="hu-HU"/>
    </w:rPr>
  </w:style>
  <w:style w:type="paragraph" w:styleId="CommentText">
    <w:name w:val="annotation text"/>
    <w:basedOn w:val="Normal"/>
    <w:link w:val="CommentTextChar"/>
    <w:uiPriority w:val="99"/>
    <w:semiHidden/>
    <w:rsid w:val="00BB3B15"/>
    <w:rPr>
      <w:sz w:val="20"/>
      <w:szCs w:val="20"/>
    </w:rPr>
  </w:style>
  <w:style w:type="character" w:customStyle="1" w:styleId="CommentTextChar1">
    <w:name w:val="Comment Text Char1"/>
    <w:basedOn w:val="DefaultParagraphFont"/>
    <w:link w:val="CommentText"/>
    <w:uiPriority w:val="99"/>
    <w:semiHidden/>
    <w:rsid w:val="00BB7AAB"/>
    <w:rPr>
      <w:rFonts w:ascii="Times New Roman" w:eastAsia="Times New Roman" w:hAnsi="Times New Roman"/>
      <w:sz w:val="20"/>
      <w:szCs w:val="20"/>
    </w:rPr>
  </w:style>
  <w:style w:type="character" w:customStyle="1" w:styleId="CommentSubjectChar">
    <w:name w:val="Comment Subject Char"/>
    <w:basedOn w:val="CommentTextChar"/>
    <w:link w:val="CommentSubject"/>
    <w:uiPriority w:val="99"/>
    <w:semiHidden/>
    <w:locked/>
    <w:rsid w:val="00BB3B15"/>
    <w:rPr>
      <w:b/>
      <w:bCs/>
    </w:rPr>
  </w:style>
  <w:style w:type="paragraph" w:styleId="CommentSubject">
    <w:name w:val="annotation subject"/>
    <w:basedOn w:val="CommentText"/>
    <w:next w:val="CommentText"/>
    <w:link w:val="CommentSubjectChar"/>
    <w:uiPriority w:val="99"/>
    <w:semiHidden/>
    <w:rsid w:val="00BB3B15"/>
    <w:rPr>
      <w:b/>
      <w:bCs/>
    </w:rPr>
  </w:style>
  <w:style w:type="character" w:customStyle="1" w:styleId="CommentSubjectChar1">
    <w:name w:val="Comment Subject Char1"/>
    <w:basedOn w:val="CommentTextChar"/>
    <w:link w:val="CommentSubject"/>
    <w:uiPriority w:val="99"/>
    <w:semiHidden/>
    <w:rsid w:val="00BB7AAB"/>
    <w:rPr>
      <w:rFonts w:eastAsia="Times New Roman"/>
      <w:b/>
      <w:bCs/>
    </w:rPr>
  </w:style>
  <w:style w:type="character" w:customStyle="1" w:styleId="BalloonTextChar">
    <w:name w:val="Balloon Text Char"/>
    <w:basedOn w:val="DefaultParagraphFont"/>
    <w:link w:val="BalloonText"/>
    <w:uiPriority w:val="99"/>
    <w:semiHidden/>
    <w:locked/>
    <w:rsid w:val="00BB3B15"/>
    <w:rPr>
      <w:rFonts w:ascii="Tahoma" w:hAnsi="Tahoma" w:cs="Tahoma"/>
      <w:sz w:val="16"/>
      <w:szCs w:val="16"/>
      <w:lang w:eastAsia="hu-HU"/>
    </w:rPr>
  </w:style>
  <w:style w:type="paragraph" w:styleId="BalloonText">
    <w:name w:val="Balloon Text"/>
    <w:basedOn w:val="Normal"/>
    <w:link w:val="BalloonTextChar"/>
    <w:uiPriority w:val="99"/>
    <w:semiHidden/>
    <w:rsid w:val="00BB3B15"/>
    <w:rPr>
      <w:rFonts w:ascii="Tahoma" w:hAnsi="Tahoma" w:cs="Tahoma"/>
      <w:sz w:val="16"/>
      <w:szCs w:val="16"/>
    </w:rPr>
  </w:style>
  <w:style w:type="character" w:customStyle="1" w:styleId="BalloonTextChar1">
    <w:name w:val="Balloon Text Char1"/>
    <w:basedOn w:val="DefaultParagraphFont"/>
    <w:link w:val="BalloonText"/>
    <w:uiPriority w:val="99"/>
    <w:semiHidden/>
    <w:rsid w:val="00BB7AAB"/>
    <w:rPr>
      <w:rFonts w:ascii="Times New Roman" w:eastAsia="Times New Roman" w:hAnsi="Times New Roman"/>
      <w:sz w:val="0"/>
      <w:szCs w:val="0"/>
    </w:rPr>
  </w:style>
  <w:style w:type="paragraph" w:customStyle="1" w:styleId="Pont1">
    <w:name w:val="Pont1"/>
    <w:basedOn w:val="Normal"/>
    <w:uiPriority w:val="99"/>
    <w:rsid w:val="00BB3B15"/>
    <w:pPr>
      <w:keepNext/>
      <w:spacing w:before="240" w:after="180"/>
      <w:jc w:val="both"/>
    </w:pPr>
    <w:rPr>
      <w:b/>
      <w:szCs w:val="20"/>
    </w:rPr>
  </w:style>
  <w:style w:type="character" w:styleId="Hyperlink">
    <w:name w:val="Hyperlink"/>
    <w:basedOn w:val="DefaultParagraphFont"/>
    <w:uiPriority w:val="99"/>
    <w:rsid w:val="00BB3B15"/>
    <w:rPr>
      <w:rFonts w:cs="Times New Roman"/>
      <w:color w:val="0000FF"/>
      <w:u w:val="single"/>
    </w:rPr>
  </w:style>
  <w:style w:type="paragraph" w:styleId="FootnoteText">
    <w:name w:val="footnote text"/>
    <w:basedOn w:val="Normal"/>
    <w:link w:val="FootnoteTextChar"/>
    <w:uiPriority w:val="99"/>
    <w:rsid w:val="00BB3B15"/>
    <w:rPr>
      <w:sz w:val="20"/>
      <w:szCs w:val="20"/>
    </w:rPr>
  </w:style>
  <w:style w:type="character" w:customStyle="1" w:styleId="FootnoteTextChar">
    <w:name w:val="Footnote Text Char"/>
    <w:basedOn w:val="DefaultParagraphFont"/>
    <w:link w:val="FootnoteText"/>
    <w:uiPriority w:val="99"/>
    <w:locked/>
    <w:rsid w:val="00BB3B15"/>
    <w:rPr>
      <w:rFonts w:ascii="Times New Roman" w:hAnsi="Times New Roman" w:cs="Times New Roman"/>
      <w:sz w:val="20"/>
      <w:szCs w:val="20"/>
      <w:lang w:eastAsia="hu-HU"/>
    </w:rPr>
  </w:style>
  <w:style w:type="paragraph" w:styleId="BodyText">
    <w:name w:val="Body Text"/>
    <w:basedOn w:val="Normal"/>
    <w:link w:val="BodyTextChar"/>
    <w:uiPriority w:val="99"/>
    <w:rsid w:val="00BB3B15"/>
    <w:pPr>
      <w:pBdr>
        <w:bottom w:val="single" w:sz="6" w:space="1" w:color="auto"/>
      </w:pBdr>
      <w:jc w:val="center"/>
    </w:pPr>
    <w:rPr>
      <w:b/>
      <w:szCs w:val="20"/>
    </w:rPr>
  </w:style>
  <w:style w:type="character" w:customStyle="1" w:styleId="BodyTextChar">
    <w:name w:val="Body Text Char"/>
    <w:basedOn w:val="DefaultParagraphFont"/>
    <w:link w:val="BodyText"/>
    <w:uiPriority w:val="99"/>
    <w:locked/>
    <w:rsid w:val="00BB3B15"/>
    <w:rPr>
      <w:rFonts w:ascii="Times New Roman" w:hAnsi="Times New Roman" w:cs="Times New Roman"/>
      <w:b/>
      <w:sz w:val="20"/>
      <w:szCs w:val="20"/>
      <w:lang w:eastAsia="hu-HU"/>
    </w:rPr>
  </w:style>
  <w:style w:type="paragraph" w:styleId="DocumentMap">
    <w:name w:val="Document Map"/>
    <w:basedOn w:val="Normal"/>
    <w:link w:val="DocumentMapChar"/>
    <w:uiPriority w:val="99"/>
    <w:rsid w:val="00BB3B1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BB3B15"/>
    <w:rPr>
      <w:rFonts w:ascii="Tahoma" w:hAnsi="Tahoma" w:cs="Tahoma"/>
      <w:sz w:val="20"/>
      <w:szCs w:val="20"/>
      <w:shd w:val="clear" w:color="auto" w:fill="000080"/>
      <w:lang w:eastAsia="hu-HU"/>
    </w:rPr>
  </w:style>
  <w:style w:type="paragraph" w:customStyle="1" w:styleId="Default">
    <w:name w:val="Default"/>
    <w:uiPriority w:val="99"/>
    <w:rsid w:val="00BB3B15"/>
    <w:pPr>
      <w:widowControl w:val="0"/>
      <w:autoSpaceDE w:val="0"/>
      <w:autoSpaceDN w:val="0"/>
      <w:adjustRightInd w:val="0"/>
    </w:pPr>
    <w:rPr>
      <w:rFonts w:ascii="Arial" w:eastAsia="Times New Roman" w:hAnsi="Arial" w:cs="Arial"/>
      <w:color w:val="000000"/>
      <w:sz w:val="24"/>
      <w:szCs w:val="24"/>
    </w:rPr>
  </w:style>
  <w:style w:type="paragraph" w:customStyle="1" w:styleId="CM49">
    <w:name w:val="CM49"/>
    <w:basedOn w:val="Default"/>
    <w:next w:val="Default"/>
    <w:uiPriority w:val="99"/>
    <w:rsid w:val="00BB3B15"/>
    <w:pPr>
      <w:spacing w:after="270"/>
    </w:pPr>
    <w:rPr>
      <w:rFonts w:cs="Times New Roman"/>
      <w:color w:val="auto"/>
    </w:rPr>
  </w:style>
  <w:style w:type="paragraph" w:customStyle="1" w:styleId="CM10">
    <w:name w:val="CM10"/>
    <w:basedOn w:val="Default"/>
    <w:next w:val="Default"/>
    <w:uiPriority w:val="99"/>
    <w:rsid w:val="00BB3B15"/>
    <w:rPr>
      <w:rFonts w:cs="Times New Roman"/>
      <w:color w:val="auto"/>
    </w:rPr>
  </w:style>
  <w:style w:type="paragraph" w:customStyle="1" w:styleId="CM11">
    <w:name w:val="CM11"/>
    <w:basedOn w:val="Default"/>
    <w:next w:val="Default"/>
    <w:uiPriority w:val="99"/>
    <w:rsid w:val="00BB3B15"/>
    <w:rPr>
      <w:rFonts w:cs="Times New Roman"/>
      <w:color w:val="auto"/>
    </w:rPr>
  </w:style>
  <w:style w:type="paragraph" w:customStyle="1" w:styleId="CM12">
    <w:name w:val="CM12"/>
    <w:basedOn w:val="Default"/>
    <w:next w:val="Default"/>
    <w:uiPriority w:val="99"/>
    <w:rsid w:val="00BB3B15"/>
    <w:rPr>
      <w:rFonts w:cs="Times New Roman"/>
      <w:color w:val="auto"/>
    </w:rPr>
  </w:style>
  <w:style w:type="paragraph" w:customStyle="1" w:styleId="Sor0">
    <w:name w:val="Sor0"/>
    <w:basedOn w:val="Normal"/>
    <w:uiPriority w:val="99"/>
    <w:rsid w:val="00BB3B15"/>
    <w:pPr>
      <w:spacing w:after="60"/>
      <w:ind w:left="284" w:hanging="284"/>
      <w:jc w:val="both"/>
    </w:pPr>
    <w:rPr>
      <w:szCs w:val="20"/>
    </w:rPr>
  </w:style>
  <w:style w:type="character" w:customStyle="1" w:styleId="hps">
    <w:name w:val="hps"/>
    <w:basedOn w:val="DefaultParagraphFont"/>
    <w:uiPriority w:val="99"/>
    <w:rsid w:val="00BB3B15"/>
    <w:rPr>
      <w:rFonts w:cs="Times New Roman"/>
    </w:rPr>
  </w:style>
  <w:style w:type="character" w:styleId="Strong">
    <w:name w:val="Strong"/>
    <w:basedOn w:val="DefaultParagraphFont"/>
    <w:uiPriority w:val="99"/>
    <w:qFormat/>
    <w:rsid w:val="00BB3B15"/>
    <w:rPr>
      <w:rFonts w:cs="Times New Roman"/>
      <w:b/>
      <w:bCs/>
    </w:rPr>
  </w:style>
  <w:style w:type="paragraph" w:styleId="NormalWeb">
    <w:name w:val="Normal (Web)"/>
    <w:basedOn w:val="Normal"/>
    <w:uiPriority w:val="99"/>
    <w:rsid w:val="00BB3B15"/>
    <w:pPr>
      <w:spacing w:before="100" w:beforeAutospacing="1" w:after="75"/>
      <w:jc w:val="both"/>
    </w:pPr>
    <w:rPr>
      <w:rFonts w:ascii="Arial" w:hAnsi="Arial" w:cs="Arial"/>
      <w:color w:val="232323"/>
      <w:sz w:val="18"/>
      <w:szCs w:val="18"/>
    </w:rPr>
  </w:style>
  <w:style w:type="paragraph" w:styleId="NoSpacing">
    <w:name w:val="No Spacing"/>
    <w:link w:val="NoSpacingChar"/>
    <w:uiPriority w:val="99"/>
    <w:qFormat/>
    <w:rsid w:val="00BB3B15"/>
    <w:rPr>
      <w:rFonts w:eastAsia="Times New Roman"/>
      <w:lang w:eastAsia="en-US"/>
    </w:rPr>
  </w:style>
  <w:style w:type="character" w:customStyle="1" w:styleId="NoSpacingChar">
    <w:name w:val="No Spacing Char"/>
    <w:basedOn w:val="DefaultParagraphFont"/>
    <w:link w:val="NoSpacing"/>
    <w:uiPriority w:val="99"/>
    <w:locked/>
    <w:rsid w:val="00BB3B15"/>
    <w:rPr>
      <w:rFonts w:ascii="Calibri" w:hAnsi="Calibri" w:cs="Times New Roman"/>
      <w:sz w:val="22"/>
      <w:szCs w:val="22"/>
      <w:lang w:val="hu-HU" w:eastAsia="en-US" w:bidi="ar-SA"/>
    </w:rPr>
  </w:style>
  <w:style w:type="character" w:customStyle="1" w:styleId="JegyzetszvegChar1">
    <w:name w:val="Jegyzetszöveg Char1"/>
    <w:basedOn w:val="DefaultParagraphFont"/>
    <w:uiPriority w:val="99"/>
    <w:semiHidden/>
    <w:rsid w:val="00B14725"/>
    <w:rPr>
      <w:rFonts w:ascii="Times New Roman" w:hAnsi="Times New Roman" w:cs="Times New Roman"/>
      <w:sz w:val="20"/>
      <w:szCs w:val="20"/>
      <w:lang w:eastAsia="hu-HU"/>
    </w:rPr>
  </w:style>
  <w:style w:type="character" w:customStyle="1" w:styleId="MegjegyzstrgyaChar1">
    <w:name w:val="Megjegyzés tárgya Char1"/>
    <w:basedOn w:val="JegyzetszvegChar1"/>
    <w:uiPriority w:val="99"/>
    <w:semiHidden/>
    <w:rsid w:val="00B14725"/>
    <w:rPr>
      <w:b/>
      <w:bCs/>
    </w:rPr>
  </w:style>
  <w:style w:type="character" w:customStyle="1" w:styleId="BuborkszvegChar1">
    <w:name w:val="Buborékszöveg Char1"/>
    <w:basedOn w:val="DefaultParagraphFont"/>
    <w:uiPriority w:val="99"/>
    <w:semiHidden/>
    <w:rsid w:val="00B14725"/>
    <w:rPr>
      <w:rFonts w:ascii="Tahoma" w:hAnsi="Tahoma" w:cs="Tahoma"/>
      <w:sz w:val="16"/>
      <w:szCs w:val="16"/>
      <w:lang w:eastAsia="hu-HU"/>
    </w:rPr>
  </w:style>
  <w:style w:type="character" w:styleId="CommentReference">
    <w:name w:val="annotation reference"/>
    <w:basedOn w:val="DefaultParagraphFont"/>
    <w:uiPriority w:val="99"/>
    <w:semiHidden/>
    <w:rsid w:val="00B14725"/>
    <w:rPr>
      <w:rFonts w:cs="Times New Roman"/>
      <w:sz w:val="16"/>
      <w:szCs w:val="16"/>
    </w:rPr>
  </w:style>
  <w:style w:type="paragraph" w:styleId="Revision">
    <w:name w:val="Revision"/>
    <w:hidden/>
    <w:uiPriority w:val="99"/>
    <w:semiHidden/>
    <w:rsid w:val="00B14725"/>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3.georgikon.hu/tanszekek/Meteor/english.htm" TargetMode="External"/><Relationship Id="rId18" Type="http://schemas.openxmlformats.org/officeDocument/2006/relationships/hyperlink" Target="http://w3.georgikon.hu/english/department/novtud/" TargetMode="External"/><Relationship Id="rId26" Type="http://schemas.openxmlformats.org/officeDocument/2006/relationships/image" Target="media/image2.wmf"/><Relationship Id="rId3" Type="http://schemas.openxmlformats.org/officeDocument/2006/relationships/settings" Target="settings.xml"/><Relationship Id="rId21" Type="http://schemas.openxmlformats.org/officeDocument/2006/relationships/hyperlink" Target="http://w3.georgikon.hu/english/department/novtud/" TargetMode="External"/><Relationship Id="rId34"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w3.georgikon.hu/english/department/novtud/" TargetMode="External"/><Relationship Id="rId17" Type="http://schemas.openxmlformats.org/officeDocument/2006/relationships/hyperlink" Target="http://w3.georgikon.hu/english/department/novtud/" TargetMode="External"/><Relationship Id="rId25" Type="http://schemas.openxmlformats.org/officeDocument/2006/relationships/hyperlink" Target="http://w3.georgikon.hu/english/department/novtud/" TargetMode="External"/><Relationship Id="rId33"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hyperlink" Target="http://w3.georgikon.hu/english/department/novtud/" TargetMode="External"/><Relationship Id="rId20" Type="http://schemas.openxmlformats.org/officeDocument/2006/relationships/hyperlink" Target="http://w3.georgikon.hu/english/department/novtud/" TargetMode="External"/><Relationship Id="rId29"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3.georgikon.hu/english/department/novtud/" TargetMode="External"/><Relationship Id="rId24" Type="http://schemas.openxmlformats.org/officeDocument/2006/relationships/hyperlink" Target="http://w3.georgikon.hu/english/department/novtud/" TargetMode="External"/><Relationship Id="rId32" Type="http://schemas.openxmlformats.org/officeDocument/2006/relationships/image" Target="media/image5.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3.georgikon.hu/english/department/novtud/" TargetMode="External"/><Relationship Id="rId23" Type="http://schemas.openxmlformats.org/officeDocument/2006/relationships/hyperlink" Target="http://w3.georgikon.hu/english/department/novtud/" TargetMode="External"/><Relationship Id="rId28" Type="http://schemas.openxmlformats.org/officeDocument/2006/relationships/image" Target="media/image3.wmf"/><Relationship Id="rId36" Type="http://schemas.openxmlformats.org/officeDocument/2006/relationships/fontTable" Target="fontTable.xml"/><Relationship Id="rId10" Type="http://schemas.openxmlformats.org/officeDocument/2006/relationships/hyperlink" Target="http://w3.georgikon.hu/english/department/novtud/" TargetMode="External"/><Relationship Id="rId19" Type="http://schemas.openxmlformats.org/officeDocument/2006/relationships/hyperlink" Target="http://w3.georgikon.hu/english/department/novtud/" TargetMode="External"/><Relationship Id="rId31"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http://w3.georgikon.hu/english/department/novtud/" TargetMode="External"/><Relationship Id="rId14" Type="http://schemas.openxmlformats.org/officeDocument/2006/relationships/hyperlink" Target="http://w3.georgikon.hu/tanszekek/Meteor/english.htm" TargetMode="External"/><Relationship Id="rId22" Type="http://schemas.openxmlformats.org/officeDocument/2006/relationships/hyperlink" Target="http://w3.georgikon.hu/english/department/novtud/" TargetMode="External"/><Relationship Id="rId27" Type="http://schemas.openxmlformats.org/officeDocument/2006/relationships/oleObject" Target="embeddings/oleObject1.bin"/><Relationship Id="rId30" Type="http://schemas.openxmlformats.org/officeDocument/2006/relationships/image" Target="media/image4.wmf"/><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31</Pages>
  <Words>6071</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KMGitta</dc:creator>
  <cp:keywords/>
  <dc:description/>
  <cp:lastModifiedBy>Szegleti Csaba</cp:lastModifiedBy>
  <cp:revision>5</cp:revision>
  <cp:lastPrinted>2013-12-12T08:01:00Z</cp:lastPrinted>
  <dcterms:created xsi:type="dcterms:W3CDTF">2013-12-12T13:08:00Z</dcterms:created>
  <dcterms:modified xsi:type="dcterms:W3CDTF">2014-06-16T08:55:00Z</dcterms:modified>
</cp:coreProperties>
</file>